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2A77" w:rsidRDefault="00CF2A77">
      <w:bookmarkStart w:id="0" w:name="_Toc2394475"/>
      <w:bookmarkStart w:id="1" w:name="_Toc2394451"/>
      <w:bookmarkStart w:id="2" w:name="_Toc180614133"/>
      <w:bookmarkStart w:id="3" w:name="_Toc2394467"/>
      <w:bookmarkStart w:id="4" w:name="_Toc2394476"/>
      <w:bookmarkStart w:id="5" w:name="_Toc525616153"/>
      <w:bookmarkStart w:id="6" w:name="_Toc2394499"/>
      <w:bookmarkStart w:id="7" w:name="_Toc2394500"/>
      <w:bookmarkStart w:id="8" w:name="_GoBack"/>
      <w:bookmarkEnd w:id="0"/>
      <w:bookmarkEnd w:id="8"/>
    </w:p>
    <w:p w:rsidR="00CF2A77" w:rsidRDefault="003812CD">
      <w:pPr>
        <w:pStyle w:val="RedaliaNormal"/>
        <w:jc w:val="center"/>
      </w:pPr>
      <w:r>
        <w:rPr>
          <w:noProof/>
        </w:rPr>
        <w:drawing>
          <wp:inline distT="0" distB="0" distL="0" distR="0">
            <wp:extent cx="2428920" cy="1009771"/>
            <wp:effectExtent l="0" t="0" r="948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2428920" cy="1009771"/>
                    </a:xfrm>
                    <a:prstGeom prst="rect">
                      <a:avLst/>
                    </a:prstGeom>
                    <a:noFill/>
                    <a:ln>
                      <a:noFill/>
                      <a:prstDash/>
                    </a:ln>
                  </pic:spPr>
                </pic:pic>
              </a:graphicData>
            </a:graphic>
          </wp:inline>
        </w:drawing>
      </w:r>
    </w:p>
    <w:p w:rsidR="00CF2A77" w:rsidRDefault="00CF2A77">
      <w:pPr>
        <w:pStyle w:val="RedaliaNormal"/>
        <w:rPr>
          <w:sz w:val="40"/>
          <w:szCs w:val="40"/>
        </w:rPr>
      </w:pPr>
    </w:p>
    <w:p w:rsidR="00CF2A77" w:rsidRDefault="003812CD">
      <w:pPr>
        <w:pStyle w:val="RedaliaTitredocument"/>
        <w:pBdr>
          <w:top w:val="single" w:sz="4" w:space="1" w:color="000000"/>
          <w:left w:val="single" w:sz="4" w:space="4" w:color="000000"/>
          <w:bottom w:val="single" w:sz="4" w:space="1" w:color="000000"/>
          <w:right w:val="single" w:sz="4" w:space="4" w:color="000000"/>
        </w:pBdr>
      </w:pPr>
      <w:r>
        <w:t>ACCORD-CADRE DE PRESTATIONS INTELLECTUELLES</w:t>
      </w:r>
    </w:p>
    <w:p w:rsidR="00CF2A77" w:rsidRDefault="00CF2A77">
      <w:pPr>
        <w:pStyle w:val="RedaliaNormal"/>
      </w:pPr>
    </w:p>
    <w:p w:rsidR="00CF2A77" w:rsidRDefault="00CF2A77">
      <w:pPr>
        <w:pStyle w:val="RedaliaNormal"/>
      </w:pPr>
    </w:p>
    <w:p w:rsidR="00CF2A77" w:rsidRDefault="003812CD">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sz w:val="24"/>
          <w:szCs w:val="24"/>
        </w:rPr>
      </w:pPr>
      <w:r>
        <w:rPr>
          <w:b/>
          <w:bCs/>
          <w:sz w:val="24"/>
          <w:szCs w:val="24"/>
        </w:rPr>
        <w:t>Agence Française de Développement</w:t>
      </w:r>
    </w:p>
    <w:p w:rsidR="00CF2A77" w:rsidRDefault="003812CD">
      <w:pPr>
        <w:pStyle w:val="RedaliaNormal"/>
        <w:pBdr>
          <w:top w:val="single" w:sz="4" w:space="1" w:color="000000"/>
          <w:left w:val="single" w:sz="4" w:space="4" w:color="000000"/>
          <w:bottom w:val="single" w:sz="4" w:space="1" w:color="000000"/>
          <w:right w:val="single" w:sz="4" w:space="4" w:color="000000"/>
        </w:pBdr>
        <w:shd w:val="clear" w:color="auto" w:fill="9CC2E5"/>
        <w:jc w:val="center"/>
        <w:rPr>
          <w:lang w:val="en-GB"/>
        </w:rPr>
      </w:pPr>
      <w:r>
        <w:rPr>
          <w:lang w:val="en-GB"/>
        </w:rPr>
        <w:t>5 Rue Roland BARTHES</w:t>
      </w:r>
    </w:p>
    <w:p w:rsidR="00CF2A77" w:rsidRDefault="003812CD">
      <w:pPr>
        <w:pStyle w:val="RedaliaNormal"/>
        <w:pBdr>
          <w:top w:val="single" w:sz="4" w:space="1" w:color="000000"/>
          <w:left w:val="single" w:sz="4" w:space="4" w:color="000000"/>
          <w:bottom w:val="single" w:sz="4" w:space="1" w:color="000000"/>
          <w:right w:val="single" w:sz="4" w:space="4" w:color="000000"/>
        </w:pBdr>
        <w:shd w:val="clear" w:color="auto" w:fill="9CC2E5"/>
        <w:jc w:val="center"/>
        <w:rPr>
          <w:lang w:val="en-GB"/>
        </w:rPr>
      </w:pPr>
      <w:r>
        <w:rPr>
          <w:lang w:val="en-GB"/>
        </w:rPr>
        <w:t>75012 PARIS</w:t>
      </w:r>
    </w:p>
    <w:p w:rsidR="00CF2A77" w:rsidRDefault="00CF2A77">
      <w:pPr>
        <w:pStyle w:val="RedaliaNormal"/>
        <w:rPr>
          <w:lang w:val="en-GB"/>
        </w:rPr>
      </w:pPr>
    </w:p>
    <w:p w:rsidR="00CF2A77" w:rsidRDefault="00CF2A77">
      <w:pPr>
        <w:pStyle w:val="RedaliaNormal"/>
        <w:rPr>
          <w:lang w:val="en-GB"/>
        </w:rPr>
      </w:pPr>
    </w:p>
    <w:p w:rsidR="00CF2A77" w:rsidRDefault="003812CD">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24"/>
          <w:szCs w:val="24"/>
          <w:lang w:val="en-GB"/>
        </w:rPr>
      </w:pPr>
      <w:r>
        <w:rPr>
          <w:b/>
          <w:sz w:val="24"/>
          <w:szCs w:val="24"/>
          <w:lang w:val="en-GB"/>
        </w:rPr>
        <w:t xml:space="preserve">OBJET : Technical support to BRDE (Regional Development Bank of </w:t>
      </w:r>
      <w:r>
        <w:rPr>
          <w:b/>
          <w:sz w:val="24"/>
          <w:szCs w:val="24"/>
          <w:lang w:val="en-GB"/>
        </w:rPr>
        <w:t>Brazil's Southern region)</w:t>
      </w:r>
    </w:p>
    <w:p w:rsidR="00CF2A77" w:rsidRDefault="00CF2A77">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24"/>
          <w:szCs w:val="24"/>
          <w:lang w:val="en-GB"/>
        </w:rPr>
      </w:pPr>
    </w:p>
    <w:p w:rsidR="00CF2A77" w:rsidRDefault="003812CD">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24"/>
          <w:szCs w:val="24"/>
        </w:rPr>
      </w:pPr>
      <w:r>
        <w:rPr>
          <w:b/>
          <w:sz w:val="24"/>
          <w:szCs w:val="24"/>
        </w:rPr>
        <w:t>SYF-2025-0287</w:t>
      </w:r>
    </w:p>
    <w:p w:rsidR="00CF2A77" w:rsidRDefault="00CF2A77">
      <w:pPr>
        <w:pStyle w:val="RedaliaNormal"/>
      </w:pPr>
    </w:p>
    <w:p w:rsidR="00CF2A77" w:rsidRDefault="003812CD">
      <w:pPr>
        <w:pStyle w:val="RedaliaSoustitredocument"/>
        <w:rPr>
          <w:u w:val="single"/>
        </w:rPr>
      </w:pPr>
      <w:r>
        <w:rPr>
          <w:u w:val="single"/>
        </w:rPr>
        <w:t>Lots :</w:t>
      </w:r>
    </w:p>
    <w:p w:rsidR="00CF2A77" w:rsidRDefault="00CF2A77">
      <w:pPr>
        <w:pStyle w:val="RedaliaNormal"/>
      </w:pPr>
    </w:p>
    <w:p w:rsidR="00CF2A77" w:rsidRDefault="003812CD">
      <w:pPr>
        <w:pStyle w:val="RedaliaNormal"/>
        <w:jc w:val="center"/>
        <w:rPr>
          <w:sz w:val="28"/>
          <w:szCs w:val="28"/>
        </w:rPr>
      </w:pPr>
      <w:r>
        <w:rPr>
          <w:sz w:val="28"/>
          <w:szCs w:val="28"/>
        </w:rPr>
        <w:t>Le présent Contrat constitue un engagement pour le lot suivant :</w:t>
      </w:r>
    </w:p>
    <w:p w:rsidR="00CF2A77" w:rsidRDefault="003812CD">
      <w:pPr>
        <w:pStyle w:val="RedaliaSoustitredocument"/>
        <w:tabs>
          <w:tab w:val="left" w:pos="567"/>
        </w:tabs>
        <w:ind w:firstLine="284"/>
      </w:pPr>
      <w:r>
        <w:rPr>
          <w:rFonts w:ascii="Wingdings" w:eastAsia="Wingdings" w:hAnsi="Wingdings" w:cs="Wingdings"/>
          <w:szCs w:val="28"/>
        </w:rPr>
        <w:t></w:t>
      </w:r>
      <w:r>
        <w:rPr>
          <w:lang w:val="en-GB"/>
        </w:rPr>
        <w:t xml:space="preserve"> 1 - Support to BRDE’s sustainable finance practices</w:t>
      </w:r>
    </w:p>
    <w:p w:rsidR="00CF2A77" w:rsidRDefault="003812CD">
      <w:pPr>
        <w:pStyle w:val="RedaliaSoustitredocument"/>
        <w:tabs>
          <w:tab w:val="left" w:pos="567"/>
        </w:tabs>
        <w:ind w:firstLine="284"/>
      </w:pPr>
      <w:r>
        <w:rPr>
          <w:rFonts w:ascii="Wingdings" w:eastAsia="Wingdings" w:hAnsi="Wingdings" w:cs="Wingdings"/>
          <w:szCs w:val="28"/>
        </w:rPr>
        <w:t></w:t>
      </w:r>
      <w:r>
        <w:rPr>
          <w:lang w:val="en-GB"/>
        </w:rPr>
        <w:t xml:space="preserve"> 2 - Support to BRDE's Asset and Liability Management </w:t>
      </w:r>
    </w:p>
    <w:p w:rsidR="00CF2A77" w:rsidRDefault="003812CD">
      <w:pPr>
        <w:pStyle w:val="RedaliaSoustitredocument"/>
        <w:tabs>
          <w:tab w:val="left" w:pos="567"/>
        </w:tabs>
        <w:ind w:firstLine="284"/>
      </w:pPr>
      <w:r>
        <w:rPr>
          <w:rFonts w:ascii="Wingdings" w:eastAsia="Wingdings" w:hAnsi="Wingdings" w:cs="Wingdings"/>
          <w:szCs w:val="28"/>
        </w:rPr>
        <w:t></w:t>
      </w:r>
      <w:r>
        <w:t xml:space="preserve"> 3 - Support to BRDE’s gender </w:t>
      </w:r>
      <w:r>
        <w:t xml:space="preserve">approach </w:t>
      </w:r>
    </w:p>
    <w:p w:rsidR="00CF2A77" w:rsidRDefault="00CF2A77">
      <w:pPr>
        <w:pStyle w:val="RedaliaSoustitredocument"/>
        <w:tabs>
          <w:tab w:val="left" w:pos="567"/>
        </w:tabs>
        <w:jc w:val="left"/>
        <w:rPr>
          <w:shd w:val="clear" w:color="auto" w:fill="FFFFFF"/>
        </w:rPr>
      </w:pPr>
    </w:p>
    <w:p w:rsidR="00CF2A77" w:rsidRDefault="00CF2A77">
      <w:pPr>
        <w:pStyle w:val="RedaliaNormal"/>
      </w:pPr>
    </w:p>
    <w:p w:rsidR="00CF2A77" w:rsidRDefault="00CF2A77">
      <w:pPr>
        <w:pStyle w:val="RedaliaNormal"/>
      </w:pPr>
    </w:p>
    <w:p w:rsidR="00CF2A77" w:rsidRDefault="00CF2A77">
      <w:pPr>
        <w:pStyle w:val="RedaliaNormal"/>
      </w:pPr>
    </w:p>
    <w:p w:rsidR="00CF2A77" w:rsidRDefault="00CF2A77">
      <w:pPr>
        <w:pStyle w:val="RedaliaNormal"/>
      </w:pPr>
    </w:p>
    <w:p w:rsidR="00CF2A77" w:rsidRDefault="003812CD">
      <w:pPr>
        <w:pStyle w:val="RedaliaSoustitredocument"/>
        <w:tabs>
          <w:tab w:val="left" w:pos="567"/>
        </w:tabs>
        <w:jc w:val="left"/>
      </w:pPr>
      <w:r>
        <w:rPr>
          <w:shd w:val="clear" w:color="auto" w:fill="FFFFFF"/>
        </w:rPr>
        <w:t>Procédure de passation</w:t>
      </w:r>
    </w:p>
    <w:p w:rsidR="00CF2A77" w:rsidRDefault="003812CD">
      <w:pPr>
        <w:pStyle w:val="RedaliaNormal"/>
      </w:pPr>
      <w:r>
        <w:t>Appel d'offres ouvert – En application des articles R. 2124-1, R. 2124-2 1° et R. 2161-2 à R. 2161-5 du Code de la commande publique</w:t>
      </w:r>
    </w:p>
    <w:p w:rsidR="00CF2A77" w:rsidRDefault="00CF2A77">
      <w:pPr>
        <w:pStyle w:val="RedaliaNormal"/>
      </w:pPr>
    </w:p>
    <w:p w:rsidR="00CF2A77" w:rsidRDefault="00CF2A77">
      <w:pPr>
        <w:pStyle w:val="RedaliaNormal"/>
      </w:pPr>
    </w:p>
    <w:p w:rsidR="00CF2A77" w:rsidRDefault="00CF2A77">
      <w:pPr>
        <w:pStyle w:val="RedaliaNormal"/>
      </w:pPr>
    </w:p>
    <w:p w:rsidR="00CF2A77" w:rsidRDefault="00CF2A77">
      <w:pPr>
        <w:pStyle w:val="RedaliaNormal"/>
      </w:pPr>
    </w:p>
    <w:p w:rsidR="00CF2A77" w:rsidRDefault="003812CD">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lastRenderedPageBreak/>
        <w:t>ATTENTION</w:t>
      </w:r>
    </w:p>
    <w:p w:rsidR="00CF2A77" w:rsidRDefault="003812CD">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présent document ne peut être modifié que pour compléter :</w:t>
      </w:r>
    </w:p>
    <w:p w:rsidR="00CF2A77" w:rsidRDefault="00CF2A77">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rsidR="00CF2A77" w:rsidRDefault="003812CD">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L’identification du Titulaire ;</w:t>
      </w:r>
    </w:p>
    <w:p w:rsidR="00CF2A77" w:rsidRDefault="003812CD">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L’article « Prix » ;</w:t>
      </w:r>
    </w:p>
    <w:p w:rsidR="00CF2A77" w:rsidRDefault="003812CD">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Les annexes éventuelles.</w:t>
      </w:r>
    </w:p>
    <w:p w:rsidR="00CF2A77" w:rsidRDefault="003812CD">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choix du lot</w:t>
      </w:r>
    </w:p>
    <w:p w:rsidR="00CF2A77" w:rsidRDefault="003812CD">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L’acceptation de l’avance (le cas échéant)</w:t>
      </w:r>
    </w:p>
    <w:p w:rsidR="00CF2A77" w:rsidRDefault="00CF2A77">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rsidR="00CF2A77" w:rsidRDefault="003812CD">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SOUS PEINE DE REJET DE VOTRE OFFRE</w:t>
      </w:r>
    </w:p>
    <w:p w:rsidR="00CF2A77" w:rsidRDefault="00CF2A77">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p>
    <w:p w:rsidR="00CF2A77" w:rsidRDefault="00CF2A77">
      <w:pPr>
        <w:pStyle w:val="RedaliaNormal"/>
      </w:pPr>
    </w:p>
    <w:p w:rsidR="00CF2A77" w:rsidRDefault="003812CD">
      <w:pPr>
        <w:pStyle w:val="RedaliaNormal"/>
        <w:rPr>
          <w:b/>
          <w:bCs/>
        </w:rPr>
      </w:pPr>
      <w:r>
        <w:rPr>
          <w:b/>
          <w:bCs/>
        </w:rPr>
        <w:t>ENTRE</w:t>
      </w:r>
    </w:p>
    <w:p w:rsidR="00CF2A77" w:rsidRDefault="003812CD">
      <w:pPr>
        <w:pStyle w:val="RedaliaNormal"/>
        <w:rPr>
          <w:b/>
          <w:bCs/>
        </w:rPr>
      </w:pPr>
      <w:r>
        <w:rPr>
          <w:b/>
          <w:bCs/>
        </w:rPr>
        <w:t>L'AGENCE FRANCAISE DE DEVELOPPEMENT (AFD)</w:t>
      </w:r>
    </w:p>
    <w:p w:rsidR="00CF2A77" w:rsidRDefault="003812CD">
      <w:pPr>
        <w:pStyle w:val="RedaliaNormal"/>
      </w:pPr>
      <w:r>
        <w:t>Etablissement public dont le sièg</w:t>
      </w:r>
      <w:r>
        <w:t>e est à PARIS XII - 5, rue Roland Barthes, immatriculé au RCS de Paris sous le numéro B 775 665 599, représenté par les Responsables du Département des Achats Groupe/Division ODA, agissant en vertu des pouvoirs qui leurs ont été conférés à cet effet,</w:t>
      </w:r>
    </w:p>
    <w:p w:rsidR="00CF2A77" w:rsidRDefault="003812CD">
      <w:pPr>
        <w:pStyle w:val="RedaliaNormal"/>
        <w:jc w:val="right"/>
        <w:rPr>
          <w:b/>
          <w:bCs/>
        </w:rPr>
      </w:pPr>
      <w:r>
        <w:rPr>
          <w:b/>
          <w:bCs/>
        </w:rPr>
        <w:t>ci-ap</w:t>
      </w:r>
      <w:r>
        <w:rPr>
          <w:b/>
          <w:bCs/>
        </w:rPr>
        <w:t>rès dénommée « le Pouvoir Adjudicateur » d'une part,</w:t>
      </w:r>
    </w:p>
    <w:p w:rsidR="00CF2A77" w:rsidRDefault="003812CD">
      <w:pPr>
        <w:pStyle w:val="RedaliaNormal"/>
        <w:rPr>
          <w:b/>
          <w:bCs/>
        </w:rPr>
      </w:pPr>
      <w:r>
        <w:rPr>
          <w:b/>
          <w:bCs/>
        </w:rPr>
        <w:t>ET</w:t>
      </w:r>
    </w:p>
    <w:p w:rsidR="00CF2A77" w:rsidRDefault="00CF2A77">
      <w:pPr>
        <w:pStyle w:val="RedaliaNormal"/>
        <w:rPr>
          <w:b/>
          <w:bCs/>
        </w:rPr>
      </w:pPr>
    </w:p>
    <w:p w:rsidR="00CF2A77" w:rsidRDefault="003812CD">
      <w:pPr>
        <w:pStyle w:val="RedaliaNormal"/>
      </w:pPr>
      <w:r>
        <w:rPr>
          <w:b/>
          <w:bCs/>
        </w:rPr>
        <w:t>La société</w:t>
      </w:r>
      <w:r>
        <w:t xml:space="preserve"> _________________, domiciliée __________________________________, inscrite au Registre du Commerce et des Sociétés _________________ sous le numéro RCS_________________</w:t>
      </w:r>
    </w:p>
    <w:p w:rsidR="00CF2A77" w:rsidRDefault="003812CD">
      <w:pPr>
        <w:pStyle w:val="RedaliaNormal"/>
      </w:pPr>
      <w:r>
        <w:t>Représentée par____</w:t>
      </w:r>
      <w:r>
        <w:t>_______</w:t>
      </w:r>
    </w:p>
    <w:p w:rsidR="00CF2A77" w:rsidRDefault="00CF2A77">
      <w:pPr>
        <w:pStyle w:val="RedaliaNormal"/>
      </w:pPr>
    </w:p>
    <w:p w:rsidR="00CF2A77" w:rsidRDefault="003812CD">
      <w:pPr>
        <w:pStyle w:val="RedaliaNormal"/>
      </w:pPr>
      <w:r>
        <w:t>Après avoir pris connaissance du contrat et des documents qui sont mentionnés ci-après,</w:t>
      </w:r>
    </w:p>
    <w:p w:rsidR="00CF2A77" w:rsidRDefault="003812CD">
      <w:pPr>
        <w:pStyle w:val="Redaliapuces"/>
        <w:numPr>
          <w:ilvl w:val="0"/>
          <w:numId w:val="25"/>
        </w:numPr>
      </w:pPr>
      <w:r>
        <w:t xml:space="preserve">JE M'ENGAGE, sans réserve, conformément aux conditions, clauses et prescriptions des documents visés ci-dessus à exécuter les prestations définies ci-après, </w:t>
      </w:r>
      <w:r>
        <w:t>aux conditions qui constituent mon offre.</w:t>
      </w:r>
    </w:p>
    <w:p w:rsidR="00CF2A77" w:rsidRDefault="003812CD">
      <w:pPr>
        <w:pStyle w:val="Redaliapuces"/>
        <w:numPr>
          <w:ilvl w:val="0"/>
          <w:numId w:val="12"/>
        </w:numPr>
      </w:pPr>
      <w:r>
        <w:t>J’AFFIRME, sous peine de résiliation de plein droit du marché, que je suis titulaire d'une police d'assurance garantissant l'ensemble des responsabilités que j'encours.</w:t>
      </w:r>
    </w:p>
    <w:p w:rsidR="00CF2A77" w:rsidRDefault="003812CD">
      <w:pPr>
        <w:pStyle w:val="Redaliapuces"/>
        <w:numPr>
          <w:ilvl w:val="0"/>
          <w:numId w:val="12"/>
        </w:numPr>
      </w:pPr>
      <w:r>
        <w:t>JE CONFIRME, sous peine de résiliation de ple</w:t>
      </w:r>
      <w:r>
        <w:t>in droit du marché, que les sous-traitants proposés sont également titulaires de polices d’assurances garantissant les responsabilités qu’ils encourent.</w:t>
      </w:r>
    </w:p>
    <w:p w:rsidR="00CF2A77" w:rsidRDefault="00CF2A77">
      <w:pPr>
        <w:pStyle w:val="RedaliaNormal"/>
        <w:pageBreakBefore/>
      </w:pPr>
    </w:p>
    <w:p w:rsidR="00CF2A77" w:rsidRDefault="00CF2A77">
      <w:pPr>
        <w:pStyle w:val="RedaliaNormal"/>
      </w:pPr>
    </w:p>
    <w:p w:rsidR="00CF2A77" w:rsidRDefault="003812CD">
      <w:pPr>
        <w:pStyle w:val="RedaliaNormal"/>
        <w:pBdr>
          <w:top w:val="single" w:sz="4" w:space="1" w:color="000000"/>
          <w:left w:val="single" w:sz="4" w:space="4" w:color="000000"/>
          <w:bottom w:val="single" w:sz="4" w:space="1" w:color="000000"/>
          <w:right w:val="single" w:sz="4" w:space="4" w:color="000000"/>
        </w:pBdr>
      </w:pPr>
      <w:bookmarkStart w:id="9" w:name="formcheckbox_off_11"/>
      <w:r>
        <w:rPr>
          <w:rFonts w:ascii="Wingdings" w:eastAsia="Wingdings" w:hAnsi="Wingdings" w:cs="Wingdings"/>
        </w:rPr>
        <w:t></w:t>
      </w:r>
      <w:bookmarkEnd w:id="9"/>
      <w:r>
        <w:t xml:space="preserve"> </w:t>
      </w:r>
      <w:r>
        <w:rPr>
          <w:b/>
        </w:rPr>
        <w:t>Identité et qualité du signataire : Madame/Monsieur ………………………………………..</w:t>
      </w:r>
    </w:p>
    <w:p w:rsidR="00CF2A77" w:rsidRDefault="003812CD">
      <w:pPr>
        <w:pStyle w:val="RedaliaNormal"/>
        <w:pBdr>
          <w:top w:val="single" w:sz="4" w:space="1" w:color="000000"/>
          <w:left w:val="single" w:sz="4" w:space="4" w:color="000000"/>
          <w:bottom w:val="single" w:sz="4" w:space="1" w:color="000000"/>
          <w:right w:val="single" w:sz="4" w:space="4" w:color="000000"/>
        </w:pBdr>
      </w:pPr>
      <w:r>
        <w:t>engage la société ...........</w:t>
      </w:r>
      <w:r>
        <w:t>................................ sur la base de son offre à exécuter les prestations demandées dans les conditions définies ci-après ;</w:t>
      </w:r>
    </w:p>
    <w:p w:rsidR="00CF2A77" w:rsidRDefault="00CF2A77">
      <w:pPr>
        <w:pStyle w:val="RedaliaNormal"/>
      </w:pPr>
    </w:p>
    <w:p w:rsidR="00CF2A77" w:rsidRDefault="003812CD">
      <w:pPr>
        <w:pStyle w:val="RedaliaNormal"/>
        <w:pBdr>
          <w:top w:val="single" w:sz="4" w:space="1" w:color="000000"/>
          <w:left w:val="single" w:sz="4" w:space="4" w:color="000000"/>
          <w:bottom w:val="single" w:sz="4" w:space="1" w:color="000000"/>
          <w:right w:val="single" w:sz="4" w:space="4" w:color="000000"/>
        </w:pBdr>
      </w:pPr>
      <w:bookmarkStart w:id="10" w:name="formcheckbox_off_14"/>
      <w:r>
        <w:rPr>
          <w:rFonts w:ascii="Wingdings" w:eastAsia="Wingdings" w:hAnsi="Wingdings" w:cs="Wingdings"/>
        </w:rPr>
        <w:t></w:t>
      </w:r>
      <w:bookmarkEnd w:id="10"/>
      <w:r>
        <w:t xml:space="preserve"> </w:t>
      </w:r>
      <w:r>
        <w:rPr>
          <w:b/>
        </w:rPr>
        <w:t xml:space="preserve">Identité du mandataire </w:t>
      </w:r>
      <w:r>
        <w:rPr>
          <w:b/>
          <w:vertAlign w:val="superscript"/>
        </w:rPr>
        <w:t>(1) </w:t>
      </w:r>
      <w:r>
        <w:rPr>
          <w:b/>
        </w:rPr>
        <w:t>: Madame/Monsieur ………………………………….</w:t>
      </w:r>
    </w:p>
    <w:p w:rsidR="00CF2A77" w:rsidRDefault="003812CD">
      <w:pPr>
        <w:pStyle w:val="RedaliaNormal"/>
        <w:pBdr>
          <w:top w:val="single" w:sz="4" w:space="1" w:color="000000"/>
          <w:left w:val="single" w:sz="4" w:space="4" w:color="000000"/>
          <w:bottom w:val="single" w:sz="4" w:space="1" w:color="000000"/>
          <w:right w:val="single" w:sz="4" w:space="4" w:color="000000"/>
        </w:pBdr>
      </w:pPr>
      <w:r>
        <w:t xml:space="preserve">                                               </w:t>
      </w:r>
      <w:bookmarkStart w:id="11" w:name="formcheckbox_off_15"/>
      <w:r>
        <w:rPr>
          <w:rFonts w:ascii="Wingdings" w:eastAsia="Wingdings" w:hAnsi="Wingdings" w:cs="Wingdings"/>
        </w:rPr>
        <w:t></w:t>
      </w:r>
      <w:bookmarkEnd w:id="11"/>
      <w:r>
        <w:t xml:space="preserve"> du groupe</w:t>
      </w:r>
      <w:r>
        <w:t>ment solidaire</w:t>
      </w:r>
    </w:p>
    <w:p w:rsidR="00CF2A77" w:rsidRDefault="003812CD">
      <w:pPr>
        <w:pStyle w:val="RedaliaNormal"/>
        <w:pBdr>
          <w:top w:val="single" w:sz="4" w:space="1" w:color="000000"/>
          <w:left w:val="single" w:sz="4" w:space="4" w:color="000000"/>
          <w:bottom w:val="single" w:sz="4" w:space="1" w:color="000000"/>
          <w:right w:val="single" w:sz="4" w:space="4" w:color="000000"/>
        </w:pBdr>
      </w:pPr>
      <w:r>
        <w:t xml:space="preserve">                                               </w:t>
      </w:r>
      <w:bookmarkStart w:id="12" w:name="formcheckbox_off_16"/>
      <w:r>
        <w:rPr>
          <w:rFonts w:ascii="Wingdings" w:eastAsia="Wingdings" w:hAnsi="Wingdings" w:cs="Wingdings"/>
        </w:rPr>
        <w:t></w:t>
      </w:r>
      <w:bookmarkEnd w:id="12"/>
      <w:r>
        <w:t xml:space="preserve"> solidaire du groupement conjoint</w:t>
      </w:r>
    </w:p>
    <w:p w:rsidR="00CF2A77" w:rsidRDefault="003812CD">
      <w:pPr>
        <w:pStyle w:val="RedaliaNormal"/>
        <w:pBdr>
          <w:top w:val="single" w:sz="4" w:space="1" w:color="000000"/>
          <w:left w:val="single" w:sz="4" w:space="4" w:color="000000"/>
          <w:bottom w:val="single" w:sz="4" w:space="1" w:color="000000"/>
          <w:right w:val="single" w:sz="4" w:space="4" w:color="000000"/>
        </w:pBdr>
      </w:pPr>
      <w:r>
        <w:t>s’engage pour l’ensemble des prestataires groupés désignés dans l’annexe ci-jointe</w:t>
      </w:r>
      <w:r>
        <w:rPr>
          <w:vertAlign w:val="superscript"/>
        </w:rPr>
        <w:t xml:space="preserve"> </w:t>
      </w:r>
      <w:r>
        <w:t>à exécuter les prestations demandées dans les conditions définies ci-après ;</w:t>
      </w:r>
    </w:p>
    <w:p w:rsidR="00CF2A77" w:rsidRDefault="00CF2A77">
      <w:pPr>
        <w:pStyle w:val="RedaliaNormal"/>
      </w:pPr>
    </w:p>
    <w:p w:rsidR="00CF2A77" w:rsidRDefault="00CF2A77">
      <w:pPr>
        <w:pStyle w:val="RedaliaNormal"/>
      </w:pPr>
    </w:p>
    <w:p w:rsidR="00CF2A77" w:rsidRDefault="003812CD">
      <w:pPr>
        <w:pStyle w:val="RedaliaNormal"/>
        <w:jc w:val="left"/>
      </w:pPr>
      <w:r>
        <w:t>Nom commercial et dénomination sociale du candidat :</w:t>
      </w:r>
    </w:p>
    <w:p w:rsidR="00CF2A77" w:rsidRDefault="003812CD">
      <w:pPr>
        <w:pStyle w:val="RedaliaNormal"/>
        <w:jc w:val="left"/>
      </w:pPr>
      <w:r>
        <w:t>……………………………………………………………………………………………………………</w:t>
      </w:r>
    </w:p>
    <w:p w:rsidR="00CF2A77" w:rsidRDefault="003812CD">
      <w:pPr>
        <w:pStyle w:val="RedaliaNormal"/>
        <w:jc w:val="left"/>
      </w:pPr>
      <w:r>
        <w:t>Adresse de l’établissement :</w:t>
      </w:r>
    </w:p>
    <w:p w:rsidR="00CF2A77" w:rsidRDefault="003812CD">
      <w:pPr>
        <w:pStyle w:val="RedaliaNormal"/>
        <w:jc w:val="left"/>
      </w:pPr>
      <w:r>
        <w:t>…………………………………………………………………………………………………………...</w:t>
      </w:r>
    </w:p>
    <w:p w:rsidR="00CF2A77" w:rsidRDefault="003812CD">
      <w:pPr>
        <w:pStyle w:val="RedaliaNormal"/>
        <w:jc w:val="left"/>
      </w:pPr>
      <w:r>
        <w:t>...…………………………………………………………………………………………………………</w:t>
      </w:r>
    </w:p>
    <w:p w:rsidR="00CF2A77" w:rsidRDefault="003812CD">
      <w:pPr>
        <w:pStyle w:val="RedaliaNormal"/>
        <w:jc w:val="left"/>
      </w:pPr>
      <w:r>
        <w:t>…………………………………………………………………………………………………………...</w:t>
      </w:r>
    </w:p>
    <w:p w:rsidR="00CF2A77" w:rsidRDefault="003812CD">
      <w:pPr>
        <w:pStyle w:val="RedaliaNormal"/>
        <w:jc w:val="left"/>
      </w:pPr>
      <w:r>
        <w:t xml:space="preserve">Adresse du siège social : </w:t>
      </w:r>
      <w:r>
        <w:rPr>
          <w:i/>
          <w:iCs/>
          <w:sz w:val="18"/>
          <w:szCs w:val="16"/>
        </w:rPr>
        <w:t>(si différente de l’établissement)</w:t>
      </w:r>
    </w:p>
    <w:p w:rsidR="00CF2A77" w:rsidRDefault="003812CD">
      <w:pPr>
        <w:pStyle w:val="RedaliaNormal"/>
        <w:jc w:val="left"/>
      </w:pPr>
      <w:r>
        <w:t>…………………………………………………………………………………………………………...</w:t>
      </w:r>
    </w:p>
    <w:p w:rsidR="00CF2A77" w:rsidRDefault="003812CD">
      <w:pPr>
        <w:pStyle w:val="RedaliaNormal"/>
        <w:jc w:val="left"/>
      </w:pPr>
      <w:r>
        <w:t>.…………………………………………………………………………………………………………..</w:t>
      </w:r>
    </w:p>
    <w:p w:rsidR="00CF2A77" w:rsidRDefault="003812CD">
      <w:pPr>
        <w:pStyle w:val="RedaliaNormal"/>
      </w:pPr>
      <w:r>
        <w:t>………………………………………………………………………………………………………...…</w:t>
      </w:r>
    </w:p>
    <w:p w:rsidR="00CF2A77" w:rsidRDefault="003812CD">
      <w:pPr>
        <w:pStyle w:val="RedaliaNormal"/>
      </w:pPr>
      <w:r>
        <w:t xml:space="preserve">Adresse </w:t>
      </w:r>
      <w:r>
        <w:t>électronique générique (</w:t>
      </w:r>
      <w:r>
        <w:rPr>
          <w:i/>
          <w:iCs/>
        </w:rPr>
        <w:t>il est recommandé d’utiliser une adresse mail générique valable pour toute la durée du marché ou de l’accord-cadre</w:t>
      </w:r>
      <w:r>
        <w:t>) : ………………………………..</w:t>
      </w:r>
    </w:p>
    <w:p w:rsidR="00CF2A77" w:rsidRDefault="003812CD">
      <w:pPr>
        <w:pStyle w:val="RedaliaNormal"/>
        <w:jc w:val="left"/>
      </w:pPr>
      <w:r>
        <w:t>Téléphone : ...................................................</w:t>
      </w:r>
    </w:p>
    <w:p w:rsidR="00CF2A77" w:rsidRDefault="003812CD">
      <w:pPr>
        <w:pStyle w:val="RedaliaNormal"/>
        <w:jc w:val="left"/>
      </w:pPr>
      <w:r>
        <w:t>N° SIRET (ou n° d’immatriculation é</w:t>
      </w:r>
      <w:r>
        <w:t>quivalent dans le pays concerné): .........................................................</w:t>
      </w:r>
    </w:p>
    <w:p w:rsidR="00CF2A77" w:rsidRDefault="003812CD">
      <w:pPr>
        <w:pStyle w:val="RedaliaNormal"/>
        <w:jc w:val="left"/>
      </w:pPr>
      <w:r>
        <w:t>APE : ............................................................</w:t>
      </w:r>
    </w:p>
    <w:p w:rsidR="00CF2A77" w:rsidRDefault="003812CD">
      <w:pPr>
        <w:pStyle w:val="RedaliaNormal"/>
        <w:jc w:val="left"/>
      </w:pPr>
      <w:r>
        <w:t>N° de TVA intracommunautaire : .........................................................</w:t>
      </w:r>
    </w:p>
    <w:p w:rsidR="00CF2A77" w:rsidRDefault="00CF2A77">
      <w:pPr>
        <w:pStyle w:val="RedaliaNormal"/>
      </w:pPr>
    </w:p>
    <w:p w:rsidR="00CF2A77" w:rsidRDefault="003812CD">
      <w:pPr>
        <w:pStyle w:val="RedaliaNormal"/>
        <w:jc w:val="right"/>
        <w:rPr>
          <w:b/>
          <w:bCs/>
        </w:rPr>
      </w:pPr>
      <w:r>
        <w:rPr>
          <w:b/>
          <w:bCs/>
        </w:rPr>
        <w:t>ci-aprè</w:t>
      </w:r>
      <w:r>
        <w:rPr>
          <w:b/>
          <w:bCs/>
        </w:rPr>
        <w:t>s dénommée « le Titulaire » d’autre part,</w:t>
      </w:r>
    </w:p>
    <w:p w:rsidR="00CF2A77" w:rsidRDefault="00CF2A77">
      <w:pPr>
        <w:pStyle w:val="RedaliaNormal"/>
      </w:pPr>
    </w:p>
    <w:p w:rsidR="00CF2A77" w:rsidRDefault="00CF2A77">
      <w:pPr>
        <w:pStyle w:val="RedaliaNormal"/>
      </w:pPr>
    </w:p>
    <w:p w:rsidR="00CF2A77" w:rsidRDefault="003812CD">
      <w:pPr>
        <w:pStyle w:val="RedaliaNormal"/>
        <w:jc w:val="center"/>
        <w:rPr>
          <w:b/>
          <w:bCs/>
        </w:rPr>
      </w:pPr>
      <w:r>
        <w:rPr>
          <w:b/>
          <w:bCs/>
        </w:rPr>
        <w:t>IL A ETE CONVENU ET ARRETE CE QUI SUIT :</w:t>
      </w:r>
    </w:p>
    <w:p w:rsidR="00CF2A77" w:rsidRDefault="00CF2A77"/>
    <w:p w:rsidR="00CF2A77" w:rsidRDefault="003812CD">
      <w:pPr>
        <w:pStyle w:val="RdaliaTitredossier"/>
        <w:pageBreakBefore/>
      </w:pPr>
      <w:r>
        <w:lastRenderedPageBreak/>
        <w:t>Sommaire</w:t>
      </w:r>
    </w:p>
    <w:p w:rsidR="00CF2A77" w:rsidRDefault="00CF2A77"/>
    <w:p w:rsidR="00CF2A77" w:rsidRDefault="003812CD">
      <w:pPr>
        <w:pStyle w:val="TM1"/>
        <w:tabs>
          <w:tab w:val="right" w:leader="dot" w:pos="601"/>
        </w:tabs>
      </w:pPr>
      <w:r>
        <w:rPr>
          <w:b w:val="0"/>
          <w:kern w:val="0"/>
          <w:sz w:val="22"/>
        </w:rPr>
        <w:fldChar w:fldCharType="begin"/>
      </w:r>
      <w:r>
        <w:instrText xml:space="preserve"> TOC \o "1-2" \u \h </w:instrText>
      </w:r>
      <w:r>
        <w:rPr>
          <w:b w:val="0"/>
          <w:kern w:val="0"/>
          <w:sz w:val="22"/>
        </w:rPr>
        <w:fldChar w:fldCharType="separate"/>
      </w:r>
      <w:hyperlink r:id="rId8" w:history="1">
        <w:r>
          <w:rPr>
            <w:rStyle w:val="Lienhypertexte"/>
          </w:rPr>
          <w:t>1.</w:t>
        </w:r>
        <w:r>
          <w:rPr>
            <w:rFonts w:ascii="Calibri" w:eastAsia="Times New Roman" w:hAnsi="Calibri" w:cs="Times New Roman"/>
            <w:b w:val="0"/>
            <w:kern w:val="0"/>
            <w:sz w:val="22"/>
            <w:szCs w:val="22"/>
          </w:rPr>
          <w:tab/>
        </w:r>
        <w:r>
          <w:rPr>
            <w:rStyle w:val="Lienhypertexte"/>
          </w:rPr>
          <w:t>Préambule</w:t>
        </w:r>
        <w:r>
          <w:tab/>
          <w:t>6</w:t>
        </w:r>
      </w:hyperlink>
    </w:p>
    <w:p w:rsidR="00CF2A77" w:rsidRDefault="003812CD">
      <w:pPr>
        <w:pStyle w:val="TM2"/>
        <w:tabs>
          <w:tab w:val="right" w:leader="dot" w:pos="799"/>
        </w:tabs>
      </w:pPr>
      <w:hyperlink r:id="rId9" w:history="1">
        <w:r>
          <w:rPr>
            <w:rStyle w:val="Lienhypertexte"/>
          </w:rPr>
          <w:t>1.1</w:t>
        </w:r>
        <w:r>
          <w:rPr>
            <w:rFonts w:ascii="Calibri" w:eastAsia="Times New Roman" w:hAnsi="Calibri" w:cs="Times New Roman"/>
            <w:szCs w:val="22"/>
          </w:rPr>
          <w:tab/>
        </w:r>
        <w:r>
          <w:rPr>
            <w:rStyle w:val="Lienhypertexte"/>
          </w:rPr>
          <w:t>Présentation du pouvoir adjudicateur</w:t>
        </w:r>
        <w:r>
          <w:tab/>
          <w:t>6</w:t>
        </w:r>
      </w:hyperlink>
    </w:p>
    <w:p w:rsidR="00CF2A77" w:rsidRDefault="003812CD">
      <w:pPr>
        <w:pStyle w:val="TM2"/>
        <w:tabs>
          <w:tab w:val="right" w:leader="dot" w:pos="799"/>
        </w:tabs>
      </w:pPr>
      <w:hyperlink r:id="rId10" w:history="1">
        <w:r>
          <w:rPr>
            <w:rStyle w:val="Lienhypertexte"/>
          </w:rPr>
          <w:t>1.2</w:t>
        </w:r>
        <w:r>
          <w:rPr>
            <w:rFonts w:ascii="Calibri" w:eastAsia="Times New Roman" w:hAnsi="Calibri" w:cs="Times New Roman"/>
            <w:szCs w:val="22"/>
          </w:rPr>
          <w:tab/>
        </w:r>
        <w:r>
          <w:rPr>
            <w:rStyle w:val="Lienhypertexte"/>
          </w:rPr>
          <w:t>Définitions</w:t>
        </w:r>
        <w:r>
          <w:tab/>
          <w:t>6</w:t>
        </w:r>
      </w:hyperlink>
    </w:p>
    <w:p w:rsidR="00CF2A77" w:rsidRDefault="003812CD">
      <w:pPr>
        <w:pStyle w:val="TM1"/>
        <w:tabs>
          <w:tab w:val="right" w:leader="dot" w:pos="601"/>
        </w:tabs>
      </w:pPr>
      <w:hyperlink r:id="rId11" w:history="1">
        <w:r>
          <w:rPr>
            <w:rStyle w:val="Lienhypertexte"/>
          </w:rPr>
          <w:t>2.</w:t>
        </w:r>
        <w:r>
          <w:rPr>
            <w:rFonts w:ascii="Calibri" w:eastAsia="Times New Roman" w:hAnsi="Calibri" w:cs="Times New Roman"/>
            <w:b w:val="0"/>
            <w:kern w:val="0"/>
            <w:sz w:val="22"/>
            <w:szCs w:val="22"/>
          </w:rPr>
          <w:tab/>
        </w:r>
        <w:r>
          <w:rPr>
            <w:rStyle w:val="Lienhypertexte"/>
          </w:rPr>
          <w:t>Objet du Contrat- Dispositions générales</w:t>
        </w:r>
        <w:r>
          <w:tab/>
          <w:t>8</w:t>
        </w:r>
      </w:hyperlink>
    </w:p>
    <w:p w:rsidR="00CF2A77" w:rsidRDefault="003812CD">
      <w:pPr>
        <w:pStyle w:val="TM2"/>
        <w:tabs>
          <w:tab w:val="right" w:leader="dot" w:pos="799"/>
        </w:tabs>
      </w:pPr>
      <w:hyperlink r:id="rId12" w:history="1">
        <w:r>
          <w:rPr>
            <w:rStyle w:val="Lienhypertexte"/>
          </w:rPr>
          <w:t>2.1</w:t>
        </w:r>
        <w:r>
          <w:rPr>
            <w:rFonts w:ascii="Calibri" w:eastAsia="Times New Roman" w:hAnsi="Calibri" w:cs="Times New Roman"/>
            <w:szCs w:val="22"/>
          </w:rPr>
          <w:tab/>
        </w:r>
        <w:r>
          <w:rPr>
            <w:rStyle w:val="Lienhypertexte"/>
          </w:rPr>
          <w:t>Objet du Contrat</w:t>
        </w:r>
        <w:r>
          <w:tab/>
          <w:t>8</w:t>
        </w:r>
      </w:hyperlink>
    </w:p>
    <w:p w:rsidR="00CF2A77" w:rsidRDefault="003812CD">
      <w:pPr>
        <w:pStyle w:val="TM2"/>
        <w:tabs>
          <w:tab w:val="right" w:leader="dot" w:pos="799"/>
        </w:tabs>
      </w:pPr>
      <w:hyperlink r:id="rId13" w:history="1">
        <w:r>
          <w:rPr>
            <w:rStyle w:val="Lienhypertexte"/>
          </w:rPr>
          <w:t>2.2</w:t>
        </w:r>
        <w:r>
          <w:rPr>
            <w:rFonts w:ascii="Calibri" w:eastAsia="Times New Roman" w:hAnsi="Calibri" w:cs="Times New Roman"/>
            <w:szCs w:val="22"/>
          </w:rPr>
          <w:tab/>
        </w:r>
        <w:r>
          <w:rPr>
            <w:rStyle w:val="Lienhypertexte"/>
          </w:rPr>
          <w:t xml:space="preserve">Décomposition en lots et fractionnement à bons de </w:t>
        </w:r>
        <w:r>
          <w:rPr>
            <w:rStyle w:val="Lienhypertexte"/>
          </w:rPr>
          <w:t>commande</w:t>
        </w:r>
        <w:r>
          <w:tab/>
          <w:t>8</w:t>
        </w:r>
      </w:hyperlink>
    </w:p>
    <w:p w:rsidR="00CF2A77" w:rsidRDefault="003812CD">
      <w:pPr>
        <w:pStyle w:val="TM2"/>
        <w:tabs>
          <w:tab w:val="right" w:leader="dot" w:pos="799"/>
        </w:tabs>
      </w:pPr>
      <w:hyperlink r:id="rId14" w:history="1">
        <w:r>
          <w:rPr>
            <w:rStyle w:val="Lienhypertexte"/>
          </w:rPr>
          <w:t>2.3</w:t>
        </w:r>
        <w:r>
          <w:rPr>
            <w:rFonts w:ascii="Calibri" w:eastAsia="Times New Roman" w:hAnsi="Calibri" w:cs="Times New Roman"/>
            <w:szCs w:val="22"/>
          </w:rPr>
          <w:tab/>
        </w:r>
        <w:r>
          <w:rPr>
            <w:rStyle w:val="Lienhypertexte"/>
          </w:rPr>
          <w:t>Conditions de passation des bons de commande</w:t>
        </w:r>
        <w:r>
          <w:tab/>
          <w:t>8</w:t>
        </w:r>
      </w:hyperlink>
    </w:p>
    <w:p w:rsidR="00CF2A77" w:rsidRDefault="003812CD">
      <w:pPr>
        <w:pStyle w:val="TM2"/>
        <w:tabs>
          <w:tab w:val="right" w:leader="dot" w:pos="799"/>
        </w:tabs>
      </w:pPr>
      <w:hyperlink r:id="rId15" w:history="1">
        <w:r>
          <w:rPr>
            <w:rStyle w:val="Lienhypertexte"/>
          </w:rPr>
          <w:t>2.4</w:t>
        </w:r>
        <w:r>
          <w:rPr>
            <w:rFonts w:ascii="Calibri" w:eastAsia="Times New Roman" w:hAnsi="Calibri" w:cs="Times New Roman"/>
            <w:szCs w:val="22"/>
          </w:rPr>
          <w:tab/>
        </w:r>
        <w:r>
          <w:rPr>
            <w:rStyle w:val="Lienhypertexte"/>
          </w:rPr>
          <w:t>Durée de l'accord-cadre</w:t>
        </w:r>
        <w:r>
          <w:tab/>
          <w:t>9</w:t>
        </w:r>
      </w:hyperlink>
    </w:p>
    <w:p w:rsidR="00CF2A77" w:rsidRDefault="003812CD">
      <w:pPr>
        <w:pStyle w:val="TM2"/>
        <w:tabs>
          <w:tab w:val="right" w:leader="dot" w:pos="799"/>
        </w:tabs>
      </w:pPr>
      <w:hyperlink r:id="rId16" w:history="1">
        <w:r>
          <w:rPr>
            <w:rStyle w:val="Lienhypertexte"/>
          </w:rPr>
          <w:t>2.5</w:t>
        </w:r>
        <w:r>
          <w:rPr>
            <w:rFonts w:ascii="Calibri" w:eastAsia="Times New Roman" w:hAnsi="Calibri" w:cs="Times New Roman"/>
            <w:szCs w:val="22"/>
          </w:rPr>
          <w:tab/>
        </w:r>
        <w:r>
          <w:rPr>
            <w:rStyle w:val="Lienhypertexte"/>
          </w:rPr>
          <w:t>Sous-traitance</w:t>
        </w:r>
        <w:r>
          <w:tab/>
          <w:t>9</w:t>
        </w:r>
      </w:hyperlink>
    </w:p>
    <w:p w:rsidR="00CF2A77" w:rsidRDefault="003812CD">
      <w:pPr>
        <w:pStyle w:val="TM2"/>
        <w:tabs>
          <w:tab w:val="right" w:leader="dot" w:pos="799"/>
        </w:tabs>
      </w:pPr>
      <w:hyperlink r:id="rId17" w:history="1">
        <w:r>
          <w:rPr>
            <w:rStyle w:val="Lienhypertexte"/>
          </w:rPr>
          <w:t>2.6</w:t>
        </w:r>
        <w:r>
          <w:rPr>
            <w:rFonts w:ascii="Calibri" w:eastAsia="Times New Roman" w:hAnsi="Calibri" w:cs="Times New Roman"/>
            <w:szCs w:val="22"/>
          </w:rPr>
          <w:tab/>
        </w:r>
        <w:r>
          <w:rPr>
            <w:rStyle w:val="Lienhypertexte"/>
          </w:rPr>
          <w:t>Modificatio</w:t>
        </w:r>
        <w:r>
          <w:rPr>
            <w:rStyle w:val="Lienhypertexte"/>
          </w:rPr>
          <w:t>n du contrat - Clause de réexamen</w:t>
        </w:r>
        <w:r>
          <w:tab/>
          <w:t>9</w:t>
        </w:r>
      </w:hyperlink>
    </w:p>
    <w:p w:rsidR="00CF2A77" w:rsidRDefault="003812CD">
      <w:pPr>
        <w:pStyle w:val="TM2"/>
        <w:tabs>
          <w:tab w:val="right" w:leader="dot" w:pos="799"/>
        </w:tabs>
      </w:pPr>
      <w:hyperlink r:id="rId18" w:history="1">
        <w:r>
          <w:rPr>
            <w:rStyle w:val="Lienhypertexte"/>
          </w:rPr>
          <w:t>2.7</w:t>
        </w:r>
        <w:r>
          <w:rPr>
            <w:rFonts w:ascii="Calibri" w:eastAsia="Times New Roman" w:hAnsi="Calibri" w:cs="Times New Roman"/>
            <w:szCs w:val="22"/>
          </w:rPr>
          <w:tab/>
        </w:r>
        <w:r>
          <w:rPr>
            <w:rStyle w:val="Lienhypertexte"/>
          </w:rPr>
          <w:t>Prestations similaires</w:t>
        </w:r>
        <w:r>
          <w:tab/>
          <w:t>9</w:t>
        </w:r>
      </w:hyperlink>
    </w:p>
    <w:p w:rsidR="00CF2A77" w:rsidRDefault="003812CD">
      <w:pPr>
        <w:pStyle w:val="TM1"/>
        <w:tabs>
          <w:tab w:val="right" w:leader="dot" w:pos="601"/>
        </w:tabs>
      </w:pPr>
      <w:hyperlink r:id="rId19" w:history="1">
        <w:r>
          <w:rPr>
            <w:rStyle w:val="Lienhypertexte"/>
          </w:rPr>
          <w:t>3.</w:t>
        </w:r>
        <w:r>
          <w:rPr>
            <w:rFonts w:ascii="Calibri" w:eastAsia="Times New Roman" w:hAnsi="Calibri" w:cs="Times New Roman"/>
            <w:b w:val="0"/>
            <w:kern w:val="0"/>
            <w:sz w:val="22"/>
            <w:szCs w:val="22"/>
          </w:rPr>
          <w:tab/>
        </w:r>
        <w:r>
          <w:rPr>
            <w:rStyle w:val="Lienhypertexte"/>
          </w:rPr>
          <w:t>Pièces constitutives du contrat</w:t>
        </w:r>
        <w:r>
          <w:tab/>
          <w:t>10</w:t>
        </w:r>
      </w:hyperlink>
    </w:p>
    <w:p w:rsidR="00CF2A77" w:rsidRDefault="003812CD">
      <w:pPr>
        <w:pStyle w:val="TM1"/>
        <w:tabs>
          <w:tab w:val="right" w:leader="dot" w:pos="601"/>
        </w:tabs>
      </w:pPr>
      <w:hyperlink r:id="rId20" w:history="1">
        <w:r>
          <w:rPr>
            <w:rStyle w:val="Lienhypertexte"/>
          </w:rPr>
          <w:t>4.</w:t>
        </w:r>
        <w:r>
          <w:rPr>
            <w:rFonts w:ascii="Calibri" w:eastAsia="Times New Roman" w:hAnsi="Calibri" w:cs="Times New Roman"/>
            <w:b w:val="0"/>
            <w:kern w:val="0"/>
            <w:sz w:val="22"/>
            <w:szCs w:val="22"/>
          </w:rPr>
          <w:tab/>
        </w:r>
        <w:r>
          <w:rPr>
            <w:rStyle w:val="Lienhypertexte"/>
          </w:rPr>
          <w:t>Conditions d’exécution des prestations</w:t>
        </w:r>
        <w:r>
          <w:tab/>
          <w:t>10</w:t>
        </w:r>
      </w:hyperlink>
    </w:p>
    <w:p w:rsidR="00CF2A77" w:rsidRDefault="003812CD">
      <w:pPr>
        <w:pStyle w:val="TM2"/>
        <w:tabs>
          <w:tab w:val="right" w:leader="dot" w:pos="799"/>
        </w:tabs>
      </w:pPr>
      <w:hyperlink r:id="rId21" w:history="1">
        <w:r>
          <w:rPr>
            <w:rStyle w:val="Lienhypertexte"/>
          </w:rPr>
          <w:t>4.1</w:t>
        </w:r>
        <w:r>
          <w:rPr>
            <w:rFonts w:ascii="Calibri" w:eastAsia="Times New Roman" w:hAnsi="Calibri" w:cs="Times New Roman"/>
            <w:szCs w:val="22"/>
          </w:rPr>
          <w:tab/>
        </w:r>
        <w:r>
          <w:rPr>
            <w:rStyle w:val="Lienhypertexte"/>
          </w:rPr>
          <w:t>Personnel affecté à la mission</w:t>
        </w:r>
        <w:r>
          <w:tab/>
          <w:t>10</w:t>
        </w:r>
      </w:hyperlink>
    </w:p>
    <w:p w:rsidR="00CF2A77" w:rsidRDefault="003812CD">
      <w:pPr>
        <w:pStyle w:val="TM2"/>
        <w:tabs>
          <w:tab w:val="right" w:leader="dot" w:pos="799"/>
        </w:tabs>
      </w:pPr>
      <w:hyperlink r:id="rId22" w:history="1">
        <w:r>
          <w:rPr>
            <w:rStyle w:val="Lienhypertexte"/>
          </w:rPr>
          <w:t>4.2</w:t>
        </w:r>
        <w:r>
          <w:rPr>
            <w:rFonts w:ascii="Calibri" w:eastAsia="Times New Roman" w:hAnsi="Calibri" w:cs="Times New Roman"/>
            <w:szCs w:val="22"/>
          </w:rPr>
          <w:tab/>
        </w:r>
        <w:r>
          <w:rPr>
            <w:rStyle w:val="Lienhypertexte"/>
          </w:rPr>
          <w:t>Spécifications techniques RSE et exécution du Contrat</w:t>
        </w:r>
        <w:r>
          <w:tab/>
          <w:t>11</w:t>
        </w:r>
      </w:hyperlink>
    </w:p>
    <w:p w:rsidR="00CF2A77" w:rsidRDefault="003812CD">
      <w:pPr>
        <w:pStyle w:val="TM2"/>
        <w:tabs>
          <w:tab w:val="right" w:leader="dot" w:pos="799"/>
        </w:tabs>
      </w:pPr>
      <w:hyperlink r:id="rId23" w:history="1">
        <w:r>
          <w:rPr>
            <w:rStyle w:val="Lienhypertexte"/>
          </w:rPr>
          <w:t>4.3</w:t>
        </w:r>
        <w:r>
          <w:rPr>
            <w:rFonts w:ascii="Calibri" w:eastAsia="Times New Roman" w:hAnsi="Calibri" w:cs="Times New Roman"/>
            <w:szCs w:val="22"/>
          </w:rPr>
          <w:tab/>
        </w:r>
        <w:r>
          <w:rPr>
            <w:rStyle w:val="Lienhypertexte"/>
          </w:rPr>
          <w:t>Sûreté</w:t>
        </w:r>
        <w:r>
          <w:tab/>
          <w:t>12</w:t>
        </w:r>
      </w:hyperlink>
    </w:p>
    <w:p w:rsidR="00CF2A77" w:rsidRDefault="003812CD">
      <w:pPr>
        <w:pStyle w:val="TM2"/>
        <w:tabs>
          <w:tab w:val="right" w:leader="dot" w:pos="799"/>
        </w:tabs>
      </w:pPr>
      <w:hyperlink r:id="rId24" w:history="1">
        <w:r>
          <w:rPr>
            <w:rStyle w:val="Lienhypertexte"/>
          </w:rPr>
          <w:t>4.4</w:t>
        </w:r>
        <w:r>
          <w:rPr>
            <w:rFonts w:ascii="Calibri" w:eastAsia="Times New Roman" w:hAnsi="Calibri" w:cs="Times New Roman"/>
            <w:szCs w:val="22"/>
          </w:rPr>
          <w:tab/>
        </w:r>
        <w:r>
          <w:rPr>
            <w:rStyle w:val="Lienhypertexte"/>
          </w:rPr>
          <w:t xml:space="preserve">Suspension </w:t>
        </w:r>
        <w:r>
          <w:rPr>
            <w:rStyle w:val="Lienhypertexte"/>
          </w:rPr>
          <w:t>pour motif de risque grave et imminent</w:t>
        </w:r>
        <w:r>
          <w:tab/>
          <w:t>12</w:t>
        </w:r>
      </w:hyperlink>
    </w:p>
    <w:p w:rsidR="00CF2A77" w:rsidRDefault="003812CD">
      <w:pPr>
        <w:pStyle w:val="TM1"/>
        <w:tabs>
          <w:tab w:val="right" w:leader="dot" w:pos="601"/>
        </w:tabs>
      </w:pPr>
      <w:hyperlink r:id="rId25" w:history="1">
        <w:r>
          <w:rPr>
            <w:rStyle w:val="Lienhypertexte"/>
          </w:rPr>
          <w:t>5.</w:t>
        </w:r>
        <w:r>
          <w:rPr>
            <w:rFonts w:ascii="Calibri" w:eastAsia="Times New Roman" w:hAnsi="Calibri" w:cs="Times New Roman"/>
            <w:b w:val="0"/>
            <w:kern w:val="0"/>
            <w:sz w:val="22"/>
            <w:szCs w:val="22"/>
          </w:rPr>
          <w:tab/>
        </w:r>
        <w:r>
          <w:rPr>
            <w:rStyle w:val="Lienhypertexte"/>
          </w:rPr>
          <w:t>Prix et variation des prix</w:t>
        </w:r>
        <w:r>
          <w:tab/>
          <w:t>13</w:t>
        </w:r>
      </w:hyperlink>
    </w:p>
    <w:p w:rsidR="00CF2A77" w:rsidRDefault="003812CD">
      <w:pPr>
        <w:pStyle w:val="TM2"/>
        <w:tabs>
          <w:tab w:val="right" w:leader="dot" w:pos="799"/>
        </w:tabs>
      </w:pPr>
      <w:hyperlink r:id="rId26" w:history="1">
        <w:r>
          <w:rPr>
            <w:rStyle w:val="Lienhypertexte"/>
          </w:rPr>
          <w:t>5.1</w:t>
        </w:r>
        <w:r>
          <w:rPr>
            <w:rFonts w:ascii="Calibri" w:eastAsia="Times New Roman" w:hAnsi="Calibri" w:cs="Times New Roman"/>
            <w:szCs w:val="22"/>
          </w:rPr>
          <w:tab/>
        </w:r>
        <w:r>
          <w:rPr>
            <w:rStyle w:val="Lienhypertexte"/>
          </w:rPr>
          <w:t>Mode d’établissement des prix du Contrat</w:t>
        </w:r>
        <w:r>
          <w:tab/>
          <w:t>14</w:t>
        </w:r>
      </w:hyperlink>
    </w:p>
    <w:p w:rsidR="00CF2A77" w:rsidRDefault="003812CD">
      <w:pPr>
        <w:pStyle w:val="TM2"/>
        <w:tabs>
          <w:tab w:val="right" w:leader="dot" w:pos="799"/>
        </w:tabs>
      </w:pPr>
      <w:hyperlink r:id="rId27" w:history="1">
        <w:r>
          <w:rPr>
            <w:rStyle w:val="Lienhypertexte"/>
          </w:rPr>
          <w:t>5.2</w:t>
        </w:r>
        <w:r>
          <w:rPr>
            <w:rFonts w:ascii="Calibri" w:eastAsia="Times New Roman" w:hAnsi="Calibri" w:cs="Times New Roman"/>
            <w:szCs w:val="22"/>
          </w:rPr>
          <w:tab/>
        </w:r>
        <w:r>
          <w:rPr>
            <w:rStyle w:val="Lienhypertexte"/>
          </w:rPr>
          <w:t>Contenu des prix</w:t>
        </w:r>
        <w:r>
          <w:tab/>
          <w:t>14</w:t>
        </w:r>
      </w:hyperlink>
    </w:p>
    <w:p w:rsidR="00CF2A77" w:rsidRDefault="003812CD">
      <w:pPr>
        <w:pStyle w:val="TM2"/>
        <w:tabs>
          <w:tab w:val="right" w:leader="dot" w:pos="799"/>
        </w:tabs>
      </w:pPr>
      <w:hyperlink r:id="rId28" w:history="1">
        <w:r>
          <w:rPr>
            <w:rStyle w:val="Lienhypertexte"/>
          </w:rPr>
          <w:t>5.3</w:t>
        </w:r>
        <w:r>
          <w:rPr>
            <w:rFonts w:ascii="Calibri" w:eastAsia="Times New Roman" w:hAnsi="Calibri" w:cs="Times New Roman"/>
            <w:szCs w:val="22"/>
          </w:rPr>
          <w:tab/>
        </w:r>
        <w:r>
          <w:rPr>
            <w:rStyle w:val="Lienhypertexte"/>
          </w:rPr>
          <w:t>Concernant les frais de missions</w:t>
        </w:r>
        <w:r>
          <w:tab/>
          <w:t>14</w:t>
        </w:r>
      </w:hyperlink>
    </w:p>
    <w:p w:rsidR="00CF2A77" w:rsidRDefault="003812CD">
      <w:pPr>
        <w:pStyle w:val="TM2"/>
        <w:tabs>
          <w:tab w:val="right" w:leader="dot" w:pos="799"/>
        </w:tabs>
      </w:pPr>
      <w:hyperlink r:id="rId29" w:history="1">
        <w:r>
          <w:rPr>
            <w:rStyle w:val="Lienhypertexte"/>
          </w:rPr>
          <w:t>5.4</w:t>
        </w:r>
        <w:r>
          <w:rPr>
            <w:rFonts w:ascii="Calibri" w:eastAsia="Times New Roman" w:hAnsi="Calibri" w:cs="Times New Roman"/>
            <w:szCs w:val="22"/>
          </w:rPr>
          <w:tab/>
        </w:r>
        <w:r>
          <w:rPr>
            <w:rStyle w:val="Lienhypertexte"/>
          </w:rPr>
          <w:t>Variation du prix</w:t>
        </w:r>
        <w:r>
          <w:tab/>
          <w:t>15</w:t>
        </w:r>
      </w:hyperlink>
    </w:p>
    <w:p w:rsidR="00CF2A77" w:rsidRDefault="003812CD">
      <w:pPr>
        <w:pStyle w:val="TM1"/>
        <w:tabs>
          <w:tab w:val="right" w:leader="dot" w:pos="601"/>
        </w:tabs>
      </w:pPr>
      <w:hyperlink r:id="rId30" w:history="1">
        <w:r>
          <w:rPr>
            <w:rStyle w:val="Lienhypertexte"/>
          </w:rPr>
          <w:t>6.</w:t>
        </w:r>
        <w:r>
          <w:rPr>
            <w:rFonts w:ascii="Calibri" w:eastAsia="Times New Roman" w:hAnsi="Calibri" w:cs="Times New Roman"/>
            <w:b w:val="0"/>
            <w:kern w:val="0"/>
            <w:sz w:val="22"/>
            <w:szCs w:val="22"/>
          </w:rPr>
          <w:tab/>
        </w:r>
        <w:r>
          <w:rPr>
            <w:rStyle w:val="Lienhypertexte"/>
          </w:rPr>
          <w:t>Avance</w:t>
        </w:r>
        <w:r>
          <w:tab/>
          <w:t>15</w:t>
        </w:r>
      </w:hyperlink>
    </w:p>
    <w:p w:rsidR="00CF2A77" w:rsidRDefault="003812CD">
      <w:pPr>
        <w:pStyle w:val="TM1"/>
        <w:tabs>
          <w:tab w:val="right" w:leader="dot" w:pos="601"/>
        </w:tabs>
      </w:pPr>
      <w:hyperlink r:id="rId31" w:history="1">
        <w:r>
          <w:rPr>
            <w:rStyle w:val="Lienhypertexte"/>
          </w:rPr>
          <w:t>7.</w:t>
        </w:r>
        <w:r>
          <w:rPr>
            <w:rFonts w:ascii="Calibri" w:eastAsia="Times New Roman" w:hAnsi="Calibri" w:cs="Times New Roman"/>
            <w:b w:val="0"/>
            <w:kern w:val="0"/>
            <w:sz w:val="22"/>
            <w:szCs w:val="22"/>
          </w:rPr>
          <w:tab/>
        </w:r>
        <w:r>
          <w:rPr>
            <w:rStyle w:val="Lienhypertexte"/>
          </w:rPr>
          <w:t>Retenue de garantie</w:t>
        </w:r>
        <w:r>
          <w:tab/>
          <w:t>16</w:t>
        </w:r>
      </w:hyperlink>
    </w:p>
    <w:p w:rsidR="00CF2A77" w:rsidRDefault="003812CD">
      <w:pPr>
        <w:pStyle w:val="TM1"/>
        <w:tabs>
          <w:tab w:val="right" w:leader="dot" w:pos="601"/>
        </w:tabs>
      </w:pPr>
      <w:hyperlink r:id="rId32" w:history="1">
        <w:r>
          <w:rPr>
            <w:rStyle w:val="Lienhypertexte"/>
          </w:rPr>
          <w:t>8.</w:t>
        </w:r>
        <w:r>
          <w:rPr>
            <w:rFonts w:ascii="Calibri" w:eastAsia="Times New Roman" w:hAnsi="Calibri" w:cs="Times New Roman"/>
            <w:b w:val="0"/>
            <w:kern w:val="0"/>
            <w:sz w:val="22"/>
            <w:szCs w:val="22"/>
          </w:rPr>
          <w:tab/>
        </w:r>
        <w:r>
          <w:rPr>
            <w:rStyle w:val="Lienhypertexte"/>
          </w:rPr>
          <w:t>Rè</w:t>
        </w:r>
        <w:r>
          <w:rPr>
            <w:rStyle w:val="Lienhypertexte"/>
          </w:rPr>
          <w:t>glement des comptes au titulaire</w:t>
        </w:r>
        <w:r>
          <w:tab/>
          <w:t>16</w:t>
        </w:r>
      </w:hyperlink>
    </w:p>
    <w:p w:rsidR="00CF2A77" w:rsidRDefault="003812CD">
      <w:pPr>
        <w:pStyle w:val="TM2"/>
        <w:tabs>
          <w:tab w:val="right" w:leader="dot" w:pos="799"/>
        </w:tabs>
      </w:pPr>
      <w:hyperlink r:id="rId33" w:history="1">
        <w:r>
          <w:rPr>
            <w:rStyle w:val="Lienhypertexte"/>
          </w:rPr>
          <w:t>8.1</w:t>
        </w:r>
        <w:r>
          <w:rPr>
            <w:rFonts w:ascii="Calibri" w:eastAsia="Times New Roman" w:hAnsi="Calibri" w:cs="Times New Roman"/>
            <w:szCs w:val="22"/>
          </w:rPr>
          <w:tab/>
        </w:r>
        <w:r>
          <w:rPr>
            <w:rStyle w:val="Lienhypertexte"/>
          </w:rPr>
          <w:t>Modalités de règlement du prix</w:t>
        </w:r>
        <w:r>
          <w:tab/>
          <w:t>16</w:t>
        </w:r>
      </w:hyperlink>
    </w:p>
    <w:p w:rsidR="00CF2A77" w:rsidRDefault="003812CD">
      <w:pPr>
        <w:pStyle w:val="TM2"/>
        <w:tabs>
          <w:tab w:val="right" w:leader="dot" w:pos="799"/>
        </w:tabs>
      </w:pPr>
      <w:hyperlink r:id="rId34" w:history="1">
        <w:r>
          <w:rPr>
            <w:rStyle w:val="Lienhypertexte"/>
          </w:rPr>
          <w:t>8.2</w:t>
        </w:r>
        <w:r>
          <w:rPr>
            <w:rFonts w:ascii="Calibri" w:eastAsia="Times New Roman" w:hAnsi="Calibri" w:cs="Times New Roman"/>
            <w:szCs w:val="22"/>
          </w:rPr>
          <w:tab/>
        </w:r>
        <w:r>
          <w:rPr>
            <w:rStyle w:val="Lienhypertexte"/>
          </w:rPr>
          <w:t>Règlements en cas de cotraitants solidaires</w:t>
        </w:r>
        <w:r>
          <w:tab/>
          <w:t>17</w:t>
        </w:r>
      </w:hyperlink>
    </w:p>
    <w:p w:rsidR="00CF2A77" w:rsidRDefault="003812CD">
      <w:pPr>
        <w:pStyle w:val="TM2"/>
        <w:tabs>
          <w:tab w:val="right" w:leader="dot" w:pos="799"/>
        </w:tabs>
      </w:pPr>
      <w:hyperlink r:id="rId35" w:history="1">
        <w:r>
          <w:rPr>
            <w:rStyle w:val="Lienhypertexte"/>
          </w:rPr>
          <w:t>8.3</w:t>
        </w:r>
        <w:r>
          <w:rPr>
            <w:rFonts w:ascii="Calibri" w:eastAsia="Times New Roman" w:hAnsi="Calibri" w:cs="Times New Roman"/>
            <w:szCs w:val="22"/>
          </w:rPr>
          <w:tab/>
        </w:r>
        <w:r>
          <w:rPr>
            <w:rStyle w:val="Lienhypertexte"/>
          </w:rPr>
          <w:t>Délais de paiement</w:t>
        </w:r>
        <w:r>
          <w:tab/>
          <w:t>17</w:t>
        </w:r>
      </w:hyperlink>
    </w:p>
    <w:p w:rsidR="00CF2A77" w:rsidRDefault="003812CD">
      <w:pPr>
        <w:pStyle w:val="TM2"/>
        <w:tabs>
          <w:tab w:val="right" w:leader="dot" w:pos="799"/>
        </w:tabs>
      </w:pPr>
      <w:hyperlink r:id="rId36" w:history="1">
        <w:r>
          <w:rPr>
            <w:rStyle w:val="Lienhypertexte"/>
          </w:rPr>
          <w:t>8.4</w:t>
        </w:r>
        <w:r>
          <w:rPr>
            <w:rFonts w:ascii="Calibri" w:eastAsia="Times New Roman" w:hAnsi="Calibri" w:cs="Times New Roman"/>
            <w:szCs w:val="22"/>
          </w:rPr>
          <w:tab/>
        </w:r>
        <w:r>
          <w:rPr>
            <w:rStyle w:val="Lienhypertexte"/>
          </w:rPr>
          <w:t>TVA</w:t>
        </w:r>
        <w:r>
          <w:tab/>
          <w:t>17</w:t>
        </w:r>
      </w:hyperlink>
    </w:p>
    <w:p w:rsidR="00CF2A77" w:rsidRDefault="003812CD">
      <w:pPr>
        <w:pStyle w:val="TM2"/>
        <w:tabs>
          <w:tab w:val="right" w:leader="dot" w:pos="799"/>
        </w:tabs>
      </w:pPr>
      <w:hyperlink r:id="rId37" w:history="1">
        <w:r>
          <w:rPr>
            <w:rStyle w:val="Lienhypertexte"/>
          </w:rPr>
          <w:t>8.5</w:t>
        </w:r>
        <w:r>
          <w:rPr>
            <w:rFonts w:ascii="Calibri" w:eastAsia="Times New Roman" w:hAnsi="Calibri" w:cs="Times New Roman"/>
            <w:szCs w:val="22"/>
          </w:rPr>
          <w:tab/>
        </w:r>
        <w:r>
          <w:rPr>
            <w:rStyle w:val="Lienhypertexte"/>
          </w:rPr>
          <w:t>Intérêts moratoires</w:t>
        </w:r>
        <w:r>
          <w:tab/>
          <w:t>18</w:t>
        </w:r>
      </w:hyperlink>
    </w:p>
    <w:p w:rsidR="00CF2A77" w:rsidRDefault="003812CD">
      <w:pPr>
        <w:pStyle w:val="TM1"/>
        <w:tabs>
          <w:tab w:val="right" w:leader="dot" w:pos="601"/>
        </w:tabs>
      </w:pPr>
      <w:hyperlink r:id="rId38" w:history="1">
        <w:r>
          <w:rPr>
            <w:rStyle w:val="Lienhypertexte"/>
          </w:rPr>
          <w:t>9.</w:t>
        </w:r>
        <w:r>
          <w:rPr>
            <w:rFonts w:ascii="Calibri" w:eastAsia="Times New Roman" w:hAnsi="Calibri" w:cs="Times New Roman"/>
            <w:b w:val="0"/>
            <w:kern w:val="0"/>
            <w:sz w:val="22"/>
            <w:szCs w:val="22"/>
          </w:rPr>
          <w:tab/>
        </w:r>
        <w:r>
          <w:rPr>
            <w:rStyle w:val="Lienhypertexte"/>
          </w:rPr>
          <w:t>Pénalités</w:t>
        </w:r>
        <w:r>
          <w:tab/>
          <w:t>18</w:t>
        </w:r>
      </w:hyperlink>
    </w:p>
    <w:p w:rsidR="00CF2A77" w:rsidRDefault="003812CD">
      <w:pPr>
        <w:pStyle w:val="TM2"/>
        <w:tabs>
          <w:tab w:val="right" w:leader="dot" w:pos="799"/>
        </w:tabs>
      </w:pPr>
      <w:hyperlink r:id="rId39" w:history="1">
        <w:r>
          <w:rPr>
            <w:rStyle w:val="Lienhypertexte"/>
          </w:rPr>
          <w:t>9.1</w:t>
        </w:r>
        <w:r>
          <w:rPr>
            <w:rFonts w:ascii="Calibri" w:eastAsia="Times New Roman" w:hAnsi="Calibri" w:cs="Times New Roman"/>
            <w:szCs w:val="22"/>
          </w:rPr>
          <w:tab/>
        </w:r>
        <w:r>
          <w:rPr>
            <w:rStyle w:val="Lienhypertexte"/>
          </w:rPr>
          <w:t>Pénalités pour retard</w:t>
        </w:r>
        <w:r>
          <w:tab/>
          <w:t>18</w:t>
        </w:r>
      </w:hyperlink>
    </w:p>
    <w:p w:rsidR="00CF2A77" w:rsidRDefault="003812CD">
      <w:pPr>
        <w:pStyle w:val="TM2"/>
        <w:tabs>
          <w:tab w:val="right" w:leader="dot" w:pos="799"/>
        </w:tabs>
      </w:pPr>
      <w:hyperlink r:id="rId40" w:history="1">
        <w:r>
          <w:rPr>
            <w:rStyle w:val="Lienhypertexte"/>
          </w:rPr>
          <w:t>9.2</w:t>
        </w:r>
        <w:r>
          <w:rPr>
            <w:rFonts w:ascii="Calibri" w:eastAsia="Times New Roman" w:hAnsi="Calibri" w:cs="Times New Roman"/>
            <w:szCs w:val="22"/>
          </w:rPr>
          <w:tab/>
        </w:r>
        <w:r>
          <w:rPr>
            <w:rStyle w:val="Lienhypertexte"/>
          </w:rPr>
          <w:t>Pénalités p</w:t>
        </w:r>
        <w:r>
          <w:rPr>
            <w:rStyle w:val="Lienhypertexte"/>
          </w:rPr>
          <w:t>our violation des obligations de sécurité ou de confidentialité</w:t>
        </w:r>
        <w:r>
          <w:tab/>
          <w:t>18</w:t>
        </w:r>
      </w:hyperlink>
    </w:p>
    <w:p w:rsidR="00CF2A77" w:rsidRDefault="003812CD">
      <w:pPr>
        <w:pStyle w:val="TM2"/>
        <w:tabs>
          <w:tab w:val="right" w:leader="dot" w:pos="799"/>
        </w:tabs>
      </w:pPr>
      <w:hyperlink r:id="rId41" w:history="1">
        <w:r>
          <w:rPr>
            <w:rStyle w:val="Lienhypertexte"/>
          </w:rPr>
          <w:t>9.3</w:t>
        </w:r>
        <w:r>
          <w:rPr>
            <w:rFonts w:ascii="Calibri" w:eastAsia="Times New Roman" w:hAnsi="Calibri" w:cs="Times New Roman"/>
            <w:szCs w:val="22"/>
          </w:rPr>
          <w:tab/>
        </w:r>
        <w:r>
          <w:rPr>
            <w:rStyle w:val="Lienhypertexte"/>
          </w:rPr>
          <w:t>Pénalités pour non-respect des formalités relatives à la lutte contre le travail illégal</w:t>
        </w:r>
        <w:r>
          <w:tab/>
          <w:t>18</w:t>
        </w:r>
      </w:hyperlink>
    </w:p>
    <w:p w:rsidR="00CF2A77" w:rsidRDefault="003812CD">
      <w:pPr>
        <w:pStyle w:val="TM2"/>
        <w:tabs>
          <w:tab w:val="right" w:leader="dot" w:pos="799"/>
        </w:tabs>
      </w:pPr>
      <w:hyperlink r:id="rId42" w:history="1">
        <w:r>
          <w:rPr>
            <w:rStyle w:val="Lienhypertexte"/>
          </w:rPr>
          <w:t>9.4</w:t>
        </w:r>
        <w:r>
          <w:rPr>
            <w:rFonts w:ascii="Calibri" w:eastAsia="Times New Roman" w:hAnsi="Calibri" w:cs="Times New Roman"/>
            <w:szCs w:val="22"/>
          </w:rPr>
          <w:tab/>
        </w:r>
        <w:r>
          <w:rPr>
            <w:rStyle w:val="Lienhypertexte"/>
          </w:rPr>
          <w:t>Pénalités aux frais et ri</w:t>
        </w:r>
        <w:r>
          <w:rPr>
            <w:rStyle w:val="Lienhypertexte"/>
          </w:rPr>
          <w:t>sques</w:t>
        </w:r>
        <w:r>
          <w:tab/>
          <w:t>19</w:t>
        </w:r>
      </w:hyperlink>
    </w:p>
    <w:p w:rsidR="00CF2A77" w:rsidRDefault="003812CD">
      <w:pPr>
        <w:pStyle w:val="TM1"/>
        <w:tabs>
          <w:tab w:val="right" w:leader="dot" w:pos="601"/>
        </w:tabs>
      </w:pPr>
      <w:hyperlink r:id="rId43" w:history="1">
        <w:r>
          <w:rPr>
            <w:rStyle w:val="Lienhypertexte"/>
          </w:rPr>
          <w:t>10.</w:t>
        </w:r>
        <w:r>
          <w:rPr>
            <w:rFonts w:ascii="Calibri" w:eastAsia="Times New Roman" w:hAnsi="Calibri" w:cs="Times New Roman"/>
            <w:b w:val="0"/>
            <w:kern w:val="0"/>
            <w:sz w:val="22"/>
            <w:szCs w:val="22"/>
          </w:rPr>
          <w:tab/>
        </w:r>
        <w:r>
          <w:rPr>
            <w:rStyle w:val="Lienhypertexte"/>
          </w:rPr>
          <w:t>Arrêt de l’exécution de la prestation</w:t>
        </w:r>
        <w:r>
          <w:tab/>
          <w:t>20</w:t>
        </w:r>
      </w:hyperlink>
    </w:p>
    <w:p w:rsidR="00CF2A77" w:rsidRDefault="003812CD">
      <w:pPr>
        <w:pStyle w:val="TM1"/>
        <w:tabs>
          <w:tab w:val="right" w:leader="dot" w:pos="601"/>
        </w:tabs>
      </w:pPr>
      <w:hyperlink r:id="rId44" w:history="1">
        <w:r>
          <w:rPr>
            <w:rStyle w:val="Lienhypertexte"/>
          </w:rPr>
          <w:t>11.</w:t>
        </w:r>
        <w:r>
          <w:rPr>
            <w:rFonts w:ascii="Calibri" w:eastAsia="Times New Roman" w:hAnsi="Calibri" w:cs="Times New Roman"/>
            <w:b w:val="0"/>
            <w:kern w:val="0"/>
            <w:sz w:val="22"/>
            <w:szCs w:val="22"/>
          </w:rPr>
          <w:tab/>
        </w:r>
        <w:r>
          <w:rPr>
            <w:rStyle w:val="Lienhypertexte"/>
          </w:rPr>
          <w:t>Admission – Achèvement de la mission</w:t>
        </w:r>
        <w:r>
          <w:tab/>
          <w:t>20</w:t>
        </w:r>
      </w:hyperlink>
    </w:p>
    <w:p w:rsidR="00CF2A77" w:rsidRDefault="003812CD">
      <w:pPr>
        <w:pStyle w:val="TM1"/>
        <w:tabs>
          <w:tab w:val="right" w:leader="dot" w:pos="601"/>
        </w:tabs>
      </w:pPr>
      <w:hyperlink r:id="rId45" w:history="1">
        <w:r>
          <w:rPr>
            <w:rStyle w:val="Lienhypertexte"/>
          </w:rPr>
          <w:t>12.</w:t>
        </w:r>
        <w:r>
          <w:rPr>
            <w:rFonts w:ascii="Calibri" w:eastAsia="Times New Roman" w:hAnsi="Calibri" w:cs="Times New Roman"/>
            <w:b w:val="0"/>
            <w:kern w:val="0"/>
            <w:sz w:val="22"/>
            <w:szCs w:val="22"/>
          </w:rPr>
          <w:tab/>
        </w:r>
        <w:r>
          <w:rPr>
            <w:rStyle w:val="Lienhypertexte"/>
          </w:rPr>
          <w:t>Assurances – Responsabilité</w:t>
        </w:r>
        <w:r>
          <w:tab/>
          <w:t>20</w:t>
        </w:r>
      </w:hyperlink>
    </w:p>
    <w:p w:rsidR="00CF2A77" w:rsidRDefault="003812CD">
      <w:pPr>
        <w:pStyle w:val="TM1"/>
        <w:tabs>
          <w:tab w:val="right" w:leader="dot" w:pos="601"/>
        </w:tabs>
      </w:pPr>
      <w:hyperlink r:id="rId46" w:history="1">
        <w:r>
          <w:rPr>
            <w:rStyle w:val="Lienhypertexte"/>
          </w:rPr>
          <w:t>13.</w:t>
        </w:r>
        <w:r>
          <w:rPr>
            <w:rFonts w:ascii="Calibri" w:eastAsia="Times New Roman" w:hAnsi="Calibri" w:cs="Times New Roman"/>
            <w:b w:val="0"/>
            <w:kern w:val="0"/>
            <w:sz w:val="22"/>
            <w:szCs w:val="22"/>
          </w:rPr>
          <w:tab/>
        </w:r>
        <w:r>
          <w:rPr>
            <w:rStyle w:val="Lienhypertexte"/>
          </w:rPr>
          <w:t>Propriété intellectuelle – Utilisation des résultats</w:t>
        </w:r>
        <w:r>
          <w:tab/>
          <w:t>21</w:t>
        </w:r>
      </w:hyperlink>
    </w:p>
    <w:p w:rsidR="00CF2A77" w:rsidRDefault="003812CD">
      <w:pPr>
        <w:pStyle w:val="TM2"/>
        <w:tabs>
          <w:tab w:val="right" w:leader="dot" w:pos="1000"/>
        </w:tabs>
      </w:pPr>
      <w:hyperlink r:id="rId47" w:history="1">
        <w:r>
          <w:rPr>
            <w:rStyle w:val="Lienhypertexte"/>
          </w:rPr>
          <w:t>13.1</w:t>
        </w:r>
        <w:r>
          <w:rPr>
            <w:rFonts w:ascii="Calibri" w:eastAsia="Times New Roman" w:hAnsi="Calibri" w:cs="Times New Roman"/>
            <w:szCs w:val="22"/>
          </w:rPr>
          <w:tab/>
        </w:r>
        <w:r>
          <w:rPr>
            <w:rStyle w:val="Lienhypertexte"/>
          </w:rPr>
          <w:t>Régime des connaissances antérieures et connaissances antérieures standards</w:t>
        </w:r>
        <w:r>
          <w:tab/>
          <w:t>21</w:t>
        </w:r>
      </w:hyperlink>
    </w:p>
    <w:p w:rsidR="00CF2A77" w:rsidRDefault="003812CD">
      <w:pPr>
        <w:pStyle w:val="TM2"/>
        <w:tabs>
          <w:tab w:val="right" w:leader="dot" w:pos="1000"/>
        </w:tabs>
      </w:pPr>
      <w:hyperlink r:id="rId48" w:history="1">
        <w:r>
          <w:rPr>
            <w:rStyle w:val="Lienhypertexte"/>
          </w:rPr>
          <w:t>13.2</w:t>
        </w:r>
        <w:r>
          <w:rPr>
            <w:rFonts w:ascii="Calibri" w:eastAsia="Times New Roman" w:hAnsi="Calibri" w:cs="Times New Roman"/>
            <w:szCs w:val="22"/>
          </w:rPr>
          <w:tab/>
        </w:r>
        <w:r>
          <w:rPr>
            <w:rStyle w:val="Lienhypertexte"/>
          </w:rPr>
          <w:t xml:space="preserve">Régime des </w:t>
        </w:r>
        <w:r>
          <w:rPr>
            <w:rStyle w:val="Lienhypertexte"/>
          </w:rPr>
          <w:t>résultats</w:t>
        </w:r>
        <w:r>
          <w:tab/>
          <w:t>21</w:t>
        </w:r>
      </w:hyperlink>
    </w:p>
    <w:p w:rsidR="00CF2A77" w:rsidRDefault="003812CD">
      <w:pPr>
        <w:pStyle w:val="TM1"/>
        <w:tabs>
          <w:tab w:val="right" w:leader="dot" w:pos="601"/>
        </w:tabs>
      </w:pPr>
      <w:hyperlink r:id="rId49" w:history="1">
        <w:r>
          <w:rPr>
            <w:rStyle w:val="Lienhypertexte"/>
          </w:rPr>
          <w:t>14.</w:t>
        </w:r>
        <w:r>
          <w:rPr>
            <w:rFonts w:ascii="Calibri" w:eastAsia="Times New Roman" w:hAnsi="Calibri" w:cs="Times New Roman"/>
            <w:b w:val="0"/>
            <w:kern w:val="0"/>
            <w:sz w:val="22"/>
            <w:szCs w:val="22"/>
          </w:rPr>
          <w:tab/>
        </w:r>
        <w:r>
          <w:rPr>
            <w:rStyle w:val="Lienhypertexte"/>
          </w:rPr>
          <w:t>Clauses complémentaires</w:t>
        </w:r>
        <w:r>
          <w:tab/>
          <w:t>22</w:t>
        </w:r>
      </w:hyperlink>
    </w:p>
    <w:p w:rsidR="00CF2A77" w:rsidRDefault="003812CD">
      <w:pPr>
        <w:pStyle w:val="TM2"/>
        <w:tabs>
          <w:tab w:val="right" w:leader="dot" w:pos="1000"/>
        </w:tabs>
      </w:pPr>
      <w:hyperlink r:id="rId50" w:history="1">
        <w:r>
          <w:rPr>
            <w:rStyle w:val="Lienhypertexte"/>
          </w:rPr>
          <w:t>14.1</w:t>
        </w:r>
        <w:r>
          <w:rPr>
            <w:rFonts w:ascii="Calibri" w:eastAsia="Times New Roman" w:hAnsi="Calibri" w:cs="Times New Roman"/>
            <w:szCs w:val="22"/>
          </w:rPr>
          <w:tab/>
        </w:r>
        <w:r>
          <w:rPr>
            <w:rStyle w:val="Lienhypertexte"/>
          </w:rPr>
          <w:t>Redressement ou liquidation judiciaire</w:t>
        </w:r>
        <w:r>
          <w:tab/>
          <w:t>22</w:t>
        </w:r>
      </w:hyperlink>
    </w:p>
    <w:p w:rsidR="00CF2A77" w:rsidRDefault="003812CD">
      <w:pPr>
        <w:pStyle w:val="TM2"/>
        <w:tabs>
          <w:tab w:val="right" w:leader="dot" w:pos="1000"/>
        </w:tabs>
      </w:pPr>
      <w:hyperlink r:id="rId51" w:history="1">
        <w:r>
          <w:rPr>
            <w:rStyle w:val="Lienhypertexte"/>
          </w:rPr>
          <w:t>14.2</w:t>
        </w:r>
        <w:r>
          <w:rPr>
            <w:rFonts w:ascii="Calibri" w:eastAsia="Times New Roman" w:hAnsi="Calibri" w:cs="Times New Roman"/>
            <w:szCs w:val="22"/>
          </w:rPr>
          <w:tab/>
        </w:r>
        <w:r>
          <w:rPr>
            <w:rStyle w:val="Lienhypertexte"/>
          </w:rPr>
          <w:t>Déclaration et obligations du Titulaire</w:t>
        </w:r>
        <w:r>
          <w:tab/>
          <w:t>22</w:t>
        </w:r>
      </w:hyperlink>
    </w:p>
    <w:p w:rsidR="00CF2A77" w:rsidRDefault="003812CD">
      <w:pPr>
        <w:pStyle w:val="TM2"/>
        <w:tabs>
          <w:tab w:val="right" w:leader="dot" w:pos="1000"/>
        </w:tabs>
      </w:pPr>
      <w:hyperlink r:id="rId52" w:history="1">
        <w:r>
          <w:rPr>
            <w:rStyle w:val="Lienhypertexte"/>
          </w:rPr>
          <w:t>14.3</w:t>
        </w:r>
        <w:r>
          <w:rPr>
            <w:rFonts w:ascii="Calibri" w:eastAsia="Times New Roman" w:hAnsi="Calibri" w:cs="Times New Roman"/>
            <w:szCs w:val="22"/>
          </w:rPr>
          <w:tab/>
        </w:r>
        <w:r>
          <w:rPr>
            <w:rStyle w:val="Lienhypertexte"/>
          </w:rPr>
          <w:t>Obligations du Pouvoir Adjudicateur</w:t>
        </w:r>
        <w:r>
          <w:tab/>
          <w:t>27</w:t>
        </w:r>
      </w:hyperlink>
    </w:p>
    <w:p w:rsidR="00CF2A77" w:rsidRDefault="003812CD">
      <w:pPr>
        <w:pStyle w:val="TM2"/>
        <w:tabs>
          <w:tab w:val="right" w:leader="dot" w:pos="1000"/>
        </w:tabs>
      </w:pPr>
      <w:hyperlink r:id="rId53" w:history="1">
        <w:r>
          <w:rPr>
            <w:rStyle w:val="Lienhypertexte"/>
          </w:rPr>
          <w:t>14.4</w:t>
        </w:r>
        <w:r>
          <w:rPr>
            <w:rFonts w:ascii="Calibri" w:eastAsia="Times New Roman" w:hAnsi="Calibri" w:cs="Times New Roman"/>
            <w:szCs w:val="22"/>
          </w:rPr>
          <w:tab/>
        </w:r>
        <w:r>
          <w:rPr>
            <w:rStyle w:val="Lienhypertexte"/>
          </w:rPr>
          <w:t>Divers</w:t>
        </w:r>
        <w:r>
          <w:tab/>
          <w:t>27</w:t>
        </w:r>
      </w:hyperlink>
    </w:p>
    <w:p w:rsidR="00CF2A77" w:rsidRDefault="003812CD">
      <w:pPr>
        <w:pStyle w:val="TM1"/>
        <w:tabs>
          <w:tab w:val="right" w:leader="dot" w:pos="601"/>
        </w:tabs>
      </w:pPr>
      <w:hyperlink r:id="rId54" w:history="1">
        <w:r>
          <w:rPr>
            <w:rStyle w:val="Lienhypertexte"/>
          </w:rPr>
          <w:t>15.</w:t>
        </w:r>
        <w:r>
          <w:rPr>
            <w:rFonts w:ascii="Calibri" w:eastAsia="Times New Roman" w:hAnsi="Calibri" w:cs="Times New Roman"/>
            <w:b w:val="0"/>
            <w:kern w:val="0"/>
            <w:sz w:val="22"/>
            <w:szCs w:val="22"/>
          </w:rPr>
          <w:tab/>
        </w:r>
        <w:r>
          <w:rPr>
            <w:rStyle w:val="Lienhypertexte"/>
          </w:rPr>
          <w:t>Audit</w:t>
        </w:r>
        <w:r>
          <w:tab/>
          <w:t>28</w:t>
        </w:r>
      </w:hyperlink>
    </w:p>
    <w:p w:rsidR="00CF2A77" w:rsidRDefault="003812CD">
      <w:pPr>
        <w:pStyle w:val="TM1"/>
        <w:tabs>
          <w:tab w:val="right" w:leader="dot" w:pos="601"/>
        </w:tabs>
      </w:pPr>
      <w:hyperlink r:id="rId55" w:history="1">
        <w:r>
          <w:rPr>
            <w:rStyle w:val="Lienhypertexte"/>
          </w:rPr>
          <w:t>16.</w:t>
        </w:r>
        <w:r>
          <w:rPr>
            <w:rFonts w:ascii="Calibri" w:eastAsia="Times New Roman" w:hAnsi="Calibri" w:cs="Times New Roman"/>
            <w:b w:val="0"/>
            <w:kern w:val="0"/>
            <w:sz w:val="22"/>
            <w:szCs w:val="22"/>
          </w:rPr>
          <w:tab/>
        </w:r>
        <w:r>
          <w:rPr>
            <w:rStyle w:val="Lienhypertexte"/>
          </w:rPr>
          <w:t>Réversibilité</w:t>
        </w:r>
        <w:r>
          <w:tab/>
          <w:t>29</w:t>
        </w:r>
      </w:hyperlink>
    </w:p>
    <w:p w:rsidR="00CF2A77" w:rsidRDefault="003812CD">
      <w:pPr>
        <w:pStyle w:val="TM1"/>
        <w:tabs>
          <w:tab w:val="right" w:leader="dot" w:pos="601"/>
        </w:tabs>
      </w:pPr>
      <w:hyperlink r:id="rId56" w:history="1">
        <w:r>
          <w:rPr>
            <w:rStyle w:val="Lienhypertexte"/>
          </w:rPr>
          <w:t>17.</w:t>
        </w:r>
        <w:r>
          <w:rPr>
            <w:rFonts w:ascii="Calibri" w:eastAsia="Times New Roman" w:hAnsi="Calibri" w:cs="Times New Roman"/>
            <w:b w:val="0"/>
            <w:kern w:val="0"/>
            <w:sz w:val="22"/>
            <w:szCs w:val="22"/>
          </w:rPr>
          <w:tab/>
        </w:r>
        <w:r>
          <w:rPr>
            <w:rStyle w:val="Lienhypertexte"/>
          </w:rPr>
          <w:t xml:space="preserve">Résiliation du </w:t>
        </w:r>
        <w:r>
          <w:rPr>
            <w:rStyle w:val="Lienhypertexte"/>
          </w:rPr>
          <w:t>Contrat</w:t>
        </w:r>
        <w:r>
          <w:tab/>
          <w:t>30</w:t>
        </w:r>
      </w:hyperlink>
    </w:p>
    <w:p w:rsidR="00CF2A77" w:rsidRDefault="003812CD">
      <w:pPr>
        <w:pStyle w:val="TM2"/>
        <w:tabs>
          <w:tab w:val="right" w:leader="dot" w:pos="1000"/>
        </w:tabs>
      </w:pPr>
      <w:hyperlink r:id="rId57" w:history="1">
        <w:r>
          <w:rPr>
            <w:rStyle w:val="Lienhypertexte"/>
          </w:rPr>
          <w:t>17.1</w:t>
        </w:r>
        <w:r>
          <w:rPr>
            <w:rFonts w:ascii="Calibri" w:eastAsia="Times New Roman" w:hAnsi="Calibri" w:cs="Times New Roman"/>
            <w:szCs w:val="22"/>
          </w:rPr>
          <w:tab/>
        </w:r>
        <w:r>
          <w:rPr>
            <w:rStyle w:val="Lienhypertexte"/>
          </w:rPr>
          <w:t>Résiliation aux torts du titulaire</w:t>
        </w:r>
        <w:r>
          <w:tab/>
          <w:t>30</w:t>
        </w:r>
      </w:hyperlink>
    </w:p>
    <w:p w:rsidR="00CF2A77" w:rsidRDefault="003812CD">
      <w:pPr>
        <w:pStyle w:val="TM2"/>
        <w:tabs>
          <w:tab w:val="right" w:leader="dot" w:pos="1000"/>
        </w:tabs>
      </w:pPr>
      <w:hyperlink r:id="rId58" w:history="1">
        <w:r>
          <w:rPr>
            <w:rStyle w:val="Lienhypertexte"/>
          </w:rPr>
          <w:t>17.2</w:t>
        </w:r>
        <w:r>
          <w:rPr>
            <w:rFonts w:ascii="Calibri" w:eastAsia="Times New Roman" w:hAnsi="Calibri" w:cs="Times New Roman"/>
            <w:szCs w:val="22"/>
          </w:rPr>
          <w:tab/>
        </w:r>
        <w:r>
          <w:rPr>
            <w:rStyle w:val="Lienhypertexte"/>
          </w:rPr>
          <w:t>Résiliation pour motif d’intérêt général</w:t>
        </w:r>
        <w:r>
          <w:tab/>
          <w:t>31</w:t>
        </w:r>
      </w:hyperlink>
    </w:p>
    <w:p w:rsidR="00CF2A77" w:rsidRDefault="003812CD">
      <w:pPr>
        <w:pStyle w:val="TM2"/>
        <w:tabs>
          <w:tab w:val="right" w:leader="dot" w:pos="1000"/>
        </w:tabs>
      </w:pPr>
      <w:hyperlink r:id="rId59" w:history="1">
        <w:r>
          <w:rPr>
            <w:rStyle w:val="Lienhypertexte"/>
          </w:rPr>
          <w:t>17.3</w:t>
        </w:r>
        <w:r>
          <w:rPr>
            <w:rFonts w:ascii="Calibri" w:eastAsia="Times New Roman" w:hAnsi="Calibri" w:cs="Times New Roman"/>
            <w:szCs w:val="22"/>
          </w:rPr>
          <w:tab/>
        </w:r>
        <w:r>
          <w:rPr>
            <w:rStyle w:val="Lienhypertexte"/>
          </w:rPr>
          <w:t>Résiliation pour non-respect des formalités relative</w:t>
        </w:r>
        <w:r>
          <w:rPr>
            <w:rStyle w:val="Lienhypertexte"/>
          </w:rPr>
          <w:t>s à la lutte contre le travail illégal</w:t>
        </w:r>
        <w:r>
          <w:tab/>
          <w:t>31</w:t>
        </w:r>
      </w:hyperlink>
    </w:p>
    <w:p w:rsidR="00CF2A77" w:rsidRDefault="003812CD">
      <w:pPr>
        <w:pStyle w:val="TM1"/>
        <w:tabs>
          <w:tab w:val="right" w:leader="dot" w:pos="601"/>
        </w:tabs>
      </w:pPr>
      <w:hyperlink r:id="rId60" w:history="1">
        <w:r>
          <w:rPr>
            <w:rStyle w:val="Lienhypertexte"/>
          </w:rPr>
          <w:t>18.</w:t>
        </w:r>
        <w:r>
          <w:rPr>
            <w:rFonts w:ascii="Calibri" w:eastAsia="Times New Roman" w:hAnsi="Calibri" w:cs="Times New Roman"/>
            <w:b w:val="0"/>
            <w:kern w:val="0"/>
            <w:sz w:val="22"/>
            <w:szCs w:val="22"/>
          </w:rPr>
          <w:tab/>
        </w:r>
        <w:r>
          <w:rPr>
            <w:rStyle w:val="Lienhypertexte"/>
          </w:rPr>
          <w:t>Différends</w:t>
        </w:r>
        <w:r>
          <w:tab/>
          <w:t>32</w:t>
        </w:r>
      </w:hyperlink>
    </w:p>
    <w:p w:rsidR="00CF2A77" w:rsidRDefault="003812CD">
      <w:pPr>
        <w:pStyle w:val="TM1"/>
        <w:tabs>
          <w:tab w:val="right" w:leader="dot" w:pos="601"/>
        </w:tabs>
      </w:pPr>
      <w:hyperlink r:id="rId61" w:history="1">
        <w:r>
          <w:rPr>
            <w:rStyle w:val="Lienhypertexte"/>
          </w:rPr>
          <w:t>19.</w:t>
        </w:r>
        <w:r>
          <w:rPr>
            <w:rFonts w:ascii="Calibri" w:eastAsia="Times New Roman" w:hAnsi="Calibri" w:cs="Times New Roman"/>
            <w:b w:val="0"/>
            <w:kern w:val="0"/>
            <w:sz w:val="22"/>
            <w:szCs w:val="22"/>
          </w:rPr>
          <w:tab/>
        </w:r>
        <w:r>
          <w:rPr>
            <w:rStyle w:val="Lienhypertexte"/>
          </w:rPr>
          <w:t>Dispositions applicables en cas de titulaire étranger</w:t>
        </w:r>
        <w:r>
          <w:tab/>
          <w:t>32</w:t>
        </w:r>
      </w:hyperlink>
    </w:p>
    <w:p w:rsidR="00CF2A77" w:rsidRDefault="003812CD">
      <w:pPr>
        <w:pStyle w:val="TM1"/>
        <w:tabs>
          <w:tab w:val="right" w:leader="dot" w:pos="601"/>
        </w:tabs>
      </w:pPr>
      <w:hyperlink r:id="rId62" w:history="1">
        <w:r>
          <w:rPr>
            <w:rStyle w:val="Lienhypertexte"/>
          </w:rPr>
          <w:t>20.</w:t>
        </w:r>
        <w:r>
          <w:rPr>
            <w:rFonts w:ascii="Calibri" w:eastAsia="Times New Roman" w:hAnsi="Calibri" w:cs="Times New Roman"/>
            <w:b w:val="0"/>
            <w:kern w:val="0"/>
            <w:sz w:val="22"/>
            <w:szCs w:val="22"/>
          </w:rPr>
          <w:tab/>
        </w:r>
        <w:r>
          <w:rPr>
            <w:rStyle w:val="Lienhypertexte"/>
          </w:rPr>
          <w:t>Dérogations aux documents généraux</w:t>
        </w:r>
        <w:r>
          <w:tab/>
        </w:r>
        <w:r>
          <w:t>32</w:t>
        </w:r>
      </w:hyperlink>
    </w:p>
    <w:p w:rsidR="00CF2A77" w:rsidRDefault="003812CD">
      <w:pPr>
        <w:pStyle w:val="TM1"/>
        <w:tabs>
          <w:tab w:val="right" w:leader="dot" w:pos="601"/>
        </w:tabs>
      </w:pPr>
      <w:hyperlink r:id="rId63" w:history="1">
        <w:r>
          <w:rPr>
            <w:rStyle w:val="Lienhypertexte"/>
          </w:rPr>
          <w:t>21.</w:t>
        </w:r>
        <w:r>
          <w:rPr>
            <w:rFonts w:ascii="Calibri" w:eastAsia="Times New Roman" w:hAnsi="Calibri" w:cs="Times New Roman"/>
            <w:b w:val="0"/>
            <w:kern w:val="0"/>
            <w:sz w:val="22"/>
            <w:szCs w:val="22"/>
          </w:rPr>
          <w:tab/>
        </w:r>
        <w:r>
          <w:rPr>
            <w:rStyle w:val="Lienhypertexte"/>
          </w:rPr>
          <w:t>Acceptation de l’avance</w:t>
        </w:r>
        <w:r>
          <w:tab/>
          <w:t>32</w:t>
        </w:r>
      </w:hyperlink>
    </w:p>
    <w:p w:rsidR="00CF2A77" w:rsidRDefault="003812CD">
      <w:pPr>
        <w:pStyle w:val="TM1"/>
        <w:tabs>
          <w:tab w:val="right" w:leader="dot" w:pos="601"/>
        </w:tabs>
      </w:pPr>
      <w:hyperlink r:id="rId64" w:history="1">
        <w:r>
          <w:rPr>
            <w:rStyle w:val="Lienhypertexte"/>
          </w:rPr>
          <w:t>22.</w:t>
        </w:r>
        <w:r>
          <w:rPr>
            <w:rFonts w:ascii="Calibri" w:eastAsia="Times New Roman" w:hAnsi="Calibri" w:cs="Times New Roman"/>
            <w:b w:val="0"/>
            <w:kern w:val="0"/>
            <w:sz w:val="22"/>
            <w:szCs w:val="22"/>
          </w:rPr>
          <w:tab/>
        </w:r>
        <w:r>
          <w:rPr>
            <w:rStyle w:val="Lienhypertexte"/>
          </w:rPr>
          <w:t>Signature du candidat</w:t>
        </w:r>
        <w:r>
          <w:tab/>
          <w:t>33</w:t>
        </w:r>
      </w:hyperlink>
    </w:p>
    <w:p w:rsidR="00CF2A77" w:rsidRDefault="003812CD">
      <w:pPr>
        <w:pStyle w:val="TM1"/>
        <w:tabs>
          <w:tab w:val="right" w:leader="dot" w:pos="601"/>
        </w:tabs>
      </w:pPr>
      <w:hyperlink r:id="rId65" w:history="1">
        <w:r>
          <w:rPr>
            <w:rStyle w:val="Lienhypertexte"/>
          </w:rPr>
          <w:t>23.</w:t>
        </w:r>
        <w:r>
          <w:rPr>
            <w:rFonts w:ascii="Calibri" w:eastAsia="Times New Roman" w:hAnsi="Calibri" w:cs="Times New Roman"/>
            <w:b w:val="0"/>
            <w:kern w:val="0"/>
            <w:sz w:val="22"/>
            <w:szCs w:val="22"/>
          </w:rPr>
          <w:tab/>
        </w:r>
        <w:r>
          <w:rPr>
            <w:rStyle w:val="Lienhypertexte"/>
          </w:rPr>
          <w:t>Acceptation de l’offre par le Pouvoir Adjudicateur</w:t>
        </w:r>
        <w:r>
          <w:tab/>
          <w:t>33</w:t>
        </w:r>
      </w:hyperlink>
    </w:p>
    <w:p w:rsidR="00CF2A77" w:rsidRDefault="003812CD">
      <w:pPr>
        <w:pStyle w:val="TM1"/>
        <w:tabs>
          <w:tab w:val="right" w:leader="dot" w:pos="601"/>
        </w:tabs>
      </w:pPr>
      <w:hyperlink r:id="rId66" w:history="1">
        <w:r>
          <w:rPr>
            <w:rStyle w:val="Lienhypertexte"/>
          </w:rPr>
          <w:t>24.</w:t>
        </w:r>
        <w:r>
          <w:rPr>
            <w:rFonts w:ascii="Calibri" w:eastAsia="Times New Roman" w:hAnsi="Calibri" w:cs="Times New Roman"/>
            <w:b w:val="0"/>
            <w:kern w:val="0"/>
            <w:sz w:val="22"/>
            <w:szCs w:val="22"/>
          </w:rPr>
          <w:tab/>
        </w:r>
        <w:r>
          <w:rPr>
            <w:rStyle w:val="Lienhypertexte"/>
          </w:rPr>
          <w:t>Annexe : Déclaration de sous-traitance</w:t>
        </w:r>
        <w:r>
          <w:tab/>
          <w:t>34</w:t>
        </w:r>
      </w:hyperlink>
    </w:p>
    <w:p w:rsidR="00CF2A77" w:rsidRDefault="003812CD">
      <w:pPr>
        <w:pStyle w:val="TM1"/>
        <w:tabs>
          <w:tab w:val="right" w:leader="dot" w:pos="601"/>
        </w:tabs>
      </w:pPr>
      <w:hyperlink r:id="rId67" w:history="1">
        <w:r>
          <w:rPr>
            <w:rStyle w:val="Lienhypertexte"/>
          </w:rPr>
          <w:t>25.</w:t>
        </w:r>
        <w:r>
          <w:rPr>
            <w:rFonts w:ascii="Calibri" w:eastAsia="Times New Roman" w:hAnsi="Calibri" w:cs="Times New Roman"/>
            <w:b w:val="0"/>
            <w:kern w:val="0"/>
            <w:sz w:val="22"/>
            <w:szCs w:val="22"/>
          </w:rPr>
          <w:tab/>
        </w:r>
        <w:r>
          <w:rPr>
            <w:rStyle w:val="Lienhypertexte"/>
          </w:rPr>
          <w:t>Annexe : Désignation des cotraitants et répartition des prestations.</w:t>
        </w:r>
        <w:r>
          <w:tab/>
          <w:t>41</w:t>
        </w:r>
      </w:hyperlink>
    </w:p>
    <w:p w:rsidR="00CF2A77" w:rsidRDefault="003812CD">
      <w:pPr>
        <w:pStyle w:val="TM1"/>
        <w:tabs>
          <w:tab w:val="right" w:leader="dot" w:pos="601"/>
        </w:tabs>
      </w:pPr>
      <w:hyperlink r:id="rId68" w:history="1">
        <w:r>
          <w:rPr>
            <w:rStyle w:val="Lienhypertexte"/>
          </w:rPr>
          <w:t>26.</w:t>
        </w:r>
        <w:r>
          <w:rPr>
            <w:rFonts w:ascii="Calibri" w:eastAsia="Times New Roman" w:hAnsi="Calibri" w:cs="Times New Roman"/>
            <w:b w:val="0"/>
            <w:kern w:val="0"/>
            <w:sz w:val="22"/>
            <w:szCs w:val="22"/>
          </w:rPr>
          <w:tab/>
        </w:r>
        <w:r>
          <w:rPr>
            <w:rStyle w:val="Lienhypertexte"/>
          </w:rPr>
          <w:t>Annexe : Nantissement ou cession de créances</w:t>
        </w:r>
        <w:r>
          <w:tab/>
          <w:t>43</w:t>
        </w:r>
      </w:hyperlink>
    </w:p>
    <w:p w:rsidR="00CF2A77" w:rsidRDefault="003812CD">
      <w:pPr>
        <w:pStyle w:val="TM1"/>
        <w:tabs>
          <w:tab w:val="right" w:leader="dot" w:pos="601"/>
        </w:tabs>
      </w:pPr>
      <w:hyperlink r:id="rId69" w:history="1">
        <w:r>
          <w:rPr>
            <w:rStyle w:val="Lienhypertexte"/>
          </w:rPr>
          <w:t>27.</w:t>
        </w:r>
        <w:r>
          <w:rPr>
            <w:rFonts w:ascii="Calibri" w:eastAsia="Times New Roman" w:hAnsi="Calibri" w:cs="Times New Roman"/>
            <w:b w:val="0"/>
            <w:kern w:val="0"/>
            <w:sz w:val="22"/>
            <w:szCs w:val="22"/>
          </w:rPr>
          <w:tab/>
        </w:r>
        <w:r>
          <w:rPr>
            <w:rStyle w:val="Lienhypertexte"/>
          </w:rPr>
          <w:t>Annexe - RGPD</w:t>
        </w:r>
        <w:r>
          <w:tab/>
          <w:t>45</w:t>
        </w:r>
      </w:hyperlink>
    </w:p>
    <w:p w:rsidR="00CF2A77" w:rsidRDefault="003812CD">
      <w:r>
        <w:rPr>
          <w:b/>
          <w:kern w:val="3"/>
          <w:sz w:val="24"/>
        </w:rPr>
        <w:fldChar w:fldCharType="end"/>
      </w:r>
    </w:p>
    <w:p w:rsidR="00CF2A77" w:rsidRDefault="00CF2A77">
      <w:pPr>
        <w:pStyle w:val="RedaliaNormal"/>
        <w:pageBreakBefore/>
      </w:pPr>
      <w:bookmarkStart w:id="13" w:name="_Toc2394424"/>
    </w:p>
    <w:p w:rsidR="00CF2A77" w:rsidRDefault="003812CD">
      <w:pPr>
        <w:pStyle w:val="RedaliaTitre1"/>
      </w:pPr>
      <w:bookmarkStart w:id="14" w:name="_Toc180614109"/>
      <w:bookmarkStart w:id="15" w:name="__RefHeading___Toc10486_484324197"/>
      <w:bookmarkStart w:id="16" w:name="_Toc204263447"/>
      <w:r>
        <w:t>Préambule</w:t>
      </w:r>
      <w:bookmarkEnd w:id="14"/>
      <w:bookmarkEnd w:id="15"/>
      <w:bookmarkEnd w:id="16"/>
    </w:p>
    <w:p w:rsidR="00CF2A77" w:rsidRDefault="003812CD">
      <w:pPr>
        <w:pStyle w:val="RedaliaTitre2"/>
      </w:pPr>
      <w:bookmarkStart w:id="17" w:name="__RefHeading___Toc2297_850954893"/>
      <w:bookmarkStart w:id="18" w:name="_Toc180614110"/>
      <w:bookmarkStart w:id="19" w:name="_Toc204263448"/>
      <w:r>
        <w:t>Présentation du pouvoir adjudicateur</w:t>
      </w:r>
      <w:bookmarkEnd w:id="17"/>
      <w:bookmarkEnd w:id="18"/>
      <w:bookmarkEnd w:id="19"/>
    </w:p>
    <w:p w:rsidR="00CF2A77" w:rsidRDefault="003812CD">
      <w:pPr>
        <w:pStyle w:val="RedaliaNormal"/>
      </w:pPr>
      <w:r>
        <w:t>L'Agence Française de Développement est un Etablissement Public Industriel et Commercial relevant de la loi bancaire, en tant que société de financement.</w:t>
      </w:r>
    </w:p>
    <w:p w:rsidR="00CF2A77" w:rsidRDefault="00CF2A77">
      <w:pPr>
        <w:pStyle w:val="RedaliaNormal"/>
      </w:pPr>
    </w:p>
    <w:p w:rsidR="00CF2A77" w:rsidRDefault="003812CD">
      <w:pPr>
        <w:pStyle w:val="RedaliaNormal"/>
      </w:pPr>
      <w:r>
        <w:t xml:space="preserve">Elle est chargée, </w:t>
      </w:r>
      <w:r>
        <w:t>dans le cadre du dispositif d’aide au développement, de financer, par des prêts à longs termes et/ou des subventions, le développement économique et social de près de 80 pays en voie de développement et des Collectivités d’Outre-mer.</w:t>
      </w:r>
    </w:p>
    <w:p w:rsidR="00CF2A77" w:rsidRDefault="003812CD">
      <w:pPr>
        <w:pStyle w:val="RedaliaNormal"/>
      </w:pPr>
      <w:r>
        <w:t>Elle s’est dotée d’une</w:t>
      </w:r>
      <w:r>
        <w:t xml:space="preserve"> charte éthique consultable sur son site : </w:t>
      </w:r>
      <w:hyperlink r:id="rId70" w:history="1">
        <w:r>
          <w:rPr>
            <w:rStyle w:val="Lienhypertexte"/>
            <w:rFonts w:ascii="Calibri" w:hAnsi="Calibri"/>
            <w:color w:val="4472C4"/>
          </w:rPr>
          <w:t>www.afd.fr</w:t>
        </w:r>
      </w:hyperlink>
    </w:p>
    <w:p w:rsidR="00CF2A77" w:rsidRDefault="00CF2A77">
      <w:pPr>
        <w:pStyle w:val="RedaliaNormal"/>
      </w:pPr>
    </w:p>
    <w:p w:rsidR="00CF2A77" w:rsidRDefault="003812CD">
      <w:pPr>
        <w:pStyle w:val="RedaliaNormal"/>
      </w:pPr>
      <w:r>
        <w:t>Dans le cadre du marché, le pouvoir adjudicateur confie au Titulaire, qui l’accepte, la réalisation du marché. Le présent Contrat a pour objet de préciser les condit</w:t>
      </w:r>
      <w:r>
        <w:t>ions dans lesquelles le Titulaire sera amené à fournir ces prestations au pouvoir adjudicateur.</w:t>
      </w:r>
    </w:p>
    <w:p w:rsidR="00CF2A77" w:rsidRDefault="00CF2A77">
      <w:pPr>
        <w:pStyle w:val="RedaliaNormal"/>
      </w:pPr>
    </w:p>
    <w:p w:rsidR="00CF2A77" w:rsidRDefault="003812CD">
      <w:pPr>
        <w:pStyle w:val="RedaliaNormal"/>
      </w:pPr>
      <w:r>
        <w:t>Par ailleurs, afin de promouvoir un développement durable, les Parties ont chacune admis la nécessité d’encourager le respect de normes environnementales et so</w:t>
      </w:r>
      <w:r>
        <w:t>ciales reconnues par la communauté internationale parmi lesquelles figurent les conventions fondamentales de l’Organisation Internationale du Travail (OIT) et les conventions internationales pour la protection de l’environnement.</w:t>
      </w:r>
    </w:p>
    <w:p w:rsidR="00CF2A77" w:rsidRDefault="003812CD">
      <w:pPr>
        <w:pStyle w:val="RedaliaTitre2"/>
      </w:pPr>
      <w:bookmarkStart w:id="20" w:name="__RefHeading___Toc2299_850954893"/>
      <w:bookmarkStart w:id="21" w:name="_Toc180614111"/>
      <w:bookmarkStart w:id="22" w:name="_Toc204263449"/>
      <w:r>
        <w:t>Définitions</w:t>
      </w:r>
      <w:bookmarkEnd w:id="20"/>
      <w:bookmarkEnd w:id="21"/>
      <w:bookmarkEnd w:id="22"/>
    </w:p>
    <w:p w:rsidR="00CF2A77" w:rsidRDefault="003812CD">
      <w:pPr>
        <w:pStyle w:val="RedaliaNormal"/>
        <w:rPr>
          <w:u w:val="single"/>
        </w:rPr>
      </w:pPr>
      <w:r>
        <w:rPr>
          <w:u w:val="single"/>
        </w:rPr>
        <w:t>Actes de Corru</w:t>
      </w:r>
      <w:r>
        <w:rPr>
          <w:u w:val="single"/>
        </w:rPr>
        <w:t>ption :</w:t>
      </w:r>
    </w:p>
    <w:p w:rsidR="00CF2A77" w:rsidRDefault="003812CD">
      <w:pPr>
        <w:pStyle w:val="RedaliaNormal"/>
      </w:pPr>
      <w:r>
        <w:t>Désigne les infractions visées par les articles 432-11, 433-1, 445-1 et 445-2 du Code pénal.</w:t>
      </w:r>
    </w:p>
    <w:p w:rsidR="00CF2A77" w:rsidRDefault="00CF2A77">
      <w:pPr>
        <w:pStyle w:val="RedaliaNormal"/>
      </w:pPr>
    </w:p>
    <w:p w:rsidR="00CF2A77" w:rsidRDefault="003812CD">
      <w:pPr>
        <w:pStyle w:val="RedaliaNormal"/>
        <w:rPr>
          <w:u w:val="single"/>
        </w:rPr>
      </w:pPr>
      <w:r>
        <w:rPr>
          <w:u w:val="single"/>
        </w:rPr>
        <w:t>Acte de Fraude :</w:t>
      </w:r>
    </w:p>
    <w:p w:rsidR="00CF2A77" w:rsidRDefault="003812CD">
      <w:pPr>
        <w:pStyle w:val="RedaliaNormal"/>
      </w:pPr>
      <w:r>
        <w:t xml:space="preserve">Désigne toute manœuvre déloyale (action ou omission), qu’elle soit ou non pénalement incriminée, destinée à tromper délibérément autrui, </w:t>
      </w:r>
      <w:r>
        <w:t>à lui dissimuler intentionnellement des éléments ou à surprendre ou vicier son consentement, contourner des obligations légales ou règlementaires et/ou violer des règles internes afin d’obtenir un bénéfice illégitime.</w:t>
      </w:r>
    </w:p>
    <w:p w:rsidR="00CF2A77" w:rsidRDefault="00CF2A77">
      <w:pPr>
        <w:pStyle w:val="RedaliaNormal"/>
      </w:pPr>
    </w:p>
    <w:p w:rsidR="00CF2A77" w:rsidRDefault="003812CD">
      <w:pPr>
        <w:pStyle w:val="RedaliaNormal"/>
        <w:rPr>
          <w:u w:val="single"/>
        </w:rPr>
      </w:pPr>
      <w:r>
        <w:rPr>
          <w:u w:val="single"/>
        </w:rPr>
        <w:t>Contrat :</w:t>
      </w:r>
    </w:p>
    <w:p w:rsidR="00CF2A77" w:rsidRDefault="003812CD">
      <w:pPr>
        <w:pStyle w:val="RedaliaNormal"/>
      </w:pPr>
      <w:r>
        <w:t>Désigne le présent document</w:t>
      </w:r>
      <w:r>
        <w:t xml:space="preserve"> contractuel, formalisant les engagements réciproques entre l’AFD et le ou les Titulaire(s) désigné(s) à l’issue de la procédure de passation.</w:t>
      </w:r>
    </w:p>
    <w:p w:rsidR="00CF2A77" w:rsidRDefault="00CF2A77">
      <w:pPr>
        <w:pStyle w:val="RedaliaNormal"/>
      </w:pPr>
    </w:p>
    <w:p w:rsidR="00CF2A77" w:rsidRDefault="003812CD">
      <w:pPr>
        <w:pStyle w:val="RedaliaNormal"/>
        <w:rPr>
          <w:rFonts w:cs="Calibri"/>
          <w:u w:val="single"/>
        </w:rPr>
      </w:pPr>
      <w:r>
        <w:rPr>
          <w:rFonts w:cs="Calibri"/>
          <w:u w:val="single"/>
        </w:rPr>
        <w:t>CCTP</w:t>
      </w:r>
    </w:p>
    <w:p w:rsidR="00CF2A77" w:rsidRDefault="003812CD">
      <w:pPr>
        <w:pStyle w:val="RedaliaNormal"/>
        <w:rPr>
          <w:rFonts w:cs="Calibri"/>
        </w:rPr>
      </w:pPr>
      <w:r>
        <w:rPr>
          <w:rFonts w:cs="Calibri"/>
        </w:rPr>
        <w:t xml:space="preserve">Désigne le Cahier des Charges Techniques Particulières du présent Contrat. Il peut être désigné ci-après </w:t>
      </w:r>
      <w:r>
        <w:rPr>
          <w:rFonts w:cs="Calibri"/>
        </w:rPr>
        <w:t>par le terme de Termes de Référence (TDR).</w:t>
      </w:r>
    </w:p>
    <w:p w:rsidR="00CF2A77" w:rsidRDefault="00CF2A77">
      <w:pPr>
        <w:pStyle w:val="RedaliaNormal"/>
      </w:pPr>
    </w:p>
    <w:p w:rsidR="00CF2A77" w:rsidRDefault="003812CD">
      <w:pPr>
        <w:pStyle w:val="RedaliaNormal"/>
        <w:rPr>
          <w:u w:val="single"/>
        </w:rPr>
      </w:pPr>
      <w:r>
        <w:rPr>
          <w:u w:val="single"/>
        </w:rPr>
        <w:t>Données à caractère personnel:</w:t>
      </w:r>
    </w:p>
    <w:p w:rsidR="00CF2A77" w:rsidRDefault="003812CD">
      <w:pPr>
        <w:pStyle w:val="RedaliaNormal"/>
      </w:pPr>
      <w:r>
        <w:t>Désigne toute information se rapportant à une personne physique identifiée ou identifiable.</w:t>
      </w:r>
    </w:p>
    <w:p w:rsidR="00CF2A77" w:rsidRDefault="00CF2A77">
      <w:pPr>
        <w:pStyle w:val="RedaliaNormal"/>
      </w:pPr>
    </w:p>
    <w:p w:rsidR="00CF2A77" w:rsidRDefault="003812CD">
      <w:pPr>
        <w:pStyle w:val="RedaliaNormal"/>
        <w:rPr>
          <w:u w:val="single"/>
        </w:rPr>
      </w:pPr>
      <w:r>
        <w:rPr>
          <w:u w:val="single"/>
        </w:rPr>
        <w:t>Entente :</w:t>
      </w:r>
    </w:p>
    <w:p w:rsidR="00CF2A77" w:rsidRDefault="003812CD">
      <w:pPr>
        <w:pStyle w:val="RedaliaNormal"/>
      </w:pPr>
      <w:r>
        <w:t xml:space="preserve">Désigne les actions concertées, conventions, ententes expresses ou tacites ou </w:t>
      </w:r>
      <w:r>
        <w:t xml:space="preserve">coalitions, y compris </w:t>
      </w:r>
      <w:r>
        <w:lastRenderedPageBreak/>
        <w:t>par l’intermédiaire direct ou indirect d’une société du groupe implantée dans un quelconque pays au sens notamment de l’article 420-1 du Code de commerce, lorsqu’elles ont pour objet ou peuvent avoir pour effet d’empêcher, de restrein</w:t>
      </w:r>
      <w:r>
        <w:t>dre ou de fausser le jeu de la concurrence sur un marché, notamment lorsqu’elles tendent à :</w:t>
      </w:r>
    </w:p>
    <w:p w:rsidR="00CF2A77" w:rsidRDefault="003812CD">
      <w:pPr>
        <w:pStyle w:val="Redaliapuces"/>
        <w:numPr>
          <w:ilvl w:val="0"/>
          <w:numId w:val="12"/>
        </w:numPr>
      </w:pPr>
      <w:r>
        <w:t>Limiter l’accès au marché ou le libre exercice de la concurrence par d’autres entreprises ;</w:t>
      </w:r>
    </w:p>
    <w:p w:rsidR="00CF2A77" w:rsidRDefault="003812CD">
      <w:pPr>
        <w:pStyle w:val="Redaliapuces"/>
        <w:numPr>
          <w:ilvl w:val="0"/>
          <w:numId w:val="12"/>
        </w:numPr>
      </w:pPr>
      <w:r>
        <w:t>Faire obstacle à la fixation des prix par le libre jeu du marché en fav</w:t>
      </w:r>
      <w:r>
        <w:t>orisant artificiellement leur hausse ou leur baisse ;</w:t>
      </w:r>
    </w:p>
    <w:p w:rsidR="00CF2A77" w:rsidRDefault="003812CD">
      <w:pPr>
        <w:pStyle w:val="Redaliapuces"/>
        <w:numPr>
          <w:ilvl w:val="0"/>
          <w:numId w:val="12"/>
        </w:numPr>
      </w:pPr>
      <w:r>
        <w:t>Limiter ou contrôler la production, les débouchés, les investissements ou le progrès technique ;</w:t>
      </w:r>
    </w:p>
    <w:p w:rsidR="00CF2A77" w:rsidRDefault="003812CD">
      <w:pPr>
        <w:pStyle w:val="Redaliapuces"/>
        <w:numPr>
          <w:ilvl w:val="0"/>
          <w:numId w:val="12"/>
        </w:numPr>
      </w:pPr>
      <w:r>
        <w:t>Répartir les marchés ou les sources d’approvisionnement.</w:t>
      </w:r>
    </w:p>
    <w:p w:rsidR="00CF2A77" w:rsidRDefault="00CF2A77">
      <w:pPr>
        <w:pStyle w:val="RedaliaNormal"/>
      </w:pPr>
    </w:p>
    <w:p w:rsidR="00CF2A77" w:rsidRDefault="003812CD">
      <w:pPr>
        <w:pStyle w:val="RedaliaNormal"/>
        <w:rPr>
          <w:u w:val="single"/>
        </w:rPr>
      </w:pPr>
      <w:r>
        <w:rPr>
          <w:u w:val="single"/>
        </w:rPr>
        <w:t>Informations Confidentielles :</w:t>
      </w:r>
    </w:p>
    <w:p w:rsidR="00CF2A77" w:rsidRDefault="003812CD">
      <w:pPr>
        <w:pStyle w:val="RedaliaNormal"/>
      </w:pPr>
      <w:r>
        <w:t>Désigne :</w:t>
      </w:r>
    </w:p>
    <w:p w:rsidR="00CF2A77" w:rsidRDefault="003812CD">
      <w:pPr>
        <w:pStyle w:val="Redaliapuces"/>
        <w:numPr>
          <w:ilvl w:val="0"/>
          <w:numId w:val="12"/>
        </w:numPr>
      </w:pPr>
      <w:r>
        <w:t>Toutes</w:t>
      </w:r>
      <w:r>
        <w:t xml:space="preserve"> informations, données, documents de toute nature et quelle que soit leur forme ou leur support, y compris, sans que cela soit limitatif, tout écrit, note, rapport, document, étude, analyse dessin, lettre, listing, logiciel ou contenu des données stockées </w:t>
      </w:r>
      <w:r>
        <w:t>sur une clé USB, spécifications, chiffre, graphique, communiqués par le Pouvoir Adjudicateur au Titulaire dans le cadre du Contrat ;</w:t>
      </w:r>
    </w:p>
    <w:p w:rsidR="00CF2A77" w:rsidRDefault="003812CD">
      <w:pPr>
        <w:pStyle w:val="Redaliapuces"/>
        <w:numPr>
          <w:ilvl w:val="0"/>
          <w:numId w:val="12"/>
        </w:numPr>
      </w:pPr>
      <w:r>
        <w:t>Le Contrat (y compris toute information obtenue à l’occasion de sa négociation et/ou de son exécution) et plus généralement</w:t>
      </w:r>
      <w:r>
        <w:t xml:space="preserve"> toute information ou document que le Titulaire pourrait avoir obtenus, directement ou indirectement, par écrit ou par tout autre moyen, du Pouvoir Adjudicateur pour les besoins ou à l'occasion du Contrat, incluant sans limitation toutes informations techn</w:t>
      </w:r>
      <w:r>
        <w:t>iques, commerciales, stratégiques ou financières, études, spécifications, logiciels, produits ;</w:t>
      </w:r>
    </w:p>
    <w:p w:rsidR="00CF2A77" w:rsidRDefault="003812CD">
      <w:pPr>
        <w:pStyle w:val="Redaliapuces"/>
        <w:numPr>
          <w:ilvl w:val="0"/>
          <w:numId w:val="12"/>
        </w:numPr>
      </w:pPr>
      <w:r>
        <w:t>La Prestation (y compris les rapports, travaux, études, réalisés au titre de la Prestation) et toute information y relative.</w:t>
      </w:r>
    </w:p>
    <w:p w:rsidR="00CF2A77" w:rsidRDefault="00CF2A77">
      <w:pPr>
        <w:pStyle w:val="RedaliaNormal"/>
      </w:pPr>
    </w:p>
    <w:p w:rsidR="00CF2A77" w:rsidRDefault="003812CD">
      <w:pPr>
        <w:pStyle w:val="RedaliaNormal"/>
        <w:rPr>
          <w:u w:val="single"/>
        </w:rPr>
      </w:pPr>
      <w:r>
        <w:rPr>
          <w:u w:val="single"/>
        </w:rPr>
        <w:t>Mandataire</w:t>
      </w:r>
    </w:p>
    <w:p w:rsidR="00CF2A77" w:rsidRDefault="003812CD">
      <w:pPr>
        <w:pStyle w:val="RedaliaNormal"/>
      </w:pPr>
      <w:r>
        <w:t>Désigne le membre du Gr</w:t>
      </w:r>
      <w:r>
        <w:t>oupement Titulaire désigné dans le présent contrat qui représente l’ensemble des membres du Groupement vis-à-vis du Pouvoir Adjudicateur.</w:t>
      </w:r>
    </w:p>
    <w:p w:rsidR="00CF2A77" w:rsidRDefault="00CF2A77">
      <w:pPr>
        <w:pStyle w:val="RedaliaNormal"/>
      </w:pPr>
    </w:p>
    <w:p w:rsidR="00CF2A77" w:rsidRDefault="003812CD">
      <w:pPr>
        <w:pStyle w:val="RedaliaNormal"/>
        <w:rPr>
          <w:u w:val="single"/>
        </w:rPr>
      </w:pPr>
      <w:r>
        <w:rPr>
          <w:u w:val="single"/>
        </w:rPr>
        <w:t>Personnel :</w:t>
      </w:r>
    </w:p>
    <w:p w:rsidR="00CF2A77" w:rsidRDefault="003812CD">
      <w:pPr>
        <w:pStyle w:val="RedaliaNormal"/>
      </w:pPr>
      <w:r>
        <w:t>Désigne le personnel du Titulaire affecté par ce dernier à la réalisation de la Prestation.</w:t>
      </w:r>
    </w:p>
    <w:p w:rsidR="00CF2A77" w:rsidRDefault="00CF2A77">
      <w:pPr>
        <w:pStyle w:val="RedaliaNormal"/>
      </w:pPr>
    </w:p>
    <w:p w:rsidR="00CF2A77" w:rsidRDefault="003812CD">
      <w:pPr>
        <w:pStyle w:val="RedaliaNormal"/>
        <w:rPr>
          <w:u w:val="single"/>
        </w:rPr>
      </w:pPr>
      <w:r>
        <w:rPr>
          <w:u w:val="single"/>
        </w:rPr>
        <w:t>Prestation :</w:t>
      </w:r>
    </w:p>
    <w:p w:rsidR="00CF2A77" w:rsidRDefault="003812CD">
      <w:pPr>
        <w:pStyle w:val="RedaliaNormal"/>
      </w:pPr>
      <w:r>
        <w:t>Désigne l’ensemble des tâches, activités, services, livrables et prestations devant être réalisés par le Titulaire en vertu du Contrat.</w:t>
      </w:r>
    </w:p>
    <w:p w:rsidR="00CF2A77" w:rsidRDefault="00CF2A77">
      <w:pPr>
        <w:pStyle w:val="RedaliaNormal"/>
      </w:pPr>
    </w:p>
    <w:p w:rsidR="00CF2A77" w:rsidRDefault="003812CD">
      <w:pPr>
        <w:pStyle w:val="RedaliaNormal"/>
        <w:rPr>
          <w:u w:val="single"/>
        </w:rPr>
      </w:pPr>
      <w:r>
        <w:rPr>
          <w:u w:val="single"/>
        </w:rPr>
        <w:t>Prestations de Services Essentielles Externalisées :</w:t>
      </w:r>
    </w:p>
    <w:p w:rsidR="00CF2A77" w:rsidRDefault="003812CD">
      <w:pPr>
        <w:pStyle w:val="RedaliaNormal"/>
      </w:pPr>
      <w:r>
        <w:t>L’arrêté du 3 novembre 2014 (articles 10q, 231 et suivants et 253</w:t>
      </w:r>
      <w:r>
        <w:t>) et le Code Monétaire et Financier définit, les prestations de service essentielles externalisées comme suit :</w:t>
      </w:r>
    </w:p>
    <w:p w:rsidR="00CF2A77" w:rsidRDefault="003812CD">
      <w:pPr>
        <w:pStyle w:val="Redaliapuces"/>
        <w:numPr>
          <w:ilvl w:val="0"/>
          <w:numId w:val="12"/>
        </w:numPr>
      </w:pPr>
      <w:r>
        <w:t>Les opérations de banque, l'émission et la gestion de monnaie électronique, les services de paiement et les services d'investissement, pour lesq</w:t>
      </w:r>
      <w:r>
        <w:t>uels l'entreprise assujettie a été agréée ;</w:t>
      </w:r>
    </w:p>
    <w:p w:rsidR="00CF2A77" w:rsidRDefault="003812CD">
      <w:pPr>
        <w:pStyle w:val="Redaliapuces"/>
        <w:numPr>
          <w:ilvl w:val="0"/>
          <w:numId w:val="12"/>
        </w:numPr>
      </w:pPr>
      <w:r>
        <w:t>Les opérations connexes ;</w:t>
      </w:r>
    </w:p>
    <w:p w:rsidR="00CF2A77" w:rsidRDefault="003812CD">
      <w:pPr>
        <w:pStyle w:val="Redaliapuces"/>
        <w:numPr>
          <w:ilvl w:val="0"/>
          <w:numId w:val="12"/>
        </w:numPr>
      </w:pPr>
      <w:r>
        <w:t>Les prestations participant directement à l'exécution des opérations ou des services mentionnés ci-avant ;</w:t>
      </w:r>
    </w:p>
    <w:p w:rsidR="00CF2A77" w:rsidRDefault="003812CD">
      <w:pPr>
        <w:pStyle w:val="Redaliapuces"/>
        <w:numPr>
          <w:ilvl w:val="0"/>
          <w:numId w:val="12"/>
        </w:numPr>
      </w:pPr>
      <w:r>
        <w:t>Toute prestation de services lorsqu'une anomalie ou une défaillance dans son ex</w:t>
      </w:r>
      <w:r>
        <w:t xml:space="preserve">ercice est susceptible de nuire sérieusement à la capacité de l'entreprise assujettie de se conformer en </w:t>
      </w:r>
      <w:r>
        <w:lastRenderedPageBreak/>
        <w:t>permanence aux conditions et obligations de son agrément et à celles relatives à l'exercice de son activité, à ses performances financières ou à la con</w:t>
      </w:r>
      <w:r>
        <w:t>tinuité de ses services et activités.</w:t>
      </w:r>
    </w:p>
    <w:p w:rsidR="00CF2A77" w:rsidRDefault="00CF2A77">
      <w:pPr>
        <w:pStyle w:val="RedaliaNormal"/>
      </w:pPr>
    </w:p>
    <w:p w:rsidR="00CF2A77" w:rsidRDefault="003812CD">
      <w:pPr>
        <w:pStyle w:val="RedaliaNormal"/>
        <w:rPr>
          <w:u w:val="single"/>
        </w:rPr>
      </w:pPr>
      <w:r>
        <w:rPr>
          <w:u w:val="single"/>
        </w:rPr>
        <w:t>Titulaire :</w:t>
      </w:r>
    </w:p>
    <w:p w:rsidR="00CF2A77" w:rsidRDefault="003812CD">
      <w:pPr>
        <w:pStyle w:val="RedaliaNormal"/>
      </w:pPr>
      <w:r>
        <w:t>Désigne l’opérateur économique ou, en cas de Groupement, le Mandataire et ses co-traitants éventuels, signant le présent Contrat.</w:t>
      </w:r>
    </w:p>
    <w:p w:rsidR="00CF2A77" w:rsidRDefault="003812CD">
      <w:pPr>
        <w:pStyle w:val="RedaliaTitre1"/>
      </w:pPr>
      <w:bookmarkStart w:id="23" w:name="_Toc180614112"/>
      <w:bookmarkStart w:id="24" w:name="__RefHeading___Toc10488_484324197"/>
      <w:bookmarkStart w:id="25" w:name="_Toc204263450"/>
      <w:r>
        <w:t>Objet du Contrat- Dispositions générales</w:t>
      </w:r>
      <w:bookmarkEnd w:id="13"/>
      <w:bookmarkEnd w:id="23"/>
      <w:bookmarkEnd w:id="24"/>
      <w:bookmarkEnd w:id="25"/>
    </w:p>
    <w:p w:rsidR="00CF2A77" w:rsidRDefault="003812CD">
      <w:pPr>
        <w:pStyle w:val="RedaliaTitre2"/>
      </w:pPr>
      <w:bookmarkStart w:id="26" w:name="_Toc2394425"/>
      <w:bookmarkStart w:id="27" w:name="__RefHeading___Toc10490_484324197"/>
      <w:bookmarkStart w:id="28" w:name="_Toc180614113"/>
      <w:bookmarkStart w:id="29" w:name="_Toc204263451"/>
      <w:bookmarkEnd w:id="26"/>
      <w:r>
        <w:t>Objet du Contrat</w:t>
      </w:r>
      <w:bookmarkEnd w:id="27"/>
      <w:bookmarkEnd w:id="28"/>
      <w:bookmarkEnd w:id="29"/>
    </w:p>
    <w:p w:rsidR="00CF2A77" w:rsidRDefault="003812CD">
      <w:pPr>
        <w:pStyle w:val="RedaliaNormal"/>
      </w:pPr>
      <w:r>
        <w:t xml:space="preserve">Le présent </w:t>
      </w:r>
      <w:r>
        <w:t xml:space="preserve">Contrat définit les conditions selon lesquelles le Pouvoir Adjudicateur confie au Titulaire, qui l’accepte, la réalisation des prestations suivantes : </w:t>
      </w:r>
    </w:p>
    <w:p w:rsidR="00CF2A77" w:rsidRDefault="003812CD">
      <w:pPr>
        <w:pStyle w:val="RedaliaNormal"/>
        <w:rPr>
          <w:b/>
          <w:lang w:val="en-GB"/>
        </w:rPr>
      </w:pPr>
      <w:r>
        <w:rPr>
          <w:b/>
          <w:lang w:val="en-GB"/>
        </w:rPr>
        <w:t>Technical support to BRDE (Regional Development Bank of Brazil's Southern region)</w:t>
      </w:r>
    </w:p>
    <w:p w:rsidR="00CF2A77" w:rsidRDefault="00CF2A77">
      <w:pPr>
        <w:pStyle w:val="RedaliaNormal"/>
        <w:rPr>
          <w:lang w:val="en-GB"/>
        </w:rPr>
      </w:pPr>
    </w:p>
    <w:p w:rsidR="00CF2A77" w:rsidRDefault="003812CD">
      <w:pPr>
        <w:pStyle w:val="RedaliaNormal"/>
      </w:pPr>
      <w:r>
        <w:rPr>
          <w:b/>
          <w:bCs/>
        </w:rPr>
        <w:t>Lieu(x) d’exécution</w:t>
      </w:r>
      <w:r>
        <w:t> :</w:t>
      </w:r>
      <w:r>
        <w:t xml:space="preserve"> Brazil</w:t>
      </w:r>
    </w:p>
    <w:p w:rsidR="00CF2A77" w:rsidRDefault="003812CD">
      <w:pPr>
        <w:pStyle w:val="RedaliaTitre2"/>
      </w:pPr>
      <w:bookmarkStart w:id="30" w:name="__RefHeading___Toc10492_484324197"/>
      <w:bookmarkStart w:id="31" w:name="_Toc204263452"/>
      <w:r>
        <w:t>Décomposition en lots et fractionnement à bons de commande</w:t>
      </w:r>
      <w:bookmarkEnd w:id="30"/>
      <w:bookmarkEnd w:id="31"/>
    </w:p>
    <w:p w:rsidR="00CF2A77" w:rsidRDefault="003812CD">
      <w:pPr>
        <w:pStyle w:val="RedaliaNormal"/>
      </w:pPr>
      <w:r>
        <w:t>Les prestations sont réparties en 3 lots traités par accords-cadres séparés désignés ci-après :</w:t>
      </w:r>
    </w:p>
    <w:p w:rsidR="00CF2A77" w:rsidRDefault="003812CD">
      <w:pPr>
        <w:pStyle w:val="RedaliaNormal"/>
        <w:numPr>
          <w:ilvl w:val="0"/>
          <w:numId w:val="26"/>
        </w:numPr>
        <w:rPr>
          <w:lang w:val="en-GB"/>
        </w:rPr>
      </w:pPr>
      <w:r>
        <w:rPr>
          <w:lang w:val="en-GB"/>
        </w:rPr>
        <w:t>Lot n°1 : Support to BRDE’s sustainable finance practices</w:t>
      </w:r>
    </w:p>
    <w:p w:rsidR="00CF2A77" w:rsidRDefault="003812CD">
      <w:pPr>
        <w:pStyle w:val="RedaliaNormal"/>
        <w:numPr>
          <w:ilvl w:val="0"/>
          <w:numId w:val="26"/>
        </w:numPr>
        <w:rPr>
          <w:lang w:val="en-GB"/>
        </w:rPr>
      </w:pPr>
      <w:r>
        <w:rPr>
          <w:lang w:val="en-GB"/>
        </w:rPr>
        <w:t>Lot n°2 : Support to BRDE's Asset a</w:t>
      </w:r>
      <w:r>
        <w:rPr>
          <w:lang w:val="en-GB"/>
        </w:rPr>
        <w:t xml:space="preserve">nd Liability Management </w:t>
      </w:r>
    </w:p>
    <w:p w:rsidR="00CF2A77" w:rsidRDefault="003812CD">
      <w:pPr>
        <w:pStyle w:val="RedaliaNormal"/>
        <w:numPr>
          <w:ilvl w:val="0"/>
          <w:numId w:val="26"/>
        </w:numPr>
        <w:rPr>
          <w:lang w:val="en-GB"/>
        </w:rPr>
      </w:pPr>
      <w:r>
        <w:rPr>
          <w:lang w:val="en-GB"/>
        </w:rPr>
        <w:t>Lot n°3 : Support to BRDE’s gender approach</w:t>
      </w:r>
    </w:p>
    <w:p w:rsidR="00CF2A77" w:rsidRDefault="00CF2A77">
      <w:pPr>
        <w:pStyle w:val="RedaliaNormal"/>
        <w:rPr>
          <w:lang w:val="en-GB"/>
        </w:rPr>
      </w:pPr>
    </w:p>
    <w:p w:rsidR="00CF2A77" w:rsidRDefault="003812CD">
      <w:pPr>
        <w:pStyle w:val="RedaliaNormal"/>
      </w:pPr>
      <w:r>
        <w:t>Les prestations des lots 1 et 3 font l’objet d’un fractionnement en bons de commande au sens des articles R. 2162-1 à R. 2162-6, R. 2162-13 et R. 2162-14 du Code de la commande publique.</w:t>
      </w:r>
    </w:p>
    <w:p w:rsidR="00CF2A77" w:rsidRDefault="00CF2A77">
      <w:pPr>
        <w:pStyle w:val="RedaliaNormal"/>
      </w:pPr>
    </w:p>
    <w:p w:rsidR="00CF2A77" w:rsidRDefault="003812CD">
      <w:pPr>
        <w:pStyle w:val="RedaliaNormal"/>
      </w:pPr>
      <w:r>
        <w:t>Les prestations faisant l’objet du lot 2 seront rémunérées par application du montant global et forfaitaire précisé ci-dessous.</w:t>
      </w:r>
    </w:p>
    <w:p w:rsidR="00CF2A77" w:rsidRDefault="003812CD">
      <w:pPr>
        <w:pStyle w:val="RedaliaTitre2"/>
      </w:pPr>
      <w:bookmarkStart w:id="32" w:name="__RefHeading___Toc10494_484324197"/>
      <w:bookmarkStart w:id="33" w:name="_Toc204263453"/>
      <w:r>
        <w:t>Conditions de passation des bons de commande</w:t>
      </w:r>
      <w:bookmarkEnd w:id="32"/>
      <w:bookmarkEnd w:id="33"/>
    </w:p>
    <w:p w:rsidR="00CF2A77" w:rsidRDefault="003812CD">
      <w:pPr>
        <w:pStyle w:val="RedaliaNormal"/>
      </w:pPr>
      <w:r>
        <w:t>Pour les accords-cadres (lots 1 et 3), Chaque bon de commande précisera :</w:t>
      </w:r>
    </w:p>
    <w:p w:rsidR="00CF2A77" w:rsidRDefault="003812CD">
      <w:pPr>
        <w:pStyle w:val="Redaliapuces"/>
        <w:numPr>
          <w:ilvl w:val="0"/>
          <w:numId w:val="27"/>
        </w:numPr>
      </w:pPr>
      <w:r>
        <w:t>Le cont</w:t>
      </w:r>
      <w:r>
        <w:t>enu et les quantités des prestations à réaliser</w:t>
      </w:r>
    </w:p>
    <w:p w:rsidR="00CF2A77" w:rsidRDefault="003812CD">
      <w:pPr>
        <w:pStyle w:val="Redaliapuces"/>
        <w:numPr>
          <w:ilvl w:val="0"/>
          <w:numId w:val="12"/>
        </w:numPr>
      </w:pPr>
      <w:r>
        <w:t>Le montant du bon de commande</w:t>
      </w:r>
    </w:p>
    <w:p w:rsidR="00CF2A77" w:rsidRDefault="003812CD">
      <w:pPr>
        <w:pStyle w:val="Redaliapuces"/>
        <w:numPr>
          <w:ilvl w:val="0"/>
          <w:numId w:val="12"/>
        </w:numPr>
      </w:pPr>
      <w:r>
        <w:t>La référence de l'accord-cadre</w:t>
      </w:r>
    </w:p>
    <w:p w:rsidR="00CF2A77" w:rsidRDefault="003812CD">
      <w:pPr>
        <w:pStyle w:val="Redaliapuces"/>
        <w:numPr>
          <w:ilvl w:val="0"/>
          <w:numId w:val="12"/>
        </w:numPr>
      </w:pPr>
      <w:r>
        <w:t>S’il y a lieu :</w:t>
      </w:r>
    </w:p>
    <w:p w:rsidR="00CF2A77" w:rsidRDefault="003812CD">
      <w:pPr>
        <w:pStyle w:val="RdaliaRetraitniveau1"/>
        <w:numPr>
          <w:ilvl w:val="0"/>
          <w:numId w:val="28"/>
        </w:numPr>
      </w:pPr>
      <w:r>
        <w:t>Les prix unitaires/forfaitaires des prestations à réaliser</w:t>
      </w:r>
    </w:p>
    <w:p w:rsidR="00CF2A77" w:rsidRDefault="003812CD">
      <w:pPr>
        <w:pStyle w:val="RdaliaRetraitniveau1"/>
        <w:numPr>
          <w:ilvl w:val="0"/>
          <w:numId w:val="10"/>
        </w:numPr>
      </w:pPr>
      <w:r>
        <w:t>Les conditions particulières d’exécution</w:t>
      </w:r>
    </w:p>
    <w:p w:rsidR="00CF2A77" w:rsidRDefault="003812CD">
      <w:pPr>
        <w:pStyle w:val="RdaliaRetraitniveau1"/>
        <w:numPr>
          <w:ilvl w:val="0"/>
          <w:numId w:val="10"/>
        </w:numPr>
      </w:pPr>
      <w:r>
        <w:t>Les conditions particulières de</w:t>
      </w:r>
      <w:r>
        <w:t xml:space="preserve"> livraison et d’admission</w:t>
      </w:r>
    </w:p>
    <w:p w:rsidR="00CF2A77" w:rsidRDefault="003812CD">
      <w:pPr>
        <w:pStyle w:val="RdaliaRetraitniveau1"/>
        <w:numPr>
          <w:ilvl w:val="0"/>
          <w:numId w:val="10"/>
        </w:numPr>
      </w:pPr>
      <w:r>
        <w:t>Les délais de livraison</w:t>
      </w:r>
    </w:p>
    <w:p w:rsidR="00CF2A77" w:rsidRDefault="003812CD">
      <w:pPr>
        <w:pStyle w:val="RdaliaRetraitniveau1"/>
        <w:numPr>
          <w:ilvl w:val="0"/>
          <w:numId w:val="10"/>
        </w:numPr>
      </w:pPr>
      <w:r>
        <w:t>Le lieu de livraison</w:t>
      </w:r>
    </w:p>
    <w:p w:rsidR="00CF2A77" w:rsidRDefault="003812CD">
      <w:pPr>
        <w:pStyle w:val="RdaliaRetraitniveau1"/>
        <w:numPr>
          <w:ilvl w:val="0"/>
          <w:numId w:val="10"/>
        </w:numPr>
      </w:pPr>
      <w:r>
        <w:t>Les documents à fournir à la livraison</w:t>
      </w:r>
    </w:p>
    <w:p w:rsidR="00CF2A77" w:rsidRDefault="003812CD">
      <w:pPr>
        <w:pStyle w:val="RedaliaNormal"/>
      </w:pPr>
      <w:r>
        <w:t xml:space="preserve">Chaque bon de commande sera notifié au prestataire dans les conditions définies à l’article </w:t>
      </w:r>
      <w:r>
        <w:rPr>
          <w:i/>
        </w:rPr>
        <w:t>Forme des notifications et informations au titulaire</w:t>
      </w:r>
      <w:r>
        <w:t xml:space="preserve"> </w:t>
      </w:r>
      <w:r>
        <w:t>ci-dessous et à l’article 3.7 du CCAG PI.</w:t>
      </w:r>
    </w:p>
    <w:p w:rsidR="00CF2A77" w:rsidRDefault="003812CD">
      <w:pPr>
        <w:pStyle w:val="RedaliaNormal"/>
      </w:pPr>
      <w:r>
        <w:t>Les commandes successives seront adressées sous forme de bons de commande passées dans les conditions suivantes : .</w:t>
      </w:r>
    </w:p>
    <w:p w:rsidR="00CF2A77" w:rsidRDefault="003812CD">
      <w:pPr>
        <w:pStyle w:val="RedaliaTitre2"/>
      </w:pPr>
      <w:bookmarkStart w:id="34" w:name="__RefHeading___Toc10496_484324197"/>
      <w:bookmarkStart w:id="35" w:name="_Toc204263454"/>
      <w:r>
        <w:lastRenderedPageBreak/>
        <w:t>Durée de l'accord-cadre</w:t>
      </w:r>
      <w:bookmarkEnd w:id="34"/>
      <w:bookmarkEnd w:id="35"/>
    </w:p>
    <w:p w:rsidR="00CF2A77" w:rsidRDefault="003812CD">
      <w:pPr>
        <w:pStyle w:val="RedaliaNormal"/>
      </w:pPr>
      <w:r>
        <w:t>Les éléments relatifs à la durée de chaque lot sont précisés dans le table</w:t>
      </w:r>
      <w:r>
        <w:t>au ci-dessous :</w:t>
      </w:r>
    </w:p>
    <w:p w:rsidR="00CF2A77" w:rsidRDefault="00CF2A77">
      <w:pPr>
        <w:pStyle w:val="RedaliaNormal"/>
      </w:pPr>
    </w:p>
    <w:tbl>
      <w:tblPr>
        <w:tblW w:w="9628" w:type="dxa"/>
        <w:tblCellMar>
          <w:left w:w="10" w:type="dxa"/>
          <w:right w:w="10" w:type="dxa"/>
        </w:tblCellMar>
        <w:tblLook w:val="0000" w:firstRow="0" w:lastRow="0" w:firstColumn="0" w:lastColumn="0" w:noHBand="0" w:noVBand="0"/>
      </w:tblPr>
      <w:tblGrid>
        <w:gridCol w:w="1207"/>
        <w:gridCol w:w="1688"/>
        <w:gridCol w:w="1602"/>
        <w:gridCol w:w="1729"/>
        <w:gridCol w:w="1740"/>
        <w:gridCol w:w="1662"/>
      </w:tblGrid>
      <w:tr w:rsidR="00CF2A77">
        <w:tblPrEx>
          <w:tblCellMar>
            <w:top w:w="0" w:type="dxa"/>
            <w:bottom w:w="0" w:type="dxa"/>
          </w:tblCellMar>
        </w:tblPrEx>
        <w:trPr>
          <w:trHeight w:val="591"/>
        </w:trPr>
        <w:tc>
          <w:tcPr>
            <w:tcW w:w="1207" w:type="dxa"/>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tcPr>
          <w:p w:rsidR="00CF2A77" w:rsidRDefault="003812CD">
            <w:pPr>
              <w:pStyle w:val="RedaliaNormal"/>
            </w:pPr>
            <w:r>
              <w:t>Lots</w:t>
            </w:r>
          </w:p>
        </w:tc>
        <w:tc>
          <w:tcPr>
            <w:tcW w:w="1688" w:type="dxa"/>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tcPr>
          <w:p w:rsidR="00CF2A77" w:rsidRDefault="003812CD">
            <w:pPr>
              <w:pStyle w:val="RedaliaNormal"/>
            </w:pPr>
            <w:r>
              <w:t>Durées fermes (années)</w:t>
            </w:r>
          </w:p>
        </w:tc>
        <w:tc>
          <w:tcPr>
            <w:tcW w:w="1602" w:type="dxa"/>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tcPr>
          <w:p w:rsidR="00CF2A77" w:rsidRDefault="003812CD">
            <w:pPr>
              <w:pStyle w:val="RedaliaNormal"/>
            </w:pPr>
            <w:r>
              <w:t>Point de départ</w:t>
            </w:r>
          </w:p>
        </w:tc>
        <w:tc>
          <w:tcPr>
            <w:tcW w:w="1729" w:type="dxa"/>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tcPr>
          <w:p w:rsidR="00CF2A77" w:rsidRDefault="003812CD">
            <w:pPr>
              <w:pStyle w:val="RedaliaNormal"/>
            </w:pPr>
            <w:r>
              <w:t>Nombre de reconduction*</w:t>
            </w:r>
          </w:p>
        </w:tc>
        <w:tc>
          <w:tcPr>
            <w:tcW w:w="1740" w:type="dxa"/>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tcPr>
          <w:p w:rsidR="00CF2A77" w:rsidRDefault="003812CD">
            <w:pPr>
              <w:pStyle w:val="RedaliaNormal"/>
            </w:pPr>
            <w:r>
              <w:t xml:space="preserve">Durée des reconductions </w:t>
            </w:r>
          </w:p>
        </w:tc>
        <w:tc>
          <w:tcPr>
            <w:tcW w:w="1662" w:type="dxa"/>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tcPr>
          <w:p w:rsidR="00CF2A77" w:rsidRDefault="003812CD">
            <w:pPr>
              <w:pStyle w:val="RedaliaNormal"/>
            </w:pPr>
            <w:r>
              <w:t>Durée totale</w:t>
            </w:r>
          </w:p>
        </w:tc>
      </w:tr>
      <w:tr w:rsidR="00CF2A77">
        <w:tblPrEx>
          <w:tblCellMar>
            <w:top w:w="0" w:type="dxa"/>
            <w:bottom w:w="0" w:type="dxa"/>
          </w:tblCellMar>
        </w:tblPrEx>
        <w:trPr>
          <w:trHeight w:val="314"/>
        </w:trPr>
        <w:tc>
          <w:tcPr>
            <w:tcW w:w="120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CF2A77" w:rsidRDefault="003812CD">
            <w:pPr>
              <w:pStyle w:val="RedaliaNormal"/>
              <w:jc w:val="center"/>
            </w:pPr>
            <w:r>
              <w:t>1</w:t>
            </w:r>
          </w:p>
        </w:tc>
        <w:tc>
          <w:tcPr>
            <w:tcW w:w="16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F2A77" w:rsidRDefault="003812CD">
            <w:pPr>
              <w:pStyle w:val="RedaliaNormal"/>
              <w:jc w:val="center"/>
            </w:pPr>
            <w:r>
              <w:t>3</w:t>
            </w:r>
          </w:p>
        </w:tc>
        <w:tc>
          <w:tcPr>
            <w:tcW w:w="16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F2A77" w:rsidRDefault="003812CD">
            <w:pPr>
              <w:pStyle w:val="RedaliaNormal"/>
              <w:jc w:val="center"/>
            </w:pPr>
            <w:r>
              <w:t>OS ou BC de démarrage</w:t>
            </w:r>
          </w:p>
        </w:tc>
        <w:tc>
          <w:tcPr>
            <w:tcW w:w="17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F2A77" w:rsidRDefault="003812CD">
            <w:pPr>
              <w:pStyle w:val="RedaliaNormal"/>
              <w:jc w:val="center"/>
            </w:pPr>
            <w:r>
              <w:t>1</w:t>
            </w:r>
          </w:p>
        </w:tc>
        <w:tc>
          <w:tcPr>
            <w:tcW w:w="17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F2A77" w:rsidRDefault="003812CD">
            <w:pPr>
              <w:pStyle w:val="RedaliaNormal"/>
              <w:jc w:val="center"/>
            </w:pPr>
            <w:r>
              <w:t>1</w:t>
            </w:r>
          </w:p>
        </w:tc>
        <w:tc>
          <w:tcPr>
            <w:tcW w:w="16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F2A77" w:rsidRDefault="003812CD">
            <w:pPr>
              <w:pStyle w:val="RedaliaNormal"/>
              <w:jc w:val="center"/>
            </w:pPr>
            <w:r>
              <w:t>4 ans</w:t>
            </w:r>
          </w:p>
        </w:tc>
      </w:tr>
      <w:tr w:rsidR="00CF2A77">
        <w:tblPrEx>
          <w:tblCellMar>
            <w:top w:w="0" w:type="dxa"/>
            <w:bottom w:w="0" w:type="dxa"/>
          </w:tblCellMar>
        </w:tblPrEx>
        <w:trPr>
          <w:trHeight w:val="322"/>
        </w:trPr>
        <w:tc>
          <w:tcPr>
            <w:tcW w:w="120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CF2A77" w:rsidRDefault="003812CD">
            <w:pPr>
              <w:pStyle w:val="RedaliaNormal"/>
              <w:jc w:val="center"/>
            </w:pPr>
            <w:r>
              <w:t>2</w:t>
            </w:r>
          </w:p>
        </w:tc>
        <w:tc>
          <w:tcPr>
            <w:tcW w:w="16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F2A77" w:rsidRDefault="003812CD">
            <w:pPr>
              <w:pStyle w:val="RedaliaNormal"/>
              <w:jc w:val="center"/>
            </w:pPr>
            <w:r>
              <w:t>2</w:t>
            </w:r>
          </w:p>
        </w:tc>
        <w:tc>
          <w:tcPr>
            <w:tcW w:w="16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F2A77" w:rsidRDefault="003812CD">
            <w:pPr>
              <w:pStyle w:val="RedaliaNormal"/>
              <w:jc w:val="center"/>
            </w:pPr>
            <w:r>
              <w:t>Notification du marché</w:t>
            </w:r>
          </w:p>
        </w:tc>
        <w:tc>
          <w:tcPr>
            <w:tcW w:w="17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F2A77" w:rsidRDefault="003812CD">
            <w:pPr>
              <w:pStyle w:val="RedaliaNormal"/>
              <w:jc w:val="center"/>
            </w:pPr>
            <w:r>
              <w:t>1</w:t>
            </w:r>
          </w:p>
        </w:tc>
        <w:tc>
          <w:tcPr>
            <w:tcW w:w="17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F2A77" w:rsidRDefault="003812CD">
            <w:pPr>
              <w:pStyle w:val="RedaliaNormal"/>
              <w:jc w:val="center"/>
            </w:pPr>
            <w:r>
              <w:t>6 mois</w:t>
            </w:r>
          </w:p>
        </w:tc>
        <w:tc>
          <w:tcPr>
            <w:tcW w:w="16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F2A77" w:rsidRDefault="003812CD">
            <w:pPr>
              <w:pStyle w:val="RedaliaNormal"/>
              <w:jc w:val="center"/>
            </w:pPr>
            <w:r>
              <w:t>2 ans et 6 mois</w:t>
            </w:r>
          </w:p>
        </w:tc>
      </w:tr>
      <w:tr w:rsidR="00CF2A77">
        <w:tblPrEx>
          <w:tblCellMar>
            <w:top w:w="0" w:type="dxa"/>
            <w:bottom w:w="0" w:type="dxa"/>
          </w:tblCellMar>
        </w:tblPrEx>
        <w:trPr>
          <w:trHeight w:val="322"/>
        </w:trPr>
        <w:tc>
          <w:tcPr>
            <w:tcW w:w="120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CF2A77" w:rsidRDefault="003812CD">
            <w:pPr>
              <w:pStyle w:val="RedaliaNormal"/>
              <w:jc w:val="center"/>
            </w:pPr>
            <w:r>
              <w:t>3</w:t>
            </w:r>
          </w:p>
        </w:tc>
        <w:tc>
          <w:tcPr>
            <w:tcW w:w="16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F2A77" w:rsidRDefault="003812CD">
            <w:pPr>
              <w:pStyle w:val="RedaliaNormal"/>
              <w:jc w:val="center"/>
            </w:pPr>
            <w:r>
              <w:t>2</w:t>
            </w:r>
          </w:p>
        </w:tc>
        <w:tc>
          <w:tcPr>
            <w:tcW w:w="16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F2A77" w:rsidRDefault="003812CD">
            <w:pPr>
              <w:pStyle w:val="RedaliaNormal"/>
              <w:jc w:val="center"/>
            </w:pPr>
            <w:r>
              <w:t>OS ou BC de démarrage</w:t>
            </w:r>
          </w:p>
        </w:tc>
        <w:tc>
          <w:tcPr>
            <w:tcW w:w="17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F2A77" w:rsidRDefault="003812CD">
            <w:pPr>
              <w:pStyle w:val="RedaliaNormal"/>
              <w:jc w:val="center"/>
            </w:pPr>
            <w:r>
              <w:t>1</w:t>
            </w:r>
          </w:p>
        </w:tc>
        <w:tc>
          <w:tcPr>
            <w:tcW w:w="17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F2A77" w:rsidRDefault="003812CD">
            <w:pPr>
              <w:pStyle w:val="RedaliaNormal"/>
              <w:jc w:val="center"/>
            </w:pPr>
            <w:r>
              <w:t>1 an</w:t>
            </w:r>
          </w:p>
        </w:tc>
        <w:tc>
          <w:tcPr>
            <w:tcW w:w="16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F2A77" w:rsidRDefault="003812CD">
            <w:pPr>
              <w:pStyle w:val="RedaliaNormal"/>
              <w:jc w:val="center"/>
            </w:pPr>
            <w:r>
              <w:t>3 ans</w:t>
            </w:r>
          </w:p>
        </w:tc>
      </w:tr>
    </w:tbl>
    <w:p w:rsidR="00CF2A77" w:rsidRDefault="00CF2A77">
      <w:pPr>
        <w:pStyle w:val="RedaliaNormal"/>
      </w:pPr>
    </w:p>
    <w:p w:rsidR="00CF2A77" w:rsidRDefault="003812CD">
      <w:pPr>
        <w:pStyle w:val="RedaliaNormal"/>
      </w:pPr>
      <w:r>
        <w:t>*La reconduction est tacite.</w:t>
      </w:r>
    </w:p>
    <w:p w:rsidR="00CF2A77" w:rsidRDefault="00CF2A77">
      <w:pPr>
        <w:pStyle w:val="RedaliaNormal"/>
      </w:pPr>
    </w:p>
    <w:p w:rsidR="00CF2A77" w:rsidRDefault="003812CD">
      <w:pPr>
        <w:pStyle w:val="RedaliaNormal"/>
      </w:pPr>
      <w:r>
        <w:t>Si le pouvoir adjudicateur ne souhaite pas reconduire le contrat, il prendra une décision expresse de non-reconduction qui sera notifié au titulaire au plus tard dans un délai de 30 jours calendaires avant la date d'échéance d</w:t>
      </w:r>
      <w:r>
        <w:t>u contrat.</w:t>
      </w:r>
    </w:p>
    <w:p w:rsidR="00CF2A77" w:rsidRDefault="00CF2A77">
      <w:pPr>
        <w:pStyle w:val="RedaliaNormal"/>
      </w:pPr>
    </w:p>
    <w:p w:rsidR="00CF2A77" w:rsidRDefault="003812CD">
      <w:pPr>
        <w:pStyle w:val="RedaliaNormal"/>
      </w:pPr>
      <w:r>
        <w:t>Le titulaire ne dispose pas de la faculté de refuser la reconduction du contrat.</w:t>
      </w:r>
    </w:p>
    <w:p w:rsidR="00CF2A77" w:rsidRDefault="003812CD">
      <w:pPr>
        <w:pStyle w:val="RedaliaTitre2"/>
      </w:pPr>
      <w:bookmarkStart w:id="36" w:name="_Toc180614115"/>
      <w:bookmarkStart w:id="37" w:name="__RefHeading___Toc10502_484324197"/>
      <w:bookmarkStart w:id="38" w:name="_Toc44840163"/>
      <w:bookmarkStart w:id="39" w:name="_Toc204263455"/>
      <w:r>
        <w:t>Sous-traitance</w:t>
      </w:r>
      <w:bookmarkEnd w:id="36"/>
      <w:bookmarkEnd w:id="37"/>
      <w:bookmarkEnd w:id="38"/>
      <w:bookmarkEnd w:id="39"/>
    </w:p>
    <w:p w:rsidR="00CF2A77" w:rsidRDefault="003812CD">
      <w:pPr>
        <w:pStyle w:val="RedaliaNormal"/>
      </w:pPr>
      <w:r>
        <w:t xml:space="preserve">Le Titulaire pourra sous-traiter une partie de la Prestation sous sa seule responsabilité, sous réserve d’obtenir l’accord préalable écrit du </w:t>
      </w:r>
      <w:r>
        <w:t>Pouvoir Adjudicateur dans les conditions suivantes :</w:t>
      </w:r>
    </w:p>
    <w:p w:rsidR="00CF2A77" w:rsidRDefault="003812CD">
      <w:pPr>
        <w:pStyle w:val="Redaliapuces"/>
        <w:numPr>
          <w:ilvl w:val="0"/>
          <w:numId w:val="29"/>
        </w:numPr>
      </w:pPr>
      <w:r>
        <w:t>Notification au Pouvoir Adjudicateur par le Titulaire de son intention de sous-traiter une partie de la Prestation faisant l'objet du Contrat, en indiquant les références du ou des sous-traitants envisag</w:t>
      </w:r>
      <w:r>
        <w:t>és, une description précise de la partie de la Prestation sous-traitée, son montant, et les conditions de paiement prévues ;</w:t>
      </w:r>
    </w:p>
    <w:p w:rsidR="00CF2A77" w:rsidRDefault="003812CD">
      <w:pPr>
        <w:pStyle w:val="Redaliapuces"/>
        <w:numPr>
          <w:ilvl w:val="0"/>
          <w:numId w:val="12"/>
        </w:numPr>
      </w:pPr>
      <w:r>
        <w:t xml:space="preserve">Le Pouvoir Adjudicateur disposera d'un délai de quinze (15) jours ouvrés suivant la réception de la notification pour signifier au </w:t>
      </w:r>
      <w:r>
        <w:t>Titulaire par écrit, son acceptation ou son refus ;</w:t>
      </w:r>
    </w:p>
    <w:p w:rsidR="00CF2A77" w:rsidRDefault="003812CD">
      <w:pPr>
        <w:pStyle w:val="Redaliapuces"/>
        <w:numPr>
          <w:ilvl w:val="0"/>
          <w:numId w:val="12"/>
        </w:numPr>
      </w:pPr>
      <w:r>
        <w:t>En cas d'acceptation, le Titulaire communiquera dès que possible au Pouvoir Adjudicateur une copie du ou des contrats de sous-traitance correspondants.</w:t>
      </w:r>
    </w:p>
    <w:p w:rsidR="00CF2A77" w:rsidRDefault="003812CD">
      <w:pPr>
        <w:pStyle w:val="RedaliaTitre2"/>
      </w:pPr>
      <w:bookmarkStart w:id="40" w:name="_Toc180614116"/>
      <w:bookmarkStart w:id="41" w:name="__RefHeading___Toc10504_484324197"/>
      <w:bookmarkStart w:id="42" w:name="_Toc204263456"/>
      <w:r>
        <w:t>Modification du contrat - Clause de réexamen</w:t>
      </w:r>
      <w:bookmarkEnd w:id="40"/>
      <w:bookmarkEnd w:id="41"/>
      <w:bookmarkEnd w:id="42"/>
    </w:p>
    <w:p w:rsidR="00CF2A77" w:rsidRDefault="003812CD">
      <w:pPr>
        <w:jc w:val="both"/>
      </w:pPr>
      <w:r>
        <w:t>L'accor</w:t>
      </w:r>
      <w:r>
        <w:t>d-cadre pourra être modifié par la conclusion d’actes modificatifs dans les cas décrits aux articles R. 2194-1 à R. 2194-9 du Code de la commande publique et à l’article 25 du CCAG PI. Ces modifications et/ou ajouts ne peuvent avoir pour effet de changer l</w:t>
      </w:r>
      <w:r>
        <w:t>a nature globale du Contrat et doivent être en lien direct avec l’objet du marché.</w:t>
      </w:r>
    </w:p>
    <w:p w:rsidR="00CF2A77" w:rsidRDefault="003812CD">
      <w:pPr>
        <w:pStyle w:val="RedaliaTitre2"/>
      </w:pPr>
      <w:bookmarkStart w:id="43" w:name="_Toc180614117"/>
      <w:bookmarkStart w:id="44" w:name="__RefHeading___Toc10506_484324197"/>
      <w:bookmarkStart w:id="45" w:name="_Toc204263457"/>
      <w:r>
        <w:t>Prestations similaires</w:t>
      </w:r>
      <w:bookmarkEnd w:id="43"/>
      <w:bookmarkEnd w:id="44"/>
      <w:bookmarkEnd w:id="45"/>
    </w:p>
    <w:p w:rsidR="00CF2A77" w:rsidRDefault="003812CD">
      <w:pPr>
        <w:pStyle w:val="RedaliaNormal"/>
      </w:pPr>
      <w:r>
        <w:t>Les prestations similaires à celles du présent Contrat pourront être attribuées au même Titulaire par un marché passé sans publicité ni mise en concur</w:t>
      </w:r>
      <w:r>
        <w:t>rence préalables dans les conditions prévues à l’article R. 2122-7 du Code de la commande publique.</w:t>
      </w:r>
    </w:p>
    <w:p w:rsidR="00CF2A77" w:rsidRDefault="00CF2A77">
      <w:pPr>
        <w:pStyle w:val="RedaliaNormal"/>
      </w:pPr>
    </w:p>
    <w:p w:rsidR="00CF2A77" w:rsidRDefault="00CF2A77">
      <w:pPr>
        <w:pStyle w:val="RedaliaNormal"/>
      </w:pPr>
    </w:p>
    <w:p w:rsidR="00CF2A77" w:rsidRDefault="003812CD">
      <w:pPr>
        <w:pStyle w:val="RedaliaTitre1"/>
      </w:pPr>
      <w:bookmarkStart w:id="46" w:name="_Toc2394442"/>
      <w:bookmarkStart w:id="47" w:name="_Toc180614118"/>
      <w:bookmarkStart w:id="48" w:name="__RefHeading___Toc10508_484324197"/>
      <w:bookmarkStart w:id="49" w:name="_Toc204263458"/>
      <w:bookmarkEnd w:id="46"/>
      <w:bookmarkEnd w:id="47"/>
      <w:r>
        <w:lastRenderedPageBreak/>
        <w:t>Pièces constitutives du contrat</w:t>
      </w:r>
      <w:bookmarkEnd w:id="48"/>
      <w:bookmarkEnd w:id="49"/>
    </w:p>
    <w:p w:rsidR="00CF2A77" w:rsidRDefault="003812CD">
      <w:pPr>
        <w:pStyle w:val="RedaliaNormal"/>
      </w:pPr>
      <w:r>
        <w:t>Par dérogation à l’article 4.1 du CCAG PI, en cas de contradiction entre les stipulations des pièces contractuelles du Con</w:t>
      </w:r>
      <w:r>
        <w:t>trat, elles prévalent dans l’ordre de priorité suivant :</w:t>
      </w:r>
    </w:p>
    <w:p w:rsidR="00CF2A77" w:rsidRDefault="003812CD">
      <w:pPr>
        <w:pStyle w:val="Redaliapuces"/>
        <w:numPr>
          <w:ilvl w:val="0"/>
          <w:numId w:val="12"/>
        </w:numPr>
      </w:pPr>
      <w:r>
        <w:t>Le présent Contrat et ses annexes éventuelles ;</w:t>
      </w:r>
    </w:p>
    <w:p w:rsidR="00CF2A77" w:rsidRDefault="003812CD">
      <w:pPr>
        <w:pStyle w:val="Redaliapuces"/>
        <w:numPr>
          <w:ilvl w:val="0"/>
          <w:numId w:val="12"/>
        </w:numPr>
      </w:pPr>
      <w:r>
        <w:t>Les termes de références (TDR) et ses éventuelles annexes, dont l’exemplaire original conservé dans les archives de l’acheteur fait seul foi ;</w:t>
      </w:r>
    </w:p>
    <w:p w:rsidR="00CF2A77" w:rsidRDefault="003812CD">
      <w:pPr>
        <w:pStyle w:val="Redaliapuces"/>
        <w:numPr>
          <w:ilvl w:val="0"/>
          <w:numId w:val="12"/>
        </w:numPr>
      </w:pPr>
      <w:r>
        <w:t>Le cahie</w:t>
      </w:r>
      <w:r>
        <w:t>r des clauses administratives générales des marchés publics de prestations intellectuelles (CCAG PI) approuvé par l’arrêté du 30 mars 2021 (publié au JORF n°0078 du 1 avril 2021) ;</w:t>
      </w:r>
    </w:p>
    <w:p w:rsidR="00CF2A77" w:rsidRDefault="003812CD">
      <w:pPr>
        <w:pStyle w:val="Redaliapuces"/>
        <w:numPr>
          <w:ilvl w:val="0"/>
          <w:numId w:val="12"/>
        </w:numPr>
      </w:pPr>
      <w:r>
        <w:t>L’offre financière du Titulaire ;</w:t>
      </w:r>
    </w:p>
    <w:p w:rsidR="00CF2A77" w:rsidRDefault="003812CD">
      <w:pPr>
        <w:pStyle w:val="Redaliapuces"/>
        <w:numPr>
          <w:ilvl w:val="0"/>
          <w:numId w:val="12"/>
        </w:numPr>
      </w:pPr>
      <w:r>
        <w:t xml:space="preserve">L’offre technique du Titulaire ; </w:t>
      </w:r>
    </w:p>
    <w:p w:rsidR="00CF2A77" w:rsidRDefault="003812CD">
      <w:pPr>
        <w:pStyle w:val="Redaliapuces"/>
        <w:numPr>
          <w:ilvl w:val="0"/>
          <w:numId w:val="12"/>
        </w:numPr>
      </w:pPr>
      <w:r>
        <w:t>Les Que</w:t>
      </w:r>
      <w:r>
        <w:t>stions réponses lors de la phase de publication ;</w:t>
      </w:r>
    </w:p>
    <w:p w:rsidR="00CF2A77" w:rsidRDefault="003812CD">
      <w:pPr>
        <w:pStyle w:val="Redaliapuces"/>
        <w:numPr>
          <w:ilvl w:val="0"/>
          <w:numId w:val="12"/>
        </w:numPr>
      </w:pPr>
      <w:r>
        <w:t>Les actes spéciaux de sous-traitance et leurs éventuels actes modificatifs, postérieurs à la notification du marché.</w:t>
      </w:r>
    </w:p>
    <w:p w:rsidR="00CF2A77" w:rsidRDefault="003812CD">
      <w:pPr>
        <w:pStyle w:val="RedaliaTitre1"/>
      </w:pPr>
      <w:bookmarkStart w:id="50" w:name="_Toc180614119"/>
      <w:bookmarkStart w:id="51" w:name="__RefHeading___Toc10510_484324197"/>
      <w:bookmarkStart w:id="52" w:name="_Toc204263459"/>
      <w:r>
        <w:t>Conditions d’exécution des prestations</w:t>
      </w:r>
      <w:bookmarkEnd w:id="50"/>
      <w:bookmarkEnd w:id="51"/>
      <w:bookmarkEnd w:id="52"/>
    </w:p>
    <w:p w:rsidR="00CF2A77" w:rsidRDefault="003812CD">
      <w:pPr>
        <w:pStyle w:val="RedaliaNormal"/>
      </w:pPr>
      <w:r>
        <w:t>Les prestations devront être conformes aux stipula</w:t>
      </w:r>
      <w:r>
        <w:t>tions du marché.</w:t>
      </w:r>
    </w:p>
    <w:p w:rsidR="00CF2A77" w:rsidRDefault="00CF2A77">
      <w:pPr>
        <w:pStyle w:val="RedaliaNormal"/>
      </w:pPr>
    </w:p>
    <w:p w:rsidR="00CF2A77" w:rsidRDefault="003812CD">
      <w:pPr>
        <w:pStyle w:val="RedaliaNormal"/>
      </w:pPr>
      <w:r>
        <w:t>Le Pouvoir Adjudicateur mettra à la disposition du titulaire les documents en sa possession nécessaires à la réalisation des prestations et facilitera en tant que de besoin l’obtention auprès des autres organismes compétents des informati</w:t>
      </w:r>
      <w:r>
        <w:t>ons et renseignements dont le titulaire pourra avoir besoin.</w:t>
      </w:r>
    </w:p>
    <w:p w:rsidR="00CF2A77" w:rsidRDefault="00CF2A77">
      <w:pPr>
        <w:pStyle w:val="RedaliaNormal"/>
      </w:pPr>
    </w:p>
    <w:p w:rsidR="00CF2A77" w:rsidRDefault="003812CD">
      <w:pPr>
        <w:pStyle w:val="RedaliaNormal"/>
      </w:pPr>
      <w:r>
        <w:t xml:space="preserve">Le Titulaire devra apporter, dans le cadre de l’exécution du Contrat, tout son savoir-faire et ses compétences pour la réalisation de la Prestation. Il apportera toute la logistique et le </w:t>
      </w:r>
      <w:r>
        <w:t>matériel nécessaires à la bonne exécution de la Prestation.</w:t>
      </w:r>
    </w:p>
    <w:p w:rsidR="00CF2A77" w:rsidRDefault="00CF2A77">
      <w:pPr>
        <w:pStyle w:val="RedaliaNormal"/>
      </w:pPr>
    </w:p>
    <w:p w:rsidR="00CF2A77" w:rsidRDefault="003812CD">
      <w:pPr>
        <w:pStyle w:val="RedaliaNormal"/>
      </w:pPr>
      <w:r>
        <w:t>Le Titulaire devra exécuter la Prestation de manière professionnelle et conforme aux règles de l’art.</w:t>
      </w:r>
    </w:p>
    <w:p w:rsidR="00CF2A77" w:rsidRDefault="003812CD">
      <w:pPr>
        <w:pStyle w:val="RedaliaTitre2"/>
      </w:pPr>
      <w:bookmarkStart w:id="53" w:name="__RefHeading___Toc10512_484324197"/>
      <w:bookmarkStart w:id="54" w:name="_Toc204263460"/>
      <w:r>
        <w:t>Personnel affecté à la mission</w:t>
      </w:r>
      <w:bookmarkEnd w:id="53"/>
      <w:bookmarkEnd w:id="54"/>
    </w:p>
    <w:p w:rsidR="00CF2A77" w:rsidRDefault="003812CD">
      <w:pPr>
        <w:pStyle w:val="RedaliaNormal"/>
      </w:pPr>
      <w:r>
        <w:t>Le Titulaire affectera le Personnel adéquat pour effectuer les</w:t>
      </w:r>
      <w:r>
        <w:t xml:space="preserve"> différentes missions nécessaires à la bonne réalisation de la Prestation. Le Titulaire devra communiquer les noms et les qualifications professionnelles des personnes qui seront chargées de l’exécution des prestations.</w:t>
      </w:r>
    </w:p>
    <w:p w:rsidR="00CF2A77" w:rsidRDefault="00CF2A77">
      <w:pPr>
        <w:pStyle w:val="RedaliaNormal"/>
      </w:pPr>
    </w:p>
    <w:p w:rsidR="00CF2A77" w:rsidRDefault="003812CD">
      <w:pPr>
        <w:pStyle w:val="RedaliaNormal"/>
      </w:pPr>
      <w:r>
        <w:t>Le Titulaire pourra procéder au rem</w:t>
      </w:r>
      <w:r>
        <w:t>placement d’un ou plusieurs membre(s) du Personnel en cas de défaillance dudit (desdits) membre(s) à la condition que (i) les qualifications de la (ou des) personne(s) proposée(s) pour le remplacement soient équivalentes ou supérieures à celles de la (ou d</w:t>
      </w:r>
      <w:r>
        <w:t>es) personne(s) à remplacer, (ii) que ce remplacement n’entraîne aucun retard pour le Pouvoir Adjudicateur au regard du calendrier d’exécution de la Prestation, et (iii) d’avoir obtenu l’accord préalable et écrit du Pouvoir Adjudicateur sur la ou les perso</w:t>
      </w:r>
      <w:r>
        <w:t>nne(s) proposée(s). Le remplacement devra alors se faire immédiatement. Le Titulaire supportera la charge de tous les frais y associés.</w:t>
      </w:r>
    </w:p>
    <w:p w:rsidR="00CF2A77" w:rsidRDefault="00CF2A77">
      <w:pPr>
        <w:pStyle w:val="RedaliaNormal"/>
      </w:pPr>
    </w:p>
    <w:p w:rsidR="00CF2A77" w:rsidRDefault="003812CD">
      <w:pPr>
        <w:pStyle w:val="RedaliaNormal"/>
      </w:pPr>
      <w:r>
        <w:t xml:space="preserve">Le Personnel interviendra sous l’encadrement, la responsabilité juridique, hiérarchique et disciplinaire du Titulaire. </w:t>
      </w:r>
      <w:r>
        <w:t xml:space="preserve">Le Titulaire s’engage en conséquence à effectuer toutes les formalités applicables au regard de la réglementation en vigueur à la charge de l’employeur concernant </w:t>
      </w:r>
      <w:r>
        <w:lastRenderedPageBreak/>
        <w:t>notamment le droit du travail, la couverture sociale et les obligations fiscales. Le Personne</w:t>
      </w:r>
      <w:r>
        <w:t>l relèvera en toutes circonstances de la seule autorité du Titulaire et répondra de son activité exclusivement et directement auprès de ce dernier.</w:t>
      </w:r>
    </w:p>
    <w:p w:rsidR="00CF2A77" w:rsidRDefault="00CF2A77">
      <w:pPr>
        <w:pStyle w:val="RedaliaNormal"/>
      </w:pPr>
    </w:p>
    <w:p w:rsidR="00CF2A77" w:rsidRDefault="003812CD">
      <w:pPr>
        <w:pStyle w:val="RedaliaNormal"/>
      </w:pPr>
      <w:r>
        <w:t xml:space="preserve">Le Titulaire s’engage à faire le nécessaire pour que le Personnel soit apte à accomplir sa mission tant en </w:t>
      </w:r>
      <w:r>
        <w:t>France que dans le pays du déroulement de la mission. Il devra notamment effectuer les formalités relatives à la situation administrative du Personnel, obtenir les visas et tout document nécessaire au regard de la règlementation locale. Le Titulaire s’enga</w:t>
      </w:r>
      <w:r>
        <w:t>ge également à (i) avoir pris toutes les dispositions nécessaires (assurances, mutuelles…) pour assister le Personnel en cas de difficulté survenant localement, telles que, à titre d’exemple, une évacuation pour raison sanitaire ou politique et à (ii) appo</w:t>
      </w:r>
      <w:r>
        <w:t>rter toute assistance technique dont le Personnel pourrait avoir besoin dans le cadre de sa mission.</w:t>
      </w:r>
    </w:p>
    <w:p w:rsidR="00CF2A77" w:rsidRDefault="003812CD">
      <w:pPr>
        <w:pStyle w:val="RedaliaTitre2"/>
      </w:pPr>
      <w:bookmarkStart w:id="55" w:name="__RefHeading___Toc10514_484324197"/>
      <w:bookmarkStart w:id="56" w:name="_Toc204263461"/>
      <w:r>
        <w:t>Spécifications techniques RSE et exécution du Contrat</w:t>
      </w:r>
      <w:bookmarkEnd w:id="55"/>
      <w:bookmarkEnd w:id="56"/>
    </w:p>
    <w:p w:rsidR="00CF2A77" w:rsidRDefault="003812CD">
      <w:pPr>
        <w:pStyle w:val="RedaliaTitre3"/>
      </w:pPr>
      <w:r>
        <w:t>Réduction des émissions carbone et des consommations d'énergie</w:t>
      </w:r>
    </w:p>
    <w:p w:rsidR="00CF2A77" w:rsidRDefault="003812CD">
      <w:pPr>
        <w:pStyle w:val="RedaliaNormal"/>
      </w:pPr>
      <w:r>
        <w:t>Dans le cadre de l’exécution du présen</w:t>
      </w:r>
      <w:r>
        <w:t>t contrat, le titulaire a l’obligation de mettre en place une ou des actions de réduction des émissions carbone et de réduction des consommations d’énergie applicables à l’objet du contrat. Il doit pouvoir calculer les émissions carbones de l’achat ou être</w:t>
      </w:r>
      <w:r>
        <w:t xml:space="preserve"> en mesure de fournir un ou plusieurs indicateurs relatifs aux consommations d’énergie de l’achat. La méthodologie de calcul des émissions carbone devra être décrite.</w:t>
      </w:r>
    </w:p>
    <w:p w:rsidR="00CF2A77" w:rsidRDefault="00CF2A77">
      <w:pPr>
        <w:pStyle w:val="RedaliaNormal"/>
      </w:pPr>
    </w:p>
    <w:p w:rsidR="00CF2A77" w:rsidRDefault="003812CD">
      <w:pPr>
        <w:pStyle w:val="RedaliaNormal"/>
      </w:pPr>
      <w:r>
        <w:t>S’agissant des déplacements professionnels, le titulaire est invité à avoir une approche</w:t>
      </w:r>
      <w:r>
        <w:t xml:space="preserve"> pour diminuer les émissions des déplacements (règles applicables aux déplacements, choix de modes de transport plus faiblement émetteurs de carbone lorsque c’est possible etc.).</w:t>
      </w:r>
    </w:p>
    <w:p w:rsidR="00CF2A77" w:rsidRDefault="00CF2A77">
      <w:pPr>
        <w:pStyle w:val="RedaliaNormal"/>
      </w:pPr>
    </w:p>
    <w:p w:rsidR="00CF2A77" w:rsidRDefault="003812CD">
      <w:pPr>
        <w:pStyle w:val="RedaliaNormal"/>
      </w:pPr>
      <w:r>
        <w:t>Le titulaire décrit dans le mémoire technique, tel qu’indiqué dans le règlem</w:t>
      </w:r>
      <w:r>
        <w:t>ent de la consultation, comment il met en œuvre ces exigences dans le cadre du contrat : actions mises en place et indicateur(s) de suivi des actions.</w:t>
      </w:r>
    </w:p>
    <w:p w:rsidR="00CF2A77" w:rsidRDefault="003812CD">
      <w:pPr>
        <w:pStyle w:val="RedaliaNormal"/>
      </w:pPr>
      <w:r>
        <w:t>Le titulaire fournit toute documentation contribuant à justifier ce qu’il met en œuvre. (1/2 à 1 page max</w:t>
      </w:r>
      <w:r>
        <w:t>imum)</w:t>
      </w:r>
    </w:p>
    <w:p w:rsidR="00CF2A77" w:rsidRDefault="00CF2A77">
      <w:pPr>
        <w:pStyle w:val="RedaliaNormal"/>
      </w:pPr>
    </w:p>
    <w:p w:rsidR="00CF2A77" w:rsidRDefault="003812CD">
      <w:pPr>
        <w:pStyle w:val="RedaliaNormal"/>
      </w:pPr>
      <w:r>
        <w:t>Le Titulaire devra communiquer, sur demande du Pouvoir Adjudicateur, à la fin de chaque année civile et à la fin du contrat, le résultat de l’/des action(s) mise(s) en place, y-compris le cas échéant les émissions carbone de l’achat et/ou les autres</w:t>
      </w:r>
      <w:r>
        <w:t xml:space="preserve"> indicateurs de consommation d’énergie. Le titulaire fournira les documents de preuve éventuels.</w:t>
      </w:r>
    </w:p>
    <w:p w:rsidR="00CF2A77" w:rsidRDefault="003812CD">
      <w:pPr>
        <w:pStyle w:val="RedaliaTitre3"/>
      </w:pPr>
      <w:r>
        <w:t>Actions en faveur de l’égalité professionnelle Femme/Homme</w:t>
      </w:r>
    </w:p>
    <w:p w:rsidR="00CF2A77" w:rsidRDefault="003812CD">
      <w:pPr>
        <w:pStyle w:val="RedaliaNormal"/>
      </w:pPr>
      <w:r>
        <w:t>Le titulaire mettra en place une ou des actions pour l’égalité professionnelle femmes-hommes applica</w:t>
      </w:r>
      <w:r>
        <w:t>ble à l’objet du contrat.</w:t>
      </w:r>
    </w:p>
    <w:p w:rsidR="00CF2A77" w:rsidRDefault="00CF2A77">
      <w:pPr>
        <w:pStyle w:val="RedaliaNormal"/>
      </w:pPr>
    </w:p>
    <w:p w:rsidR="00CF2A77" w:rsidRDefault="003812CD">
      <w:pPr>
        <w:pStyle w:val="RedaliaNormal"/>
      </w:pPr>
      <w:r>
        <w:t>Le titulaire décrit dans son mémoire technique la/les actions favorisant l'atteinte de l'égalité professionnelle femmes hommes au sein de ses personnels mobilisés dans le cadre du contrat, ainsi que le cas échéant le ou les indic</w:t>
      </w:r>
      <w:r>
        <w:t>ateurs associés.</w:t>
      </w:r>
    </w:p>
    <w:p w:rsidR="00CF2A77" w:rsidRDefault="00CF2A77">
      <w:pPr>
        <w:pStyle w:val="RedaliaNormal"/>
      </w:pPr>
    </w:p>
    <w:p w:rsidR="00CF2A77" w:rsidRDefault="003812CD">
      <w:pPr>
        <w:pStyle w:val="RedaliaNormal"/>
      </w:pPr>
      <w:r>
        <w:t>Le titulaire devra préciser pour chaque action :</w:t>
      </w:r>
    </w:p>
    <w:p w:rsidR="00CF2A77" w:rsidRDefault="003812CD">
      <w:pPr>
        <w:pStyle w:val="RedaliaNormal"/>
      </w:pPr>
      <w:r>
        <w:t>- A quel levier elle se rapporte parmi les suivants : recrutement, égalité salariale/rémunération, formation, conditions de travail, articulation vie professionnelle et vie personnelle, rep</w:t>
      </w:r>
      <w:r>
        <w:t xml:space="preserve">résentation </w:t>
      </w:r>
      <w:r>
        <w:lastRenderedPageBreak/>
        <w:t>équilibrée des femmes et des hommes dans les postes d’encadrement et de direction ;</w:t>
      </w:r>
    </w:p>
    <w:p w:rsidR="00CF2A77" w:rsidRDefault="003812CD">
      <w:pPr>
        <w:pStyle w:val="RedaliaNormal"/>
      </w:pPr>
      <w:r>
        <w:t>- Le ou les indicateurs associés le cas échéant. (1/2 à 1 page maximum)</w:t>
      </w:r>
    </w:p>
    <w:p w:rsidR="00CF2A77" w:rsidRDefault="00CF2A77">
      <w:pPr>
        <w:pStyle w:val="RedaliaNormal"/>
      </w:pPr>
    </w:p>
    <w:p w:rsidR="00CF2A77" w:rsidRDefault="003812CD">
      <w:pPr>
        <w:pStyle w:val="RedaliaNormal"/>
      </w:pPr>
      <w:r>
        <w:t>Le Titulaire devra communiquer, sur demande du Pouvoir Adjudicateur, à la fin de chaque</w:t>
      </w:r>
      <w:r>
        <w:t xml:space="preserve"> année civile et à la fin du contrat, le résultat de l’/des action(s) mise(s) en place, y-compris le cas les indicateurs associés.</w:t>
      </w:r>
    </w:p>
    <w:p w:rsidR="00CF2A77" w:rsidRDefault="003812CD">
      <w:pPr>
        <w:pStyle w:val="RedaliaTitre2"/>
      </w:pPr>
      <w:bookmarkStart w:id="57" w:name="__RefHeading___Toc10516_484324197"/>
      <w:bookmarkStart w:id="58" w:name="_Toc204263462"/>
      <w:r>
        <w:t>Sûreté</w:t>
      </w:r>
      <w:bookmarkEnd w:id="57"/>
      <w:bookmarkEnd w:id="58"/>
    </w:p>
    <w:p w:rsidR="00CF2A77" w:rsidRDefault="003812CD">
      <w:pPr>
        <w:pStyle w:val="RedaliaNormal"/>
      </w:pPr>
      <w:r>
        <w:t xml:space="preserve">Le Titulaire s’engage à respecter toutes les lois et réglementations applicables en matière de sûreté, et à prendre </w:t>
      </w:r>
      <w:r>
        <w:t>les mesures qui lui incombent pour assurer la sûreté de son personnel, dont il est le seul responsable.</w:t>
      </w:r>
    </w:p>
    <w:p w:rsidR="00CF2A77" w:rsidRDefault="00CF2A77">
      <w:pPr>
        <w:pStyle w:val="RedaliaNormal"/>
      </w:pPr>
    </w:p>
    <w:p w:rsidR="00CF2A77" w:rsidRDefault="003812CD">
      <w:pPr>
        <w:pStyle w:val="RedaliaNormal"/>
      </w:pPr>
      <w:r>
        <w:t>Le Pouvoir Adjudicateur n’est pas responsable de la sûreté des personnes physiques ou du personnel des personnes morales auxquelles le Titulaire confie</w:t>
      </w:r>
      <w:r>
        <w:t>rait ou déléguerait, de quelque manière que ce soit, tout ou partie de la réalisation de la/les Prestation(s).</w:t>
      </w:r>
    </w:p>
    <w:p w:rsidR="00CF2A77" w:rsidRDefault="00CF2A77">
      <w:pPr>
        <w:pStyle w:val="RedaliaNormal"/>
      </w:pPr>
    </w:p>
    <w:p w:rsidR="00CF2A77" w:rsidRDefault="003812CD">
      <w:pPr>
        <w:pStyle w:val="RedaliaNormal"/>
      </w:pPr>
      <w:r>
        <w:t>Le Titulaire est seul responsable de la sécurité des personnes physiques ou du personnel des personnes morales auxquelles il confierait ou délég</w:t>
      </w:r>
      <w:r>
        <w:t>uerait, de quelque manière que ce soit, tout ou partie de la réalisation des Prestations. Le Pouvoir Adjudicateur n’est pas responsable des procédures de sécurité et de la gestion de la sécurité de ces personnes et de leur personnel.</w:t>
      </w:r>
    </w:p>
    <w:p w:rsidR="00CF2A77" w:rsidRDefault="00CF2A77">
      <w:pPr>
        <w:pStyle w:val="RedaliaNormal"/>
      </w:pPr>
    </w:p>
    <w:p w:rsidR="00CF2A77" w:rsidRDefault="003812CD">
      <w:pPr>
        <w:pStyle w:val="RedaliaNormal"/>
      </w:pPr>
      <w:r>
        <w:t>Pendant toute la duré</w:t>
      </w:r>
      <w:r>
        <w:t xml:space="preserve">e de la réalisation de la/les Prestation(s), et notamment préalablement à tout déplacement de son personnel, le Titulaire s’engage à s’informer auprès de(s) l’Ambassade(s) de France du/des pays concerné(s) </w:t>
      </w:r>
      <w:r>
        <w:rPr>
          <w:i/>
          <w:iCs/>
          <w:sz w:val="16"/>
          <w:szCs w:val="16"/>
        </w:rPr>
        <w:t>(1)</w:t>
      </w:r>
      <w:r>
        <w:t xml:space="preserve"> sur les risques sécuritaires encourus et à fai</w:t>
      </w:r>
      <w:r>
        <w:t>re bon usage des conseils délivrés par ses/leurs services. Il s’engage à faire en sorte que les personnes physiques ou morales intervenant pour son compte dans le cadre de la réalisation de la/les Prestation(s) respectent cette obligation.</w:t>
      </w:r>
    </w:p>
    <w:p w:rsidR="00CF2A77" w:rsidRDefault="00CF2A77">
      <w:pPr>
        <w:pStyle w:val="RedaliaNormal"/>
      </w:pPr>
    </w:p>
    <w:p w:rsidR="00CF2A77" w:rsidRDefault="003812CD">
      <w:pPr>
        <w:pStyle w:val="RedaliaNormal"/>
      </w:pPr>
      <w:r>
        <w:t xml:space="preserve">Lorsque la/les </w:t>
      </w:r>
      <w:r>
        <w:t>zone(s) de mise en œuvre de la Prestation devient/deviennent l'objet d'une classification en zone orange ou rouge par le Ministère français de l'Europe et des Affaires étrangères au cours de l'exécution du marché, le Titulaire s'engage à suspendre ses acti</w:t>
      </w:r>
      <w:r>
        <w:t>vités dans la/les zone(s) concernée(s) et à transmettre sa documentation sûreté à un organisme externe spécialisé, désigné et financé par le Pouvoir Adjudicateur.</w:t>
      </w:r>
    </w:p>
    <w:p w:rsidR="00CF2A77" w:rsidRDefault="00CF2A77">
      <w:pPr>
        <w:pStyle w:val="RedaliaNormal"/>
      </w:pPr>
    </w:p>
    <w:p w:rsidR="00CF2A77" w:rsidRDefault="003812CD">
      <w:pPr>
        <w:pStyle w:val="RedaliaNormal"/>
      </w:pPr>
      <w:r>
        <w:t>L’organisme externe spécialisé effectuera une revue de celle-ci et transmettra ses recommand</w:t>
      </w:r>
      <w:r>
        <w:t>ations au seul Titulaire, lequel décidera des suites à y donner sous sa seule responsabilité. L’organisme externe spécialisé adressera au Pouvoir Adjudicateur une attestation établie par ses soins certifiant de la revue de la documentation transmise. Une n</w:t>
      </w:r>
      <w:r>
        <w:t>ouvelle intervention dans la/les zone(s) concernée(s) ne pourra être organisée avant la réception de cette attestation par le Pouvoir Adjudicateur.</w:t>
      </w:r>
    </w:p>
    <w:p w:rsidR="00CF2A77" w:rsidRDefault="00CF2A77">
      <w:pPr>
        <w:pStyle w:val="RedaliaNormal"/>
      </w:pPr>
    </w:p>
    <w:p w:rsidR="00CF2A77" w:rsidRDefault="003812CD">
      <w:pPr>
        <w:pStyle w:val="RedaliaNormal"/>
      </w:pPr>
      <w:r>
        <w:t>Le Titulaire est seul responsable de la décision d’annuler ou de maintenir les déplacements envisagés.</w:t>
      </w:r>
    </w:p>
    <w:p w:rsidR="00CF2A77" w:rsidRDefault="00CF2A77">
      <w:pPr>
        <w:pStyle w:val="RedaliaNormal"/>
      </w:pPr>
    </w:p>
    <w:p w:rsidR="00CF2A77" w:rsidRDefault="003812CD">
      <w:pPr>
        <w:pStyle w:val="RedaliaNormal"/>
        <w:rPr>
          <w:i/>
          <w:iCs/>
          <w:sz w:val="16"/>
          <w:szCs w:val="16"/>
        </w:rPr>
      </w:pPr>
      <w:r>
        <w:rPr>
          <w:i/>
          <w:iCs/>
          <w:sz w:val="16"/>
          <w:szCs w:val="16"/>
        </w:rPr>
        <w:t>(1)</w:t>
      </w:r>
      <w:r>
        <w:rPr>
          <w:i/>
          <w:iCs/>
          <w:sz w:val="16"/>
          <w:szCs w:val="16"/>
        </w:rPr>
        <w:t xml:space="preserve"> Si le Titulaire est de nationalité française. Si tel n’est pas le cas, supprimer « de(s) l’Ambassade(s) de France du/des pays concerné(s) » et ajouter « des autorités consulaires ou locales compétentes au regard de sa nationalité du/des pays concernés.</w:t>
      </w:r>
    </w:p>
    <w:p w:rsidR="00CF2A77" w:rsidRDefault="003812CD">
      <w:pPr>
        <w:pStyle w:val="RedaliaTitre2"/>
      </w:pPr>
      <w:bookmarkStart w:id="59" w:name="__RefHeading___Toc10518_484324197"/>
      <w:bookmarkStart w:id="60" w:name="_Toc204263463"/>
      <w:r>
        <w:t>Su</w:t>
      </w:r>
      <w:r>
        <w:t>spension pour motif de risque grave et imminent</w:t>
      </w:r>
      <w:bookmarkEnd w:id="59"/>
      <w:bookmarkEnd w:id="60"/>
    </w:p>
    <w:p w:rsidR="00CF2A77" w:rsidRDefault="003812CD">
      <w:pPr>
        <w:pStyle w:val="RedaliaNormal"/>
      </w:pPr>
      <w:r>
        <w:lastRenderedPageBreak/>
        <w:t>En cas de risque d’atteinte grave et imminente à l’intégrité physique de son personnel et de toute personne intervenant pour son compte, le Titulaire peut décider, sans notification préalable, de les démobili</w:t>
      </w:r>
      <w:r>
        <w:t>ser de la zone d'exécution du présent marché et/ou de la zone dangereuse, et pourra suspendre immédiatement tout ou partie de l'exécution du présent marché.</w:t>
      </w:r>
    </w:p>
    <w:p w:rsidR="00CF2A77" w:rsidRDefault="00CF2A77">
      <w:pPr>
        <w:pStyle w:val="RedaliaNormal"/>
      </w:pPr>
    </w:p>
    <w:p w:rsidR="00CF2A77" w:rsidRDefault="003812CD">
      <w:pPr>
        <w:pStyle w:val="RedaliaNormal"/>
      </w:pPr>
      <w:r>
        <w:t>Le Titulaire en informera sans délai le Pouvoir Adjudicateur.</w:t>
      </w:r>
    </w:p>
    <w:p w:rsidR="00CF2A77" w:rsidRDefault="003812CD">
      <w:pPr>
        <w:pStyle w:val="RedaliaNormal"/>
      </w:pPr>
      <w:r>
        <w:t xml:space="preserve"> </w:t>
      </w:r>
    </w:p>
    <w:p w:rsidR="00CF2A77" w:rsidRDefault="003812CD">
      <w:pPr>
        <w:pStyle w:val="RedaliaNormal"/>
      </w:pPr>
      <w:r>
        <w:t xml:space="preserve">Le Titulaire devra, dans un délai </w:t>
      </w:r>
      <w:r>
        <w:t>maximal de sept (7) jours à partir de sa décision, justifier par écrit au Pouvoir Adjudicateur que sa décision était conforme aux termes du premier alinéa ci-dessus. Il précisera les motifs ayant entraîné sa décision, les conséquences prévisibles pour le C</w:t>
      </w:r>
      <w:r>
        <w:t>ontrat, les mesures proposées pour minimiser ces conséquences et les coûts entraînés par cette démobilisation et / ou suspension.</w:t>
      </w:r>
    </w:p>
    <w:p w:rsidR="00CF2A77" w:rsidRDefault="00CF2A77">
      <w:pPr>
        <w:pStyle w:val="RedaliaNormal"/>
      </w:pPr>
    </w:p>
    <w:p w:rsidR="00CF2A77" w:rsidRDefault="003812CD">
      <w:pPr>
        <w:pStyle w:val="RedaliaNormal"/>
      </w:pPr>
      <w:r>
        <w:t>Le montant des frais remboursables, résultants directement de cette suspension, démobilisation et/ou remobilisation du person</w:t>
      </w:r>
      <w:r>
        <w:t>nel, déduction faite des montants versés par les assurances du Titulaire, ainsi que les modalités de remboursement devront être arrêtés conjointement par les parties.</w:t>
      </w:r>
    </w:p>
    <w:p w:rsidR="00CF2A77" w:rsidRDefault="00CF2A77">
      <w:pPr>
        <w:pStyle w:val="RedaliaNormal"/>
      </w:pPr>
    </w:p>
    <w:p w:rsidR="00CF2A77" w:rsidRDefault="003812CD">
      <w:pPr>
        <w:pStyle w:val="RedaliaNormal"/>
      </w:pPr>
      <w:r>
        <w:t>Le Titulaire devra continuer de s’acquitter de ses obligations en vertu du présent march</w:t>
      </w:r>
      <w:r>
        <w:t>é et prendre toutes les dispositions pour minimiser les conséquences de la démobilisation du personnel ou tout intervenant concerné et d’une éventuelle suspension des prestations. Les parties déterminent en tant que de besoin d’éventuelles adaptations du p</w:t>
      </w:r>
      <w:r>
        <w:t>résent marché pour assurer la poursuite de l’exécution des prestations.</w:t>
      </w:r>
    </w:p>
    <w:p w:rsidR="00CF2A77" w:rsidRDefault="00CF2A77">
      <w:pPr>
        <w:pStyle w:val="RedaliaNormal"/>
      </w:pPr>
    </w:p>
    <w:p w:rsidR="00CF2A77" w:rsidRDefault="003812CD">
      <w:pPr>
        <w:pStyle w:val="RedaliaNormal"/>
      </w:pPr>
      <w:r>
        <w:t xml:space="preserve">Dans l’hypothèse où le Titulaire est définitivement empêché d’exécuter le présent marché, il sera fait application de l’article 38.1 du CCAG Prestations intellectuelles « Difficultés </w:t>
      </w:r>
      <w:r>
        <w:t>d’exécution du marché ».</w:t>
      </w:r>
    </w:p>
    <w:p w:rsidR="00CF2A77" w:rsidRDefault="003812CD">
      <w:pPr>
        <w:pStyle w:val="RedaliaTitre1"/>
      </w:pPr>
      <w:bookmarkStart w:id="61" w:name="_Toc2394445"/>
      <w:bookmarkStart w:id="62" w:name="_Toc180614121"/>
      <w:bookmarkStart w:id="63" w:name="__RefHeading___Toc10520_484324197"/>
      <w:bookmarkStart w:id="64" w:name="_Toc204263464"/>
      <w:r>
        <w:t>Prix et variation</w:t>
      </w:r>
      <w:bookmarkEnd w:id="61"/>
      <w:r>
        <w:t xml:space="preserve"> des prix</w:t>
      </w:r>
      <w:bookmarkEnd w:id="62"/>
      <w:bookmarkEnd w:id="63"/>
      <w:bookmarkEnd w:id="64"/>
    </w:p>
    <w:p w:rsidR="00CF2A77" w:rsidRDefault="003812CD">
      <w:pPr>
        <w:pStyle w:val="RedaliaNormal"/>
      </w:pPr>
      <w:r>
        <w:t>Les prestations forfaitaires (lot 2) seront rémunérées par application du montant global et forfaitaire précisé ci-dessous :</w:t>
      </w:r>
    </w:p>
    <w:p w:rsidR="00CF2A77" w:rsidRDefault="00CF2A77">
      <w:pPr>
        <w:pStyle w:val="TitreN2"/>
        <w:keepNext w:val="0"/>
        <w:tabs>
          <w:tab w:val="right" w:leader="dot" w:pos="9283"/>
        </w:tabs>
        <w:spacing w:before="0" w:after="0"/>
        <w:outlineLvl w:val="9"/>
        <w:rPr>
          <w:rFonts w:ascii="Arial" w:hAnsi="Arial"/>
          <w:b/>
          <w:color w:val="0000FF"/>
          <w:sz w:val="20"/>
          <w:szCs w:val="24"/>
          <w:u w:val="none"/>
        </w:rPr>
      </w:pPr>
    </w:p>
    <w:p w:rsidR="00CF2A77" w:rsidRDefault="003812CD">
      <w:pPr>
        <w:pStyle w:val="RedaliaNormal"/>
        <w:rPr>
          <w:i/>
          <w:iCs/>
          <w:u w:val="single"/>
        </w:rPr>
      </w:pPr>
      <w:r>
        <w:rPr>
          <w:i/>
          <w:iCs/>
          <w:u w:val="single"/>
        </w:rPr>
        <w:t>Lot n°2 :</w:t>
      </w:r>
    </w:p>
    <w:p w:rsidR="00CF2A77" w:rsidRDefault="003812CD">
      <w:pPr>
        <w:pStyle w:val="RedaliaNormal"/>
        <w:jc w:val="left"/>
      </w:pPr>
      <w:r>
        <w:t>Montant Hors taxe (en chiffres) (€) : ……………………………………………………………………………</w:t>
      </w:r>
    </w:p>
    <w:p w:rsidR="00CF2A77" w:rsidRDefault="003812CD">
      <w:pPr>
        <w:pStyle w:val="RedaliaNormal"/>
        <w:jc w:val="left"/>
      </w:pPr>
      <w:r>
        <w:t>Montant TVA au taux de … %</w:t>
      </w:r>
      <w:r>
        <w:rPr>
          <w:sz w:val="32"/>
          <w:szCs w:val="32"/>
        </w:rPr>
        <w:t>*</w:t>
      </w:r>
      <w:r>
        <w:t> : ……………………………………………………………………………………</w:t>
      </w:r>
    </w:p>
    <w:p w:rsidR="00CF2A77" w:rsidRDefault="003812CD">
      <w:pPr>
        <w:pStyle w:val="RedaliaNormal"/>
        <w:jc w:val="left"/>
      </w:pPr>
      <w:r>
        <w:t>Montant TTC (en chiffres) (€) : ……………………………………………………………………………………..</w:t>
      </w:r>
    </w:p>
    <w:p w:rsidR="00CF2A77" w:rsidRDefault="003812CD">
      <w:pPr>
        <w:pStyle w:val="RedaliaNormal"/>
        <w:jc w:val="left"/>
      </w:pPr>
      <w:r>
        <w:t>Montant TTC (en lettres) (€) : ……………………………………………………………………………………….</w:t>
      </w:r>
    </w:p>
    <w:p w:rsidR="00CF2A77" w:rsidRDefault="00CF2A77">
      <w:pPr>
        <w:pStyle w:val="TitreN2"/>
        <w:keepNext w:val="0"/>
        <w:tabs>
          <w:tab w:val="right" w:leader="dot" w:pos="9283"/>
        </w:tabs>
        <w:spacing w:before="0" w:after="0"/>
        <w:outlineLvl w:val="9"/>
        <w:rPr>
          <w:rFonts w:ascii="Arial" w:hAnsi="Arial"/>
          <w:b/>
          <w:color w:val="0000FF"/>
          <w:sz w:val="20"/>
          <w:szCs w:val="24"/>
          <w:u w:val="none"/>
        </w:rPr>
      </w:pPr>
    </w:p>
    <w:p w:rsidR="00CF2A77" w:rsidRDefault="003812CD">
      <w:pPr>
        <w:pStyle w:val="RedaliaNormal"/>
        <w:jc w:val="left"/>
        <w:rPr>
          <w:b/>
          <w:color w:val="FF0000"/>
        </w:rPr>
      </w:pPr>
      <w:r>
        <w:rPr>
          <w:b/>
          <w:color w:val="FF0000"/>
        </w:rPr>
        <w:t>Le montant estimatif est fixé à 120 000 € HT maximum.</w:t>
      </w:r>
    </w:p>
    <w:p w:rsidR="00CF2A77" w:rsidRDefault="00CF2A77">
      <w:pPr>
        <w:pStyle w:val="TitreN2"/>
        <w:keepNext w:val="0"/>
        <w:tabs>
          <w:tab w:val="right" w:leader="dot" w:pos="9283"/>
        </w:tabs>
        <w:spacing w:before="0" w:after="0"/>
        <w:outlineLvl w:val="9"/>
        <w:rPr>
          <w:rFonts w:ascii="Arial" w:hAnsi="Arial"/>
          <w:b/>
          <w:color w:val="0000FF"/>
          <w:sz w:val="20"/>
          <w:szCs w:val="24"/>
          <w:u w:val="none"/>
        </w:rPr>
      </w:pPr>
    </w:p>
    <w:p w:rsidR="00CF2A77" w:rsidRDefault="003812CD">
      <w:pPr>
        <w:pStyle w:val="RedaliaNormal"/>
        <w:jc w:val="left"/>
      </w:pPr>
      <w:r>
        <w:rPr>
          <w:sz w:val="32"/>
          <w:szCs w:val="32"/>
        </w:rPr>
        <w:t>*</w:t>
      </w:r>
      <w:r>
        <w:t xml:space="preserve">Il </w:t>
      </w:r>
      <w:r>
        <w:t>appartient au candidat de définir s’il est redevable de la TVA française ou si sa prestation est concernée par l’exemption précisée à l’article 8.4 TVA ci-dessous.</w:t>
      </w:r>
    </w:p>
    <w:p w:rsidR="00CF2A77" w:rsidRDefault="00CF2A77">
      <w:pPr>
        <w:pStyle w:val="RedaliaNormal"/>
      </w:pPr>
    </w:p>
    <w:p w:rsidR="00CF2A77" w:rsidRDefault="00CF2A77">
      <w:pPr>
        <w:pStyle w:val="RedaliaNormal"/>
      </w:pPr>
    </w:p>
    <w:p w:rsidR="00CF2A77" w:rsidRDefault="003812CD">
      <w:pPr>
        <w:pStyle w:val="RedaliaNormal"/>
      </w:pPr>
      <w:r>
        <w:t>Le montant de l’offre comprend l’ensemble des dépenses nécessaires à l’exécution du Contra</w:t>
      </w:r>
      <w:r>
        <w:t>t dans les conditions de l’article « Contenu des prix » ci-après.</w:t>
      </w:r>
    </w:p>
    <w:p w:rsidR="00CF2A77" w:rsidRDefault="003812CD">
      <w:pPr>
        <w:pStyle w:val="RedaliaNormal"/>
      </w:pPr>
      <w:r>
        <w:t xml:space="preserve">En cas de groupement, la répartition détaillée des prestations et des missions à exécuter par chacun des membres du groupement et le montant du marché revenant à chacun sont décomposés dans </w:t>
      </w:r>
      <w:r>
        <w:t>l'annexe ci-jointe.</w:t>
      </w:r>
    </w:p>
    <w:p w:rsidR="00CF2A77" w:rsidRDefault="00CF2A77">
      <w:pPr>
        <w:pStyle w:val="RedaliaNormal"/>
      </w:pPr>
    </w:p>
    <w:p w:rsidR="00CF2A77" w:rsidRDefault="003812CD">
      <w:pPr>
        <w:pStyle w:val="RedaliaNormal"/>
      </w:pPr>
      <w:r>
        <w:t>Les prestations unitaires faisant l’objet du Contrat seront rémunérées par application du Bordereau des prix Unitaire annexé à l’acte d’engagement. Les montants maximum sont les suivants :</w:t>
      </w:r>
    </w:p>
    <w:p w:rsidR="00CF2A77" w:rsidRDefault="003812CD">
      <w:pPr>
        <w:pStyle w:val="RedaliaRetraitPuceniveau3"/>
        <w:rPr>
          <w:lang w:val="en-GB"/>
        </w:rPr>
      </w:pPr>
      <w:r>
        <w:rPr>
          <w:lang w:val="en-GB"/>
        </w:rPr>
        <w:t>Lot n°1 : 380 000 € H.T.</w:t>
      </w:r>
    </w:p>
    <w:p w:rsidR="00CF2A77" w:rsidRDefault="003812CD">
      <w:pPr>
        <w:pStyle w:val="RedaliaRetraitPuceniveau3"/>
        <w:rPr>
          <w:lang w:val="en-GB"/>
        </w:rPr>
      </w:pPr>
      <w:r>
        <w:rPr>
          <w:lang w:val="en-GB"/>
        </w:rPr>
        <w:t xml:space="preserve">Lot n°3 : 150 000 € </w:t>
      </w:r>
      <w:r>
        <w:rPr>
          <w:lang w:val="en-GB"/>
        </w:rPr>
        <w:t>H.T.</w:t>
      </w:r>
    </w:p>
    <w:p w:rsidR="00CF2A77" w:rsidRDefault="003812CD">
      <w:pPr>
        <w:pStyle w:val="RedaliaTitre2"/>
      </w:pPr>
      <w:bookmarkStart w:id="65" w:name="_Toc180614122"/>
      <w:bookmarkStart w:id="66" w:name="__RefHeading___Toc10522_484324197"/>
      <w:bookmarkStart w:id="67" w:name="_Toc204263465"/>
      <w:r>
        <w:t>Mode d’établissement des prix du Contrat</w:t>
      </w:r>
      <w:bookmarkEnd w:id="65"/>
      <w:bookmarkEnd w:id="66"/>
      <w:bookmarkEnd w:id="67"/>
    </w:p>
    <w:p w:rsidR="00CF2A77" w:rsidRDefault="003812CD">
      <w:pPr>
        <w:pStyle w:val="RedaliaNormal"/>
      </w:pPr>
      <w:r>
        <w:t xml:space="preserve">Le prix du présent contrat est réputé établi sur la base des conditions économiques définies à l'article </w:t>
      </w:r>
      <w:r>
        <w:rPr>
          <w:i/>
        </w:rPr>
        <w:t>Variation des prix</w:t>
      </w:r>
      <w:r>
        <w:t xml:space="preserve"> ci-dessous.</w:t>
      </w:r>
    </w:p>
    <w:p w:rsidR="00CF2A77" w:rsidRDefault="003812CD">
      <w:pPr>
        <w:pStyle w:val="RedaliaTitre2"/>
      </w:pPr>
      <w:bookmarkStart w:id="68" w:name="_Toc180614123"/>
      <w:bookmarkStart w:id="69" w:name="__RefHeading___Toc10524_484324197"/>
      <w:bookmarkStart w:id="70" w:name="_Toc2394447"/>
      <w:bookmarkStart w:id="71" w:name="_Toc204263466"/>
      <w:r>
        <w:t>Contenu des prix</w:t>
      </w:r>
      <w:bookmarkEnd w:id="68"/>
      <w:bookmarkEnd w:id="69"/>
      <w:bookmarkEnd w:id="70"/>
      <w:bookmarkEnd w:id="71"/>
    </w:p>
    <w:p w:rsidR="00CF2A77" w:rsidRDefault="003812CD">
      <w:pPr>
        <w:pStyle w:val="RedaliaNormal"/>
      </w:pPr>
      <w:r>
        <w:t>Par dérogation à l’article 10.1.3 du CCAG PI, tous les mo</w:t>
      </w:r>
      <w:r>
        <w:t>ntants figurant dans le présent marché sont réputés comprendre toutes les sujétions normalement prévisibles pour l’exécution des prestations, objet du marché, toutes les dépenses résultant de l'exécution des prestations, de sorte que le pouvoir adjudicateu</w:t>
      </w:r>
      <w:r>
        <w:t>r n’ait rien à payer en sus.</w:t>
      </w:r>
    </w:p>
    <w:p w:rsidR="00CF2A77" w:rsidRDefault="003812CD">
      <w:pPr>
        <w:pStyle w:val="RedaliaNormal"/>
      </w:pPr>
      <w:r>
        <w:t>Le prix comprend notamment les salaires, toutes les primes, assurances, indemnités, charges sociales, et éventuelles taxes inhérentes au marché, les frais généraux, etc.</w:t>
      </w:r>
    </w:p>
    <w:p w:rsidR="00CF2A77" w:rsidRDefault="003812CD">
      <w:pPr>
        <w:pStyle w:val="RedaliaTitre2"/>
      </w:pPr>
      <w:bookmarkStart w:id="72" w:name="_Toc180614124"/>
      <w:bookmarkStart w:id="73" w:name="__RefHeading___Toc10526_484324197"/>
      <w:bookmarkStart w:id="74" w:name="_Toc204263467"/>
      <w:r>
        <w:t>Concernant les frais de missions</w:t>
      </w:r>
      <w:bookmarkEnd w:id="72"/>
      <w:bookmarkEnd w:id="73"/>
      <w:bookmarkEnd w:id="74"/>
    </w:p>
    <w:p w:rsidR="00CF2A77" w:rsidRDefault="003812CD">
      <w:r>
        <w:t>Tous les éventuels frais</w:t>
      </w:r>
      <w:r>
        <w:t xml:space="preserve"> de mission sont inclus dans le prix global et forfaitaire (lot 2).</w:t>
      </w:r>
    </w:p>
    <w:p w:rsidR="00CF2A77" w:rsidRDefault="003812CD">
      <w:r>
        <w:rPr>
          <w:shd w:val="clear" w:color="auto" w:fill="FFFFFF"/>
        </w:rPr>
        <w:t>Pour les lots 1 et 3 : Les frais de mission devront faire l’objet d’une validation par l'AFD avant l’émission du bon de commande.</w:t>
      </w:r>
    </w:p>
    <w:p w:rsidR="00CF2A77" w:rsidRDefault="003812CD">
      <w:pPr>
        <w:pStyle w:val="RedaliaTitre3"/>
      </w:pPr>
      <w:r>
        <w:t>Règles applicables aux transports</w:t>
      </w:r>
    </w:p>
    <w:p w:rsidR="00CF2A77" w:rsidRDefault="003812CD">
      <w:pPr>
        <w:pStyle w:val="RedaliaNormal"/>
      </w:pPr>
      <w:r>
        <w:t xml:space="preserve">Les prix s’entendent en </w:t>
      </w:r>
      <w:r>
        <w:t>Origine (siège social/agence du prestataire) /Destination (Agence AFD concernée par la mission).</w:t>
      </w:r>
    </w:p>
    <w:p w:rsidR="00CF2A77" w:rsidRDefault="00CF2A77">
      <w:pPr>
        <w:pStyle w:val="RedaliaNormal"/>
      </w:pPr>
    </w:p>
    <w:p w:rsidR="00CF2A77" w:rsidRDefault="003812CD">
      <w:pPr>
        <w:pStyle w:val="RedaliaNormal"/>
      </w:pPr>
      <w:r>
        <w:t>La solution de voyage la plus directe et la plus économique doit être systématiquement proposée.</w:t>
      </w:r>
    </w:p>
    <w:p w:rsidR="00CF2A77" w:rsidRDefault="003812CD">
      <w:pPr>
        <w:pStyle w:val="RedaliaNormal"/>
      </w:pPr>
      <w:r>
        <w:t>Les consultants doivent programmer au mieux leurs missions po</w:t>
      </w:r>
      <w:r>
        <w:t>ur permettre la réservation de titres de transport à des tarifs avantageux.</w:t>
      </w:r>
    </w:p>
    <w:p w:rsidR="00CF2A77" w:rsidRDefault="00CF2A77">
      <w:pPr>
        <w:pStyle w:val="RedaliaNormal"/>
      </w:pPr>
    </w:p>
    <w:p w:rsidR="00CF2A77" w:rsidRDefault="003812CD">
      <w:pPr>
        <w:pStyle w:val="RedaliaNormal"/>
      </w:pPr>
      <w:r>
        <w:t>Concernant les transports aériens, les conditions de voyage par défaut sont celles correspondant à la classe Economique des compagnies aériennes. Les déplacements professionnels p</w:t>
      </w:r>
      <w:r>
        <w:t>euvent s'effectuer en classe Affaires lorsqu'une des conditions suivantes est remplie :</w:t>
      </w:r>
    </w:p>
    <w:p w:rsidR="00CF2A77" w:rsidRDefault="003812CD">
      <w:pPr>
        <w:pStyle w:val="RedaliaNormal"/>
      </w:pPr>
      <w:r>
        <w:t>- le voyage a une durée de trajet (décollage de l'aéroport d'origine - atterrissage à l'aéroport de destination) supérieure à 10h ;</w:t>
      </w:r>
    </w:p>
    <w:p w:rsidR="00CF2A77" w:rsidRDefault="003812CD">
      <w:pPr>
        <w:pStyle w:val="RedaliaNormal"/>
      </w:pPr>
      <w:r>
        <w:t>- le voyage est effectué de nuit ;</w:t>
      </w:r>
    </w:p>
    <w:p w:rsidR="00CF2A77" w:rsidRDefault="003812CD">
      <w:pPr>
        <w:pStyle w:val="RedaliaNormal"/>
      </w:pPr>
      <w:r>
        <w:t>-</w:t>
      </w:r>
      <w:r>
        <w:t xml:space="preserve"> s'il n'existe pas de vol au tarif Economique ni Premium pour la période sur laquelle le déplacement doit impérativement être réalisé (avec accord préalable écrit de l’AFD)</w:t>
      </w:r>
    </w:p>
    <w:p w:rsidR="00CF2A77" w:rsidRDefault="00CF2A77">
      <w:pPr>
        <w:pStyle w:val="RedaliaNormal"/>
      </w:pPr>
    </w:p>
    <w:p w:rsidR="00CF2A77" w:rsidRDefault="003812CD">
      <w:pPr>
        <w:pStyle w:val="RedaliaNormal"/>
      </w:pPr>
      <w:r>
        <w:lastRenderedPageBreak/>
        <w:t>Les vols sur les compagnies référencées dans la liste noire des compagnies aérienn</w:t>
      </w:r>
      <w:r>
        <w:t>es de la Commission Européenne sont interdits dans le cadre des déplacements professionnels à I'AFD (compagnies black listées).</w:t>
      </w:r>
    </w:p>
    <w:p w:rsidR="00CF2A77" w:rsidRDefault="00CF2A77">
      <w:pPr>
        <w:pStyle w:val="RedaliaNormal"/>
        <w:rPr>
          <w:shd w:val="clear" w:color="auto" w:fill="FFFF00"/>
        </w:rPr>
      </w:pPr>
    </w:p>
    <w:p w:rsidR="00CF2A77" w:rsidRDefault="003812CD">
      <w:pPr>
        <w:pStyle w:val="RedaliaNormal"/>
      </w:pPr>
      <w:r>
        <w:rPr>
          <w:shd w:val="clear" w:color="auto" w:fill="FFFFFF"/>
        </w:rPr>
        <w:t>Pour les lots 1 et 3 : Les frais de transport seront remboursés au réel dans le cadre des indications portées supra.</w:t>
      </w:r>
    </w:p>
    <w:p w:rsidR="00CF2A77" w:rsidRDefault="00CF2A77">
      <w:pPr>
        <w:pStyle w:val="RedaliaNormal"/>
      </w:pPr>
    </w:p>
    <w:p w:rsidR="00CF2A77" w:rsidRDefault="003812CD">
      <w:pPr>
        <w:pStyle w:val="RedaliaTitre3"/>
      </w:pPr>
      <w:r>
        <w:t>Les per d</w:t>
      </w:r>
      <w:r>
        <w:t>iem</w:t>
      </w:r>
    </w:p>
    <w:p w:rsidR="00CF2A77" w:rsidRDefault="003812CD">
      <w:pPr>
        <w:pStyle w:val="RedaliaNormal"/>
        <w:shd w:val="clear" w:color="auto" w:fill="FFFFFF"/>
      </w:pPr>
      <w:r>
        <w:rPr>
          <w:shd w:val="clear" w:color="auto" w:fill="FFFFFF"/>
        </w:rPr>
        <w:t xml:space="preserve">Pour les lots 1 et </w:t>
      </w:r>
      <w:r>
        <w:t>3 : Les frais de missions seront payés en unité de forfait pour les per diem au réel des quantités consommées, selon les conditions indiquées ci-dessous :</w:t>
      </w:r>
    </w:p>
    <w:p w:rsidR="00CF2A77" w:rsidRDefault="00CF2A77">
      <w:pPr>
        <w:pStyle w:val="RedaliaNormal"/>
      </w:pPr>
    </w:p>
    <w:p w:rsidR="00CF2A77" w:rsidRDefault="003812CD">
      <w:pPr>
        <w:pStyle w:val="RedaliaNormal"/>
      </w:pPr>
      <w:r>
        <w:t>Les per diem couvrent le logement, les repas, les frais de transport à l'inté</w:t>
      </w:r>
      <w:r>
        <w:t>rieur du lieu de mission et les frais divers.</w:t>
      </w:r>
    </w:p>
    <w:p w:rsidR="00CF2A77" w:rsidRDefault="00CF2A77">
      <w:pPr>
        <w:pStyle w:val="RedaliaNormal"/>
      </w:pPr>
    </w:p>
    <w:p w:rsidR="00CF2A77" w:rsidRDefault="003812CD">
      <w:pPr>
        <w:pStyle w:val="RedaliaNormal"/>
      </w:pPr>
      <w:r>
        <w:t>Le montant des per diem journaliers ne pourra dépasser le barème arrêté par l’Union Européenne (https://international-partnerships.ec.europa.eu/funding-and-technical-assistance/guidelines/managing-project/diem</w:t>
      </w:r>
      <w:r>
        <w:t>-rates_fr).</w:t>
      </w:r>
    </w:p>
    <w:p w:rsidR="00CF2A77" w:rsidRDefault="003812CD">
      <w:pPr>
        <w:pStyle w:val="RedaliaNormal"/>
      </w:pPr>
      <w:r>
        <w:t>Les déplacements effectués pour les besoins d’une mission doivent être considérés comme faisant partie de la mission.</w:t>
      </w:r>
    </w:p>
    <w:p w:rsidR="00CF2A77" w:rsidRDefault="003812CD">
      <w:pPr>
        <w:pStyle w:val="RedaliaNormal"/>
      </w:pPr>
      <w:r>
        <w:t>N.B. : Les voyages entrepris par l'expert en vue de sa mobilisation et de sa démobilisation ainsi que pour ses congés ne peuve</w:t>
      </w:r>
      <w:r>
        <w:t>nt pas être considérés comme des jours de travail ou comme une mission et ne donneront pas lieu au paiement d’indemnités journalières.</w:t>
      </w:r>
    </w:p>
    <w:p w:rsidR="00CF2A77" w:rsidRDefault="003812CD">
      <w:pPr>
        <w:pStyle w:val="RedaliaTitre2"/>
      </w:pPr>
      <w:bookmarkStart w:id="75" w:name="_Toc180614125"/>
      <w:bookmarkStart w:id="76" w:name="__RefHeading___Toc10528_484324197"/>
      <w:bookmarkStart w:id="77" w:name="_Toc204263468"/>
      <w:r>
        <w:t>Variation du prix</w:t>
      </w:r>
      <w:bookmarkEnd w:id="1"/>
      <w:bookmarkEnd w:id="75"/>
      <w:bookmarkEnd w:id="76"/>
      <w:bookmarkEnd w:id="77"/>
    </w:p>
    <w:p w:rsidR="00CF2A77" w:rsidRDefault="003812CD">
      <w:pPr>
        <w:pStyle w:val="RedaliaNormal"/>
      </w:pPr>
      <w:r>
        <w:t>Les prix des accords-cadres sont fermes et définitifs.</w:t>
      </w:r>
    </w:p>
    <w:p w:rsidR="00CF2A77" w:rsidRDefault="003812CD">
      <w:pPr>
        <w:pStyle w:val="RedaliaTitre1"/>
      </w:pPr>
      <w:bookmarkStart w:id="78" w:name="_Toc180614126"/>
      <w:bookmarkStart w:id="79" w:name="__RefHeading___Toc10530_484324197"/>
      <w:bookmarkStart w:id="80" w:name="_Toc204263469"/>
      <w:r>
        <w:t>Avance</w:t>
      </w:r>
      <w:bookmarkEnd w:id="78"/>
      <w:bookmarkEnd w:id="79"/>
      <w:bookmarkEnd w:id="80"/>
    </w:p>
    <w:p w:rsidR="00CF2A77" w:rsidRDefault="003812CD">
      <w:pPr>
        <w:pStyle w:val="RedaliaNormal"/>
      </w:pPr>
      <w:r>
        <w:t xml:space="preserve">Une avance remboursable est versée au </w:t>
      </w:r>
      <w:r>
        <w:t>Titulaire.</w:t>
      </w:r>
    </w:p>
    <w:p w:rsidR="00CF2A77" w:rsidRDefault="00CF2A77">
      <w:pPr>
        <w:pStyle w:val="RedaliaNormal"/>
      </w:pPr>
    </w:p>
    <w:p w:rsidR="00CF2A77" w:rsidRDefault="003812CD">
      <w:pPr>
        <w:pStyle w:val="RedaliaNormal"/>
      </w:pPr>
      <w:r>
        <w:t>Pour le lot 2 : Le taux d’avance est fixé à 20% du montant TTC du marché</w:t>
      </w:r>
    </w:p>
    <w:p w:rsidR="00CF2A77" w:rsidRDefault="00CF2A77">
      <w:pPr>
        <w:pStyle w:val="RedaliaNormal"/>
      </w:pPr>
    </w:p>
    <w:p w:rsidR="00CF2A77" w:rsidRDefault="003812CD">
      <w:pPr>
        <w:pStyle w:val="RedaliaNormal"/>
      </w:pPr>
      <w:r>
        <w:t>Le remboursement de l’avance s’effectuera sur les versements correspondants aux acomptes 3 et 4, par prélèvement sur les sommes dues à chaque tiers (titulaire, cotraitant</w:t>
      </w:r>
      <w:r>
        <w:t xml:space="preserve">s ou sous-traitant) de la manière suivante : </w:t>
      </w:r>
    </w:p>
    <w:p w:rsidR="00CF2A77" w:rsidRDefault="003812CD">
      <w:pPr>
        <w:pStyle w:val="RedaliaRetraitPuceniveau3"/>
      </w:pPr>
      <w:r>
        <w:t>15% remboursés sur l’acompte 3</w:t>
      </w:r>
    </w:p>
    <w:p w:rsidR="00CF2A77" w:rsidRDefault="003812CD">
      <w:pPr>
        <w:pStyle w:val="RedaliaRetraitPuceniveau3"/>
      </w:pPr>
      <w:r>
        <w:t>5% remboursés sur l’acompte 4</w:t>
      </w:r>
    </w:p>
    <w:p w:rsidR="00CF2A77" w:rsidRDefault="00CF2A77">
      <w:pPr>
        <w:pStyle w:val="RedaliaNormal"/>
      </w:pPr>
    </w:p>
    <w:p w:rsidR="00CF2A77" w:rsidRDefault="003812CD">
      <w:pPr>
        <w:pStyle w:val="RedaliaNormal"/>
      </w:pPr>
      <w:r>
        <w:t>Pour les lots 1 et 3 : Sous réserve des conditions prévues aux articles R. 2191-3 et suivants du Code de la commande publique, une avance est versée</w:t>
      </w:r>
      <w:r>
        <w:t xml:space="preserve"> au titulaire sauf indication contraire portée dans l'acte d'engagement.</w:t>
      </w:r>
    </w:p>
    <w:p w:rsidR="00CF2A77" w:rsidRDefault="003812CD">
      <w:pPr>
        <w:pStyle w:val="RedaliaNormal"/>
      </w:pPr>
      <w:r>
        <w:t>L’avance sera calculée, en fonction de la durée du bon de commande, dans les conditions définies à l’article R. 2191-7 du Code de la commande publique.</w:t>
      </w:r>
    </w:p>
    <w:p w:rsidR="00CF2A77" w:rsidRDefault="00CF2A77">
      <w:pPr>
        <w:pStyle w:val="RedaliaNormal"/>
      </w:pPr>
    </w:p>
    <w:p w:rsidR="00CF2A77" w:rsidRDefault="003812CD">
      <w:pPr>
        <w:pStyle w:val="RedaliaNormal"/>
      </w:pPr>
      <w:r>
        <w:t>Le taux de l’avance est fixé à</w:t>
      </w:r>
      <w:r>
        <w:t xml:space="preserve"> maximum 20 % du montant HT du bon de commande dont le délai d’exécution est supérieur à 2 mois et le montant à 50 000 € HT.</w:t>
      </w:r>
    </w:p>
    <w:p w:rsidR="00CF2A77" w:rsidRDefault="00CF2A77">
      <w:pPr>
        <w:pStyle w:val="RedaliaNormal"/>
      </w:pPr>
    </w:p>
    <w:p w:rsidR="00CF2A77" w:rsidRDefault="003812CD">
      <w:pPr>
        <w:pStyle w:val="RedaliaNormal"/>
      </w:pPr>
      <w:r>
        <w:t>Le remboursement de l’avance se fera selon les conditions précisées dans le bon de commande et à défaut, à proportion sur chacun d</w:t>
      </w:r>
      <w:r>
        <w:t>es acomptes suivants.</w:t>
      </w:r>
    </w:p>
    <w:p w:rsidR="00CF2A77" w:rsidRDefault="003812CD">
      <w:pPr>
        <w:pStyle w:val="RedaliaTitre1"/>
      </w:pPr>
      <w:bookmarkStart w:id="81" w:name="_Toc180614127"/>
      <w:bookmarkStart w:id="82" w:name="__RefHeading___Toc10532_484324197"/>
      <w:bookmarkStart w:id="83" w:name="_Toc204263470"/>
      <w:r>
        <w:t>Retenue de garantie</w:t>
      </w:r>
      <w:bookmarkEnd w:id="81"/>
      <w:bookmarkEnd w:id="82"/>
      <w:bookmarkEnd w:id="83"/>
    </w:p>
    <w:p w:rsidR="00CF2A77" w:rsidRDefault="003812CD">
      <w:pPr>
        <w:pStyle w:val="RedaliaNormal"/>
      </w:pPr>
      <w:r>
        <w:t>Aucune retenue de garantie ne sera effectuée.</w:t>
      </w:r>
    </w:p>
    <w:p w:rsidR="00CF2A77" w:rsidRDefault="003812CD">
      <w:pPr>
        <w:pStyle w:val="RedaliaTitre1"/>
      </w:pPr>
      <w:bookmarkStart w:id="84" w:name="_Toc180614128"/>
      <w:bookmarkStart w:id="85" w:name="__RefHeading___Toc10534_484324197"/>
      <w:bookmarkStart w:id="86" w:name="_Toc204263471"/>
      <w:r>
        <w:t>Règlement des comptes au titulaire</w:t>
      </w:r>
      <w:bookmarkEnd w:id="84"/>
      <w:bookmarkEnd w:id="85"/>
      <w:bookmarkEnd w:id="86"/>
    </w:p>
    <w:p w:rsidR="00CF2A77" w:rsidRDefault="003812CD">
      <w:pPr>
        <w:pStyle w:val="RedaliaTitre2"/>
      </w:pPr>
      <w:bookmarkStart w:id="87" w:name="_Toc180614129"/>
      <w:bookmarkStart w:id="88" w:name="__RefHeading___Toc10536_484324197"/>
      <w:bookmarkStart w:id="89" w:name="_Toc204263472"/>
      <w:r>
        <w:t>Modalités de règlement du prix</w:t>
      </w:r>
      <w:bookmarkEnd w:id="87"/>
      <w:bookmarkEnd w:id="88"/>
      <w:bookmarkEnd w:id="89"/>
    </w:p>
    <w:p w:rsidR="00CF2A77" w:rsidRDefault="003812CD">
      <w:pPr>
        <w:pStyle w:val="RedaliaTitre3"/>
      </w:pPr>
      <w:r>
        <w:t>Règlement du prix</w:t>
      </w:r>
    </w:p>
    <w:p w:rsidR="00CF2A77" w:rsidRDefault="003812CD">
      <w:pPr>
        <w:pStyle w:val="RedaliaNormal"/>
        <w:rPr>
          <w:b/>
        </w:rPr>
      </w:pPr>
      <w:r>
        <w:rPr>
          <w:b/>
        </w:rPr>
        <w:t xml:space="preserve">Lot 2 : </w:t>
      </w:r>
    </w:p>
    <w:p w:rsidR="00CF2A77" w:rsidRDefault="003812CD">
      <w:pPr>
        <w:pStyle w:val="RedaliaNormal"/>
        <w:numPr>
          <w:ilvl w:val="0"/>
          <w:numId w:val="30"/>
        </w:numPr>
        <w:tabs>
          <w:tab w:val="clear" w:pos="8505"/>
          <w:tab w:val="left" w:pos="-1677"/>
        </w:tabs>
      </w:pPr>
      <w:r>
        <w:t>Acompte 1 : 20 % du</w:t>
      </w:r>
      <w:r>
        <w:rPr>
          <w:spacing w:val="-8"/>
        </w:rPr>
        <w:t xml:space="preserve"> </w:t>
      </w:r>
      <w:r>
        <w:t>montant</w:t>
      </w:r>
      <w:r>
        <w:rPr>
          <w:spacing w:val="-1"/>
        </w:rPr>
        <w:t xml:space="preserve"> </w:t>
      </w:r>
      <w:r>
        <w:t>du</w:t>
      </w:r>
      <w:r>
        <w:rPr>
          <w:spacing w:val="-6"/>
        </w:rPr>
        <w:t xml:space="preserve"> </w:t>
      </w:r>
      <w:r>
        <w:t>marché</w:t>
      </w:r>
      <w:r>
        <w:rPr>
          <w:spacing w:val="-5"/>
        </w:rPr>
        <w:t xml:space="preserve"> </w:t>
      </w:r>
      <w:r>
        <w:t>à</w:t>
      </w:r>
      <w:r>
        <w:rPr>
          <w:spacing w:val="-3"/>
        </w:rPr>
        <w:t xml:space="preserve"> </w:t>
      </w:r>
      <w:r>
        <w:t>la</w:t>
      </w:r>
      <w:r>
        <w:rPr>
          <w:spacing w:val="-5"/>
        </w:rPr>
        <w:t xml:space="preserve"> </w:t>
      </w:r>
      <w:r>
        <w:t>réception</w:t>
      </w:r>
      <w:r>
        <w:rPr>
          <w:spacing w:val="-3"/>
        </w:rPr>
        <w:t xml:space="preserve"> </w:t>
      </w:r>
      <w:r>
        <w:t>et</w:t>
      </w:r>
      <w:r>
        <w:rPr>
          <w:spacing w:val="-3"/>
        </w:rPr>
        <w:t xml:space="preserve"> </w:t>
      </w:r>
      <w:r>
        <w:t>à</w:t>
      </w:r>
      <w:r>
        <w:rPr>
          <w:spacing w:val="-5"/>
        </w:rPr>
        <w:t xml:space="preserve"> </w:t>
      </w:r>
      <w:r>
        <w:t>la</w:t>
      </w:r>
      <w:r>
        <w:rPr>
          <w:spacing w:val="-1"/>
        </w:rPr>
        <w:t xml:space="preserve"> </w:t>
      </w:r>
      <w:r>
        <w:rPr>
          <w:u w:val="single"/>
        </w:rPr>
        <w:t>validation</w:t>
      </w:r>
      <w:r>
        <w:rPr>
          <w:spacing w:val="-2"/>
        </w:rPr>
        <w:t xml:space="preserve"> </w:t>
      </w:r>
      <w:r>
        <w:t>des</w:t>
      </w:r>
      <w:r>
        <w:rPr>
          <w:spacing w:val="-2"/>
        </w:rPr>
        <w:t xml:space="preserve"> </w:t>
      </w:r>
      <w:r>
        <w:t>livrables des sous-composantes</w:t>
      </w:r>
      <w:r>
        <w:rPr>
          <w:spacing w:val="-3"/>
        </w:rPr>
        <w:t xml:space="preserve"> 1 et 2</w:t>
      </w:r>
      <w:r>
        <w:t> ;</w:t>
      </w:r>
    </w:p>
    <w:p w:rsidR="00CF2A77" w:rsidRDefault="003812CD">
      <w:pPr>
        <w:pStyle w:val="RedaliaNormal"/>
        <w:numPr>
          <w:ilvl w:val="0"/>
          <w:numId w:val="30"/>
        </w:numPr>
        <w:tabs>
          <w:tab w:val="clear" w:pos="8505"/>
          <w:tab w:val="left" w:pos="-1677"/>
        </w:tabs>
      </w:pPr>
      <w:r>
        <w:t>Acompte 2 : 50% du</w:t>
      </w:r>
      <w:r>
        <w:rPr>
          <w:spacing w:val="-8"/>
        </w:rPr>
        <w:t xml:space="preserve"> </w:t>
      </w:r>
      <w:r>
        <w:t>montant</w:t>
      </w:r>
      <w:r>
        <w:rPr>
          <w:spacing w:val="-1"/>
        </w:rPr>
        <w:t xml:space="preserve"> </w:t>
      </w:r>
      <w:r>
        <w:t>du</w:t>
      </w:r>
      <w:r>
        <w:rPr>
          <w:spacing w:val="-6"/>
        </w:rPr>
        <w:t xml:space="preserve"> </w:t>
      </w:r>
      <w:r>
        <w:t>marché</w:t>
      </w:r>
      <w:r>
        <w:rPr>
          <w:spacing w:val="-5"/>
        </w:rPr>
        <w:t xml:space="preserve"> </w:t>
      </w:r>
      <w:r>
        <w:t>à</w:t>
      </w:r>
      <w:r>
        <w:rPr>
          <w:spacing w:val="-3"/>
        </w:rPr>
        <w:t xml:space="preserve"> </w:t>
      </w:r>
      <w:r>
        <w:t>la</w:t>
      </w:r>
      <w:r>
        <w:rPr>
          <w:spacing w:val="-5"/>
        </w:rPr>
        <w:t xml:space="preserve"> </w:t>
      </w:r>
      <w:r>
        <w:t>réception</w:t>
      </w:r>
      <w:r>
        <w:rPr>
          <w:spacing w:val="-3"/>
        </w:rPr>
        <w:t xml:space="preserve"> </w:t>
      </w:r>
      <w:r>
        <w:t>et</w:t>
      </w:r>
      <w:r>
        <w:rPr>
          <w:spacing w:val="-3"/>
        </w:rPr>
        <w:t xml:space="preserve"> </w:t>
      </w:r>
      <w:r>
        <w:t>à</w:t>
      </w:r>
      <w:r>
        <w:rPr>
          <w:spacing w:val="-5"/>
        </w:rPr>
        <w:t xml:space="preserve"> </w:t>
      </w:r>
      <w:r>
        <w:t>la</w:t>
      </w:r>
      <w:r>
        <w:rPr>
          <w:spacing w:val="-1"/>
        </w:rPr>
        <w:t xml:space="preserve"> </w:t>
      </w:r>
      <w:r>
        <w:rPr>
          <w:u w:val="single"/>
        </w:rPr>
        <w:t>validation</w:t>
      </w:r>
      <w:r>
        <w:rPr>
          <w:spacing w:val="-2"/>
        </w:rPr>
        <w:t xml:space="preserve"> </w:t>
      </w:r>
      <w:r>
        <w:t>des</w:t>
      </w:r>
      <w:r>
        <w:rPr>
          <w:spacing w:val="-2"/>
        </w:rPr>
        <w:t xml:space="preserve"> </w:t>
      </w:r>
      <w:r>
        <w:t>livrables</w:t>
      </w:r>
      <w:r>
        <w:rPr>
          <w:spacing w:val="-3"/>
        </w:rPr>
        <w:t xml:space="preserve"> </w:t>
      </w:r>
      <w:r>
        <w:t>3 ;</w:t>
      </w:r>
    </w:p>
    <w:p w:rsidR="00CF2A77" w:rsidRDefault="003812CD">
      <w:pPr>
        <w:pStyle w:val="RedaliaNormal"/>
        <w:numPr>
          <w:ilvl w:val="0"/>
          <w:numId w:val="30"/>
        </w:numPr>
        <w:tabs>
          <w:tab w:val="clear" w:pos="8505"/>
          <w:tab w:val="left" w:pos="-1677"/>
        </w:tabs>
      </w:pPr>
      <w:r>
        <w:t>Acompte 3 : 30% du</w:t>
      </w:r>
      <w:r>
        <w:rPr>
          <w:spacing w:val="-8"/>
        </w:rPr>
        <w:t xml:space="preserve"> </w:t>
      </w:r>
      <w:r>
        <w:t>montant</w:t>
      </w:r>
      <w:r>
        <w:rPr>
          <w:spacing w:val="-1"/>
        </w:rPr>
        <w:t xml:space="preserve"> </w:t>
      </w:r>
      <w:r>
        <w:t>du</w:t>
      </w:r>
      <w:r>
        <w:rPr>
          <w:spacing w:val="-6"/>
        </w:rPr>
        <w:t xml:space="preserve"> </w:t>
      </w:r>
      <w:r>
        <w:t>marché</w:t>
      </w:r>
      <w:r>
        <w:rPr>
          <w:spacing w:val="-5"/>
        </w:rPr>
        <w:t xml:space="preserve"> </w:t>
      </w:r>
      <w:r>
        <w:t>à</w:t>
      </w:r>
      <w:r>
        <w:rPr>
          <w:spacing w:val="-3"/>
        </w:rPr>
        <w:t xml:space="preserve"> </w:t>
      </w:r>
      <w:r>
        <w:t>la</w:t>
      </w:r>
      <w:r>
        <w:rPr>
          <w:spacing w:val="-5"/>
        </w:rPr>
        <w:t xml:space="preserve"> </w:t>
      </w:r>
      <w:r>
        <w:t>réception</w:t>
      </w:r>
      <w:r>
        <w:rPr>
          <w:spacing w:val="-3"/>
        </w:rPr>
        <w:t xml:space="preserve"> </w:t>
      </w:r>
      <w:r>
        <w:t>et</w:t>
      </w:r>
      <w:r>
        <w:rPr>
          <w:spacing w:val="-3"/>
        </w:rPr>
        <w:t xml:space="preserve"> </w:t>
      </w:r>
      <w:r>
        <w:t>à</w:t>
      </w:r>
      <w:r>
        <w:rPr>
          <w:spacing w:val="-5"/>
        </w:rPr>
        <w:t xml:space="preserve"> </w:t>
      </w:r>
      <w:r>
        <w:t>la</w:t>
      </w:r>
      <w:r>
        <w:rPr>
          <w:spacing w:val="-1"/>
        </w:rPr>
        <w:t xml:space="preserve"> </w:t>
      </w:r>
      <w:r>
        <w:rPr>
          <w:u w:val="single"/>
        </w:rPr>
        <w:t>validation</w:t>
      </w:r>
      <w:r>
        <w:rPr>
          <w:spacing w:val="-2"/>
        </w:rPr>
        <w:t xml:space="preserve"> </w:t>
      </w:r>
      <w:r>
        <w:t>des</w:t>
      </w:r>
      <w:r>
        <w:rPr>
          <w:spacing w:val="-2"/>
        </w:rPr>
        <w:t xml:space="preserve"> </w:t>
      </w:r>
      <w:r>
        <w:t>livrables</w:t>
      </w:r>
      <w:r>
        <w:rPr>
          <w:spacing w:val="-3"/>
        </w:rPr>
        <w:t xml:space="preserve"> </w:t>
      </w:r>
      <w:r>
        <w:t>4.</w:t>
      </w:r>
    </w:p>
    <w:p w:rsidR="00CF2A77" w:rsidRDefault="00CF2A77">
      <w:pPr>
        <w:pStyle w:val="RedaliaNormal"/>
      </w:pPr>
    </w:p>
    <w:p w:rsidR="00CF2A77" w:rsidRDefault="003812CD">
      <w:pPr>
        <w:pStyle w:val="RedaliaNormal"/>
        <w:rPr>
          <w:b/>
        </w:rPr>
      </w:pPr>
      <w:r>
        <w:rPr>
          <w:b/>
        </w:rPr>
        <w:t xml:space="preserve">Lots 1 et 3 : </w:t>
      </w:r>
    </w:p>
    <w:p w:rsidR="00CF2A77" w:rsidRDefault="003812CD">
      <w:pPr>
        <w:pStyle w:val="RedaliaNormal"/>
      </w:pPr>
      <w:r>
        <w:t xml:space="preserve">Les frais de missions </w:t>
      </w:r>
      <w:r>
        <w:t>(frais de déplacement, per diem, frais de sécurité) feront l’objet d’un remboursement au réel sur la base d’une ligne de facturation indépendante des taux journaliers des consultants mobilisés. Cette facture devra être accompagnée des justificatifs propres</w:t>
      </w:r>
      <w:r>
        <w:t xml:space="preserve"> à attester des frais engagés au soutien de la mission. Tous les frais qui ne seraient pas associés à un justificatif pertinent et conforme aux dépenses autorisées par le présent Contrat, seront considérées comme des dépenses non engagées au soutien de l’e</w:t>
      </w:r>
      <w:r>
        <w:t>xécution de la mission et ne seront pas remboursés.</w:t>
      </w:r>
    </w:p>
    <w:p w:rsidR="00CF2A77" w:rsidRDefault="00CF2A77">
      <w:pPr>
        <w:pStyle w:val="RedaliaNormal"/>
      </w:pPr>
    </w:p>
    <w:p w:rsidR="00CF2A77" w:rsidRDefault="003812CD">
      <w:pPr>
        <w:pStyle w:val="RedaliaNormal"/>
      </w:pPr>
      <w:r>
        <w:t>Le règlement définitif interviendra 30 (trente) jours maximum à compter de la date de réception de la facture par le Pouvoir Adjudicateur, sous réserve du service utilisateur constatant la bonne exécutio</w:t>
      </w:r>
      <w:r>
        <w:t>n des prestations.</w:t>
      </w:r>
    </w:p>
    <w:p w:rsidR="00CF2A77" w:rsidRDefault="003812CD">
      <w:pPr>
        <w:pStyle w:val="RedaliaTitre3"/>
      </w:pPr>
      <w:r>
        <w:t>Demandes de paiement</w:t>
      </w:r>
    </w:p>
    <w:p w:rsidR="00CF2A77" w:rsidRDefault="003812CD">
      <w:pPr>
        <w:pStyle w:val="RedaliaNormal"/>
      </w:pPr>
      <w:r>
        <w:t>La demande de paiement est datée et comporte, selon le cas :</w:t>
      </w:r>
    </w:p>
    <w:p w:rsidR="00CF2A77" w:rsidRDefault="003812CD">
      <w:pPr>
        <w:pStyle w:val="Redaliapuces"/>
        <w:numPr>
          <w:ilvl w:val="0"/>
          <w:numId w:val="12"/>
        </w:numPr>
      </w:pPr>
      <w:r>
        <w:t>les références du marché ;</w:t>
      </w:r>
    </w:p>
    <w:p w:rsidR="00CF2A77" w:rsidRDefault="003812CD">
      <w:pPr>
        <w:pStyle w:val="Redaliapuces"/>
        <w:numPr>
          <w:ilvl w:val="0"/>
          <w:numId w:val="12"/>
        </w:numPr>
      </w:pPr>
      <w:r>
        <w:t>le montant des prestations reçues, établi conformément aux stipulations du contrat, hors TVA et, le cas échéant, diminué des réf</w:t>
      </w:r>
      <w:r>
        <w:t>actions le cas échéant ou le montant des prestations correspondant à la période en cause ;</w:t>
      </w:r>
    </w:p>
    <w:p w:rsidR="00CF2A77" w:rsidRDefault="003812CD">
      <w:pPr>
        <w:pStyle w:val="Redaliapuces"/>
        <w:numPr>
          <w:ilvl w:val="0"/>
          <w:numId w:val="12"/>
        </w:numPr>
      </w:pPr>
      <w:r>
        <w:t>la décomposition des prix forfaitaires et le détail des prix unitaires ;</w:t>
      </w:r>
    </w:p>
    <w:p w:rsidR="00CF2A77" w:rsidRDefault="003812CD">
      <w:pPr>
        <w:pStyle w:val="Redaliapuces"/>
        <w:numPr>
          <w:ilvl w:val="0"/>
          <w:numId w:val="12"/>
        </w:numPr>
      </w:pPr>
      <w:r>
        <w:t>en cas de sous-traitance, la nature des prestations exécutées par le sous-traitant, leur mon</w:t>
      </w:r>
      <w:r>
        <w:t>tant total hors taxes, leur montant TTC ainsi que, le cas échéant les variations de prix établies HT et TTC</w:t>
      </w:r>
    </w:p>
    <w:p w:rsidR="00CF2A77" w:rsidRDefault="003812CD">
      <w:pPr>
        <w:pStyle w:val="Redaliapuces"/>
        <w:numPr>
          <w:ilvl w:val="0"/>
          <w:numId w:val="12"/>
        </w:numPr>
      </w:pPr>
      <w:r>
        <w:t>en cas de groupement conjoint, pour chaque opérateur économique, le montant des prestations effectuées par l’opérateur économique ;</w:t>
      </w:r>
    </w:p>
    <w:p w:rsidR="00CF2A77" w:rsidRDefault="003812CD">
      <w:pPr>
        <w:pStyle w:val="Redaliapuces"/>
        <w:numPr>
          <w:ilvl w:val="0"/>
          <w:numId w:val="12"/>
        </w:numPr>
      </w:pPr>
      <w:r>
        <w:t>l’application de</w:t>
      </w:r>
      <w:r>
        <w:t xml:space="preserve"> l’actualisation ou de la révision de prix ;</w:t>
      </w:r>
    </w:p>
    <w:p w:rsidR="00CF2A77" w:rsidRDefault="003812CD">
      <w:pPr>
        <w:pStyle w:val="Redaliapuces"/>
        <w:numPr>
          <w:ilvl w:val="0"/>
          <w:numId w:val="12"/>
        </w:numPr>
      </w:pPr>
      <w:r>
        <w:t>le cas échéant, les indemnités, primes et retenues ;</w:t>
      </w:r>
    </w:p>
    <w:p w:rsidR="00CF2A77" w:rsidRDefault="003812CD">
      <w:pPr>
        <w:pStyle w:val="Redaliapuces"/>
        <w:numPr>
          <w:ilvl w:val="0"/>
          <w:numId w:val="12"/>
        </w:numPr>
      </w:pPr>
      <w:r>
        <w:t>les pénalités éventuelles pour retard ;</w:t>
      </w:r>
    </w:p>
    <w:p w:rsidR="00CF2A77" w:rsidRDefault="003812CD">
      <w:pPr>
        <w:pStyle w:val="Redaliapuces"/>
        <w:numPr>
          <w:ilvl w:val="0"/>
          <w:numId w:val="12"/>
        </w:numPr>
      </w:pPr>
      <w:r>
        <w:lastRenderedPageBreak/>
        <w:t>les avances à rembourser ;</w:t>
      </w:r>
    </w:p>
    <w:p w:rsidR="00CF2A77" w:rsidRDefault="003812CD">
      <w:pPr>
        <w:pStyle w:val="Redaliapuces"/>
        <w:numPr>
          <w:ilvl w:val="0"/>
          <w:numId w:val="12"/>
        </w:numPr>
      </w:pPr>
      <w:r>
        <w:t>le montant de la TVA ou le cas échéant le bénéfice d’une exonération</w:t>
      </w:r>
    </w:p>
    <w:p w:rsidR="00CF2A77" w:rsidRDefault="003812CD">
      <w:pPr>
        <w:pStyle w:val="Redaliapuces"/>
        <w:numPr>
          <w:ilvl w:val="0"/>
          <w:numId w:val="12"/>
        </w:numPr>
      </w:pPr>
      <w:r>
        <w:t>le montant TTC</w:t>
      </w:r>
    </w:p>
    <w:p w:rsidR="00CF2A77" w:rsidRDefault="003812CD">
      <w:pPr>
        <w:pStyle w:val="RedaliaNormal"/>
      </w:pPr>
      <w:r>
        <w:t>Le Pouv</w:t>
      </w:r>
      <w:r>
        <w:t>oir Adjudicateur se réserve le droit de compléter ou de rectifier les demandes de paiement qui comporteraient des erreurs ou seraient incomplètes. Dans ce cas, il doit notifier au Titulaire la demande de paiement rectifiée.</w:t>
      </w:r>
    </w:p>
    <w:p w:rsidR="00CF2A77" w:rsidRDefault="003812CD">
      <w:pPr>
        <w:pStyle w:val="RedaliaTitre3"/>
      </w:pPr>
      <w:r>
        <w:t>Transmission des demandes de pai</w:t>
      </w:r>
      <w:r>
        <w:t>ement</w:t>
      </w:r>
    </w:p>
    <w:p w:rsidR="00CF2A77" w:rsidRDefault="003812CD">
      <w:pPr>
        <w:pStyle w:val="RedaliaNormal"/>
      </w:pPr>
      <w:r>
        <w:t xml:space="preserve">Le dépôt, la transmission et la réception des factures électroniques sont effectués exclusivement sur le portail de facturation Chorus Pro. Lorsqu’une facture est transmise en dehors de ce portail, le Pouvoir Adjudicateur peut la rejeter après avoir </w:t>
      </w:r>
      <w:r>
        <w:t>rappelé cette obligation à l’émetteur et l’avoir invité à s’y conformer. Pour ce faire, vos factures dématérialisées adressées au Pouvoir Adjudicateur devront obligatoirement comporter les informations suivantes :</w:t>
      </w:r>
    </w:p>
    <w:tbl>
      <w:tblPr>
        <w:tblW w:w="9212" w:type="dxa"/>
        <w:tblLayout w:type="fixed"/>
        <w:tblCellMar>
          <w:left w:w="10" w:type="dxa"/>
          <w:right w:w="10" w:type="dxa"/>
        </w:tblCellMar>
        <w:tblLook w:val="0000" w:firstRow="0" w:lastRow="0" w:firstColumn="0" w:lastColumn="0" w:noHBand="0" w:noVBand="0"/>
      </w:tblPr>
      <w:tblGrid>
        <w:gridCol w:w="4606"/>
        <w:gridCol w:w="4606"/>
      </w:tblGrid>
      <w:tr w:rsidR="00CF2A77">
        <w:tblPrEx>
          <w:tblCellMar>
            <w:top w:w="0" w:type="dxa"/>
            <w:bottom w:w="0" w:type="dxa"/>
          </w:tblCellMar>
        </w:tblPrEx>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2A77" w:rsidRDefault="003812CD">
            <w:pPr>
              <w:pStyle w:val="RedaliaNormal"/>
              <w:rPr>
                <w:b/>
              </w:rPr>
            </w:pPr>
            <w:r>
              <w:rPr>
                <w:b/>
              </w:rPr>
              <w:t>Etablissement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2A77" w:rsidRDefault="003812CD">
            <w:pPr>
              <w:pStyle w:val="RedaliaNormal"/>
            </w:pPr>
            <w:r>
              <w:t>ETABLISSEMENT AGENCE FRANC</w:t>
            </w:r>
            <w:r>
              <w:t>AISE DE DEVELOPPEMENT</w:t>
            </w:r>
          </w:p>
        </w:tc>
      </w:tr>
      <w:tr w:rsidR="00CF2A77">
        <w:tblPrEx>
          <w:tblCellMar>
            <w:top w:w="0" w:type="dxa"/>
            <w:bottom w:w="0" w:type="dxa"/>
          </w:tblCellMar>
        </w:tblPrEx>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2A77" w:rsidRDefault="003812CD">
            <w:pPr>
              <w:pStyle w:val="RedaliaNormal"/>
              <w:rPr>
                <w:b/>
              </w:rPr>
            </w:pPr>
            <w:r>
              <w:rPr>
                <w:b/>
              </w:rPr>
              <w:t>SIRET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2A77" w:rsidRDefault="003812CD">
            <w:pPr>
              <w:pStyle w:val="RedaliaNormal"/>
            </w:pPr>
            <w:r>
              <w:t>77566559900129</w:t>
            </w:r>
          </w:p>
        </w:tc>
      </w:tr>
      <w:tr w:rsidR="00CF2A77">
        <w:tblPrEx>
          <w:tblCellMar>
            <w:top w:w="0" w:type="dxa"/>
            <w:bottom w:w="0" w:type="dxa"/>
          </w:tblCellMar>
        </w:tblPrEx>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2A77" w:rsidRDefault="003812CD">
            <w:pPr>
              <w:pStyle w:val="RedaliaNormal"/>
              <w:rPr>
                <w:b/>
              </w:rPr>
            </w:pPr>
            <w:r>
              <w:rPr>
                <w:b/>
              </w:rPr>
              <w:t>Code Service CHORUS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2A77" w:rsidRDefault="003812CD">
            <w:pPr>
              <w:pStyle w:val="RedaliaNormal"/>
            </w:pPr>
            <w:r>
              <w:t>PAR-MOA-020</w:t>
            </w:r>
          </w:p>
        </w:tc>
      </w:tr>
      <w:tr w:rsidR="00CF2A77">
        <w:tblPrEx>
          <w:tblCellMar>
            <w:top w:w="0" w:type="dxa"/>
            <w:bottom w:w="0" w:type="dxa"/>
          </w:tblCellMar>
        </w:tblPrEx>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2A77" w:rsidRDefault="003812CD">
            <w:pPr>
              <w:pStyle w:val="RedaliaNormal"/>
              <w:rPr>
                <w:b/>
              </w:rPr>
            </w:pPr>
            <w:r>
              <w:rPr>
                <w:b/>
              </w:rPr>
              <w:t>Numéro de Marché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2A77" w:rsidRDefault="003812CD">
            <w:pPr>
              <w:pStyle w:val="RedaliaNormal"/>
            </w:pPr>
            <w:r>
              <w:t>SYF-2025-0287</w:t>
            </w:r>
          </w:p>
        </w:tc>
      </w:tr>
      <w:tr w:rsidR="00CF2A77">
        <w:tblPrEx>
          <w:tblCellMar>
            <w:top w:w="0" w:type="dxa"/>
            <w:bottom w:w="0" w:type="dxa"/>
          </w:tblCellMar>
        </w:tblPrEx>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2A77" w:rsidRDefault="003812CD">
            <w:pPr>
              <w:pStyle w:val="RedaliaNormal"/>
            </w:pPr>
            <w:r>
              <w:rPr>
                <w:b/>
              </w:rPr>
              <w:t>Numéro de projet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2A77" w:rsidRDefault="003812CD">
            <w:pPr>
              <w:pStyle w:val="RedaliaNormal"/>
              <w:rPr>
                <w:lang w:val="en-GB"/>
              </w:rPr>
            </w:pPr>
            <w:r>
              <w:rPr>
                <w:lang w:val="en-GB"/>
              </w:rPr>
              <w:t>Lot 1 et 2 : CZZ 3541</w:t>
            </w:r>
          </w:p>
          <w:p w:rsidR="00CF2A77" w:rsidRDefault="003812CD">
            <w:pPr>
              <w:pStyle w:val="RedaliaNormal"/>
              <w:rPr>
                <w:lang w:val="en-GB"/>
              </w:rPr>
            </w:pPr>
            <w:r>
              <w:rPr>
                <w:lang w:val="en-GB"/>
              </w:rPr>
              <w:t>Lot 3 : CBR 1160</w:t>
            </w:r>
          </w:p>
        </w:tc>
      </w:tr>
    </w:tbl>
    <w:p w:rsidR="00CF2A77" w:rsidRDefault="003812CD">
      <w:pPr>
        <w:pStyle w:val="RedaliaTitre2"/>
      </w:pPr>
      <w:bookmarkStart w:id="90" w:name="__RefHeading___Toc2331_850954893"/>
      <w:bookmarkStart w:id="91" w:name="_Toc180614130"/>
      <w:bookmarkStart w:id="92" w:name="_Toc204263473"/>
      <w:r>
        <w:t>Règlements en cas de cotraitants solidaires</w:t>
      </w:r>
      <w:bookmarkEnd w:id="90"/>
      <w:bookmarkEnd w:id="91"/>
      <w:bookmarkEnd w:id="92"/>
    </w:p>
    <w:p w:rsidR="00CF2A77" w:rsidRDefault="003812CD">
      <w:pPr>
        <w:pStyle w:val="RedaliaNormal"/>
      </w:pPr>
      <w:r>
        <w:t xml:space="preserve">En cas de cotraitance, seul le </w:t>
      </w:r>
      <w:r>
        <w:t>mandataire du groupement est habilité à présenter les demandes de paiement.</w:t>
      </w:r>
    </w:p>
    <w:p w:rsidR="00CF2A77" w:rsidRDefault="003812CD">
      <w:pPr>
        <w:pStyle w:val="RedaliaNormal"/>
      </w:pPr>
      <w:r>
        <w:t>En cas de groupement solidaire, il sera procédé à un règlement séparé de chacun des cotraitants, si la répartition des paiements est identifiée en annexe au présent Contrat.</w:t>
      </w:r>
    </w:p>
    <w:p w:rsidR="00CF2A77" w:rsidRDefault="003812CD">
      <w:pPr>
        <w:pStyle w:val="RedaliaNormal"/>
      </w:pPr>
      <w:r>
        <w:t>Le man</w:t>
      </w:r>
      <w:r>
        <w:t>dataire du groupement indique dans chaque demande de paiement qu'il transmet au Pouvoir Adjudicateur, la répartition des paiements pour chacun des cotraitants.</w:t>
      </w:r>
    </w:p>
    <w:p w:rsidR="00CF2A77" w:rsidRDefault="003812CD">
      <w:pPr>
        <w:pStyle w:val="RedaliaNormal"/>
      </w:pPr>
      <w:r>
        <w:t>L'acceptation d'un règlement à chacun des cotraitants solidaires ne saurait remettre en cause la</w:t>
      </w:r>
      <w:r>
        <w:t xml:space="preserve"> solidarité des cotraitants.</w:t>
      </w:r>
    </w:p>
    <w:p w:rsidR="00CF2A77" w:rsidRDefault="003812CD">
      <w:pPr>
        <w:pStyle w:val="RedaliaTitre2"/>
      </w:pPr>
      <w:bookmarkStart w:id="93" w:name="__RefHeading___Toc2333_850954893"/>
      <w:bookmarkStart w:id="94" w:name="_Toc180614131"/>
      <w:bookmarkStart w:id="95" w:name="_Toc204263474"/>
      <w:r>
        <w:t>Délais de paiement</w:t>
      </w:r>
      <w:bookmarkEnd w:id="93"/>
      <w:bookmarkEnd w:id="94"/>
      <w:bookmarkEnd w:id="95"/>
    </w:p>
    <w:p w:rsidR="00CF2A77" w:rsidRDefault="003812CD">
      <w:pPr>
        <w:pStyle w:val="RedaliaNormal"/>
      </w:pPr>
      <w:r>
        <w:t xml:space="preserve">Les délais dont dispose le Pouvoir Adjudicateur ou son représentant pour procéder au paiement des règlements partiels définitifs et du solde sont fixés à 30 jours à compter de la réception de la demande de </w:t>
      </w:r>
      <w:r>
        <w:t>paiement.</w:t>
      </w:r>
    </w:p>
    <w:p w:rsidR="00CF2A77" w:rsidRDefault="003812CD">
      <w:pPr>
        <w:pStyle w:val="RedaliaTitre2"/>
      </w:pPr>
      <w:bookmarkStart w:id="96" w:name="__RefHeading___Toc2335_850954893"/>
      <w:bookmarkStart w:id="97" w:name="_Toc180614132"/>
      <w:bookmarkStart w:id="98" w:name="_Toc204263475"/>
      <w:r>
        <w:t>TVA</w:t>
      </w:r>
      <w:bookmarkEnd w:id="96"/>
      <w:bookmarkEnd w:id="97"/>
      <w:bookmarkEnd w:id="98"/>
    </w:p>
    <w:p w:rsidR="00CF2A77" w:rsidRDefault="003812CD">
      <w:pPr>
        <w:pStyle w:val="RedaliaNormal"/>
      </w:pPr>
      <w:r>
        <w:t>Le présent Contrat est soumis à la Taxe sur la Valeur Ajoutée (TVA) au taux en vigueur au jour du fait générateur. Chaque terme de paiement sera assorti de la TVA.</w:t>
      </w:r>
    </w:p>
    <w:p w:rsidR="00CF2A77" w:rsidRDefault="003812CD">
      <w:pPr>
        <w:pStyle w:val="RedaliaNormal"/>
      </w:pPr>
      <w:r>
        <w:t xml:space="preserve">Le Titulaire du présent Contrat s’engage à indiquer sur ses factures s’il est </w:t>
      </w:r>
      <w:r>
        <w:t>autorisé par l’administration fiscale à acquitter la TVA d’après les débits. Le Titulaire est seul responsable du respect de la législation fiscale en vigueur.</w:t>
      </w:r>
    </w:p>
    <w:p w:rsidR="00CF2A77" w:rsidRDefault="003812CD">
      <w:pPr>
        <w:pStyle w:val="RedaliaNormal"/>
      </w:pPr>
      <w:r>
        <w:t>Il est rappelé que le marché peut être exonéré de la taxe sur la valeur ajoutée française lorsqu</w:t>
      </w:r>
      <w:r>
        <w:t>e :</w:t>
      </w:r>
    </w:p>
    <w:p w:rsidR="00CF2A77" w:rsidRDefault="003812CD">
      <w:pPr>
        <w:pStyle w:val="Redaliapuces"/>
        <w:numPr>
          <w:ilvl w:val="0"/>
          <w:numId w:val="12"/>
        </w:numPr>
      </w:pPr>
      <w:r>
        <w:t>le marché finance une action de coopération au bénéfice d'un pays hors communauté européenne,</w:t>
      </w:r>
    </w:p>
    <w:p w:rsidR="00CF2A77" w:rsidRDefault="003812CD">
      <w:pPr>
        <w:pStyle w:val="Redaliapuces"/>
        <w:numPr>
          <w:ilvl w:val="0"/>
          <w:numId w:val="12"/>
        </w:numPr>
      </w:pPr>
      <w:r>
        <w:lastRenderedPageBreak/>
        <w:t>la prestation consiste en des services d'information, de conseil, d'études ou de recherche,</w:t>
      </w:r>
    </w:p>
    <w:p w:rsidR="00CF2A77" w:rsidRDefault="003812CD">
      <w:pPr>
        <w:pStyle w:val="Redaliapuces"/>
        <w:numPr>
          <w:ilvl w:val="0"/>
          <w:numId w:val="12"/>
        </w:numPr>
      </w:pPr>
      <w:r>
        <w:t>le résultat des prestation est communiqué au pays concerné et</w:t>
      </w:r>
    </w:p>
    <w:p w:rsidR="00CF2A77" w:rsidRDefault="003812CD">
      <w:pPr>
        <w:pStyle w:val="Redaliapuces"/>
        <w:numPr>
          <w:ilvl w:val="0"/>
          <w:numId w:val="12"/>
        </w:numPr>
      </w:pPr>
      <w:r>
        <w:t>le c</w:t>
      </w:r>
      <w:r>
        <w:t>adre d'intervention de la prestation est orienté de façon à mettre en avant le bénéfice certain de la prestation pour le pays concerné.</w:t>
      </w:r>
    </w:p>
    <w:p w:rsidR="00CF2A77" w:rsidRDefault="003812CD">
      <w:pPr>
        <w:pStyle w:val="RedaliaTitre2"/>
      </w:pPr>
      <w:bookmarkStart w:id="99" w:name="__RefHeading___Toc10538_484324197"/>
      <w:bookmarkStart w:id="100" w:name="_Toc204263476"/>
      <w:r>
        <w:t>Intérêts moratoires</w:t>
      </w:r>
      <w:bookmarkEnd w:id="2"/>
      <w:bookmarkEnd w:id="99"/>
      <w:bookmarkEnd w:id="100"/>
    </w:p>
    <w:p w:rsidR="00CF2A77" w:rsidRDefault="003812CD">
      <w:pPr>
        <w:pStyle w:val="RedaliaNormal"/>
      </w:pPr>
      <w:r>
        <w:t>Le défaut de paiement des avances, des acomptes, des règlements partiels définitifs ou du solde dans</w:t>
      </w:r>
      <w:r>
        <w:t xml:space="preserve"> le délai fixé par le Contrat donne droit à des intérêts moratoires, calculés à compter du lendemain de l'expiration dudit délai (ou de l’échéance prévue par le Contrat) jusqu'à la date de mise en paiement du principal incluse (article R. 2192-32 du Code d</w:t>
      </w:r>
      <w:r>
        <w:t>e la commande publique).</w:t>
      </w:r>
    </w:p>
    <w:p w:rsidR="00CF2A77" w:rsidRDefault="003812CD">
      <w:pPr>
        <w:pStyle w:val="RedaliaNormal"/>
      </w:pPr>
      <w:r>
        <w:t>Le taux des intérêts moratoires applicables en cas de dépassement du délai maximum de paiement est égal au taux d'intérêt appliqué par la Banque centrale européenne à ses opérations principales de refinancement les plus récentes en</w:t>
      </w:r>
      <w:r>
        <w:t xml:space="preserve"> vigueur au premier jour du semestre de l'année civile au cours duquel les intérêts moratoires ont commencé à courir, majoré de huit points de pourcentage.</w:t>
      </w:r>
    </w:p>
    <w:p w:rsidR="00CF2A77" w:rsidRDefault="003812CD">
      <w:pPr>
        <w:pStyle w:val="RedaliaNormal"/>
      </w:pPr>
      <w:r>
        <w:t>Le montant de l'indemnité forfaitaire pour frais de recouvrement est fixé à 40 euros.</w:t>
      </w:r>
    </w:p>
    <w:p w:rsidR="00CF2A77" w:rsidRDefault="003812CD">
      <w:pPr>
        <w:pStyle w:val="RedaliaTitre1"/>
      </w:pPr>
      <w:bookmarkStart w:id="101" w:name="_Toc180614134"/>
      <w:bookmarkStart w:id="102" w:name="__RefHeading___Toc10540_484324197"/>
      <w:bookmarkStart w:id="103" w:name="_Toc204263477"/>
      <w:r>
        <w:t>Pénalités</w:t>
      </w:r>
      <w:bookmarkStart w:id="104" w:name="_Toc180614139"/>
      <w:bookmarkStart w:id="105" w:name="__RefHeading___Toc10548_484324197"/>
      <w:bookmarkEnd w:id="3"/>
      <w:bookmarkEnd w:id="101"/>
      <w:bookmarkEnd w:id="102"/>
      <w:bookmarkEnd w:id="103"/>
    </w:p>
    <w:p w:rsidR="00CF2A77" w:rsidRDefault="003812CD">
      <w:pPr>
        <w:pStyle w:val="RedaliaTitre2"/>
      </w:pPr>
      <w:bookmarkStart w:id="106" w:name="__RefHeading___Toc51678_1474243492"/>
      <w:bookmarkStart w:id="107" w:name="_Toc161238047"/>
      <w:bookmarkStart w:id="108" w:name="_Toc189064501"/>
      <w:bookmarkStart w:id="109" w:name="_Toc189143503"/>
      <w:bookmarkStart w:id="110" w:name="_Toc189305343"/>
      <w:bookmarkStart w:id="111" w:name="_Toc193843781"/>
      <w:bookmarkStart w:id="112" w:name="_Toc196314462"/>
      <w:bookmarkStart w:id="113" w:name="_Toc196315294"/>
      <w:bookmarkStart w:id="114" w:name="_Toc202918139"/>
      <w:bookmarkStart w:id="115" w:name="_Toc203741244"/>
      <w:bookmarkStart w:id="116" w:name="_Toc204263478"/>
      <w:r>
        <w:t>Péna</w:t>
      </w:r>
      <w:r>
        <w:t>lités pour retard</w:t>
      </w:r>
      <w:bookmarkEnd w:id="106"/>
      <w:bookmarkEnd w:id="107"/>
      <w:bookmarkEnd w:id="108"/>
      <w:bookmarkEnd w:id="109"/>
      <w:bookmarkEnd w:id="110"/>
      <w:bookmarkEnd w:id="111"/>
      <w:bookmarkEnd w:id="112"/>
      <w:bookmarkEnd w:id="113"/>
      <w:bookmarkEnd w:id="114"/>
      <w:bookmarkEnd w:id="115"/>
      <w:bookmarkEnd w:id="116"/>
    </w:p>
    <w:p w:rsidR="00CF2A77" w:rsidRDefault="003812CD">
      <w:pPr>
        <w:pStyle w:val="RedaliaNormal"/>
      </w:pPr>
      <w:r>
        <w:t>Les documents à produire par le titulaire dans un délai fixé par l'accord-cadre doivent être transmis par le titulaire par tout moyen permettant d’attester de leur date de réception par l’acheteur.</w:t>
      </w:r>
    </w:p>
    <w:p w:rsidR="00CF2A77" w:rsidRDefault="00CF2A77">
      <w:pPr>
        <w:pStyle w:val="RedaliaNormal"/>
      </w:pPr>
    </w:p>
    <w:p w:rsidR="00CF2A77" w:rsidRDefault="003812CD">
      <w:pPr>
        <w:pStyle w:val="RedaliaNormal"/>
      </w:pPr>
      <w:r>
        <w:rPr>
          <w:szCs w:val="22"/>
        </w:rPr>
        <w:t>Par dérogation à l’article 14.1 du CCAG</w:t>
      </w:r>
      <w:r>
        <w:rPr>
          <w:szCs w:val="22"/>
        </w:rPr>
        <w:t xml:space="preserve"> PI, tout retard dans le calendrier d'exécution transmis avec le bon de commande puis validé par les parties et qui n’aurait pas été expressément autorisé par l’AFD, pourra donner lieu à des pénalités de retard à la charge du titulaire d’un montant de 100 </w:t>
      </w:r>
      <w:r>
        <w:rPr>
          <w:szCs w:val="22"/>
        </w:rPr>
        <w:t>€ euros par jour de retard. Le montant des pénalités de retard sera déduit par l’AFD du montant du règlement.</w:t>
      </w:r>
    </w:p>
    <w:p w:rsidR="00CF2A77" w:rsidRDefault="00CF2A77">
      <w:pPr>
        <w:pStyle w:val="RedaliaNormal"/>
      </w:pPr>
    </w:p>
    <w:p w:rsidR="00CF2A77" w:rsidRDefault="003812CD">
      <w:pPr>
        <w:pStyle w:val="RedaliaNormal"/>
      </w:pPr>
      <w:r>
        <w:t xml:space="preserve">Par dérogation à l’article 14.1.2 du CCAG PI, le montant total des pénalités de retard pourra excéder 10% du montant total HT de l'accord-cadre, </w:t>
      </w:r>
      <w:r>
        <w:t>de la tranche considérée ou du bon de commande.</w:t>
      </w:r>
    </w:p>
    <w:p w:rsidR="00CF2A77" w:rsidRDefault="00CF2A77">
      <w:pPr>
        <w:pStyle w:val="RedaliaNormal"/>
      </w:pPr>
    </w:p>
    <w:p w:rsidR="00CF2A77" w:rsidRDefault="003812CD">
      <w:pPr>
        <w:pStyle w:val="RedaliaNormal"/>
      </w:pPr>
      <w:r>
        <w:t>Par dérogation à l’article 14.1.3 du CCAG PI, le titulaire ne sera pas exonéré des pénalités dont le montant total ne dépasse pas 1000 € HT pour l’ensemble de l'accord-cadre.</w:t>
      </w:r>
    </w:p>
    <w:p w:rsidR="00CF2A77" w:rsidRDefault="003812CD">
      <w:pPr>
        <w:pStyle w:val="RedaliaTitre2"/>
      </w:pPr>
      <w:bookmarkStart w:id="117" w:name="__RefHeading___Toc51680_1474243492"/>
      <w:bookmarkStart w:id="118" w:name="_Toc161238048"/>
      <w:bookmarkStart w:id="119" w:name="_Toc189064502"/>
      <w:bookmarkStart w:id="120" w:name="_Toc189143504"/>
      <w:bookmarkStart w:id="121" w:name="_Toc189305344"/>
      <w:bookmarkStart w:id="122" w:name="_Toc193843782"/>
      <w:bookmarkStart w:id="123" w:name="_Toc196314463"/>
      <w:bookmarkStart w:id="124" w:name="_Toc196315295"/>
      <w:bookmarkStart w:id="125" w:name="_Toc202918140"/>
      <w:bookmarkStart w:id="126" w:name="_Toc203741245"/>
      <w:bookmarkStart w:id="127" w:name="_Toc204263479"/>
      <w:r>
        <w:t>Pénalités pour violation des obl</w:t>
      </w:r>
      <w:r>
        <w:t>igations de sécurité ou de confidentialité</w:t>
      </w:r>
      <w:bookmarkEnd w:id="117"/>
      <w:bookmarkEnd w:id="118"/>
      <w:bookmarkEnd w:id="119"/>
      <w:bookmarkEnd w:id="120"/>
      <w:bookmarkEnd w:id="121"/>
      <w:bookmarkEnd w:id="122"/>
      <w:bookmarkEnd w:id="123"/>
      <w:bookmarkEnd w:id="124"/>
      <w:bookmarkEnd w:id="125"/>
      <w:bookmarkEnd w:id="126"/>
      <w:bookmarkEnd w:id="127"/>
    </w:p>
    <w:p w:rsidR="00CF2A77" w:rsidRDefault="003812CD">
      <w:pPr>
        <w:pStyle w:val="RedaliaNormal"/>
      </w:pPr>
      <w:r>
        <w:t>En cas de violation des mesures de sécurité ou de l'obligation de confidentialité énoncées à l’article 5.1 du CCAG PI, le titulaire s’expose à des pénalités définies à l’article 14.2 du CCAG PI.</w:t>
      </w:r>
    </w:p>
    <w:p w:rsidR="00CF2A77" w:rsidRDefault="00CF2A77">
      <w:pPr>
        <w:pStyle w:val="RedaliaNormal"/>
      </w:pPr>
    </w:p>
    <w:p w:rsidR="00CF2A77" w:rsidRDefault="003812CD">
      <w:pPr>
        <w:pStyle w:val="RedaliaTitre2"/>
      </w:pPr>
      <w:bookmarkStart w:id="128" w:name="__RefHeading__8107_587708094"/>
      <w:bookmarkStart w:id="129" w:name="_Toc83892336"/>
      <w:bookmarkStart w:id="130" w:name="_Toc161238049"/>
      <w:bookmarkStart w:id="131" w:name="_Toc189064503"/>
      <w:bookmarkStart w:id="132" w:name="_Toc189143505"/>
      <w:bookmarkStart w:id="133" w:name="_Toc189305345"/>
      <w:bookmarkStart w:id="134" w:name="_Toc193843783"/>
      <w:bookmarkStart w:id="135" w:name="_Toc196314464"/>
      <w:bookmarkStart w:id="136" w:name="_Toc196315296"/>
      <w:bookmarkStart w:id="137" w:name="_Toc202918141"/>
      <w:bookmarkStart w:id="138" w:name="_Toc203741246"/>
      <w:bookmarkStart w:id="139" w:name="_Toc204263480"/>
      <w:r>
        <w:t>Pénalités pour no</w:t>
      </w:r>
      <w:r>
        <w:t>n-respect des formalités relatives à la lutte contre le travail illégal</w:t>
      </w:r>
      <w:bookmarkEnd w:id="128"/>
      <w:bookmarkEnd w:id="129"/>
      <w:bookmarkEnd w:id="130"/>
      <w:bookmarkEnd w:id="131"/>
      <w:bookmarkEnd w:id="132"/>
      <w:bookmarkEnd w:id="133"/>
      <w:bookmarkEnd w:id="134"/>
      <w:bookmarkEnd w:id="135"/>
      <w:bookmarkEnd w:id="136"/>
      <w:bookmarkEnd w:id="137"/>
      <w:bookmarkEnd w:id="138"/>
      <w:bookmarkEnd w:id="139"/>
    </w:p>
    <w:p w:rsidR="00CF2A77" w:rsidRDefault="003812CD">
      <w:pPr>
        <w:pStyle w:val="RedaliaNormal"/>
      </w:pPr>
      <w:r>
        <w:t>Conformément aux articles L 8222-1 et D 8222-5 du Code du travail le Prestataire doit fournir à la signature du Contrat, puis tous les six (6) mois, et ce jusqu’à la fin de l’exécution</w:t>
      </w:r>
      <w:r>
        <w:t xml:space="preserve"> du Contrat les documents suivants :</w:t>
      </w:r>
    </w:p>
    <w:p w:rsidR="00CF2A77" w:rsidRDefault="003812CD">
      <w:pPr>
        <w:pStyle w:val="RedaliaRetraitPuceniveau3"/>
        <w:tabs>
          <w:tab w:val="clear" w:pos="-1440"/>
          <w:tab w:val="left" w:pos="-9801"/>
          <w:tab w:val="left" w:pos="-9360"/>
        </w:tabs>
      </w:pPr>
      <w:r>
        <w:lastRenderedPageBreak/>
        <w:t xml:space="preserve">une attestation de fourniture de déclarations sociales émanant de l’organisme de protection sociale chargé du recouvrement des cotisations sociales incombant au Prestataire et datant de moins de six (6) mois ; cette </w:t>
      </w:r>
      <w:r>
        <w:t>attestation devra porter la mention du paiement des cotisations et contributions de sécurité sociale qui devra faire apparaître l’identification de l’entreprise, le nombre de salariés employés et l’assiette de rémunération déclarée sur le dernier récapitul</w:t>
      </w:r>
      <w:r>
        <w:t>atif des cotisations de sécurité sociale adressées à l’organisme de recouvrement ;</w:t>
      </w:r>
    </w:p>
    <w:p w:rsidR="00CF2A77" w:rsidRDefault="003812CD">
      <w:pPr>
        <w:pStyle w:val="RedaliaRetraitPuceniveau3"/>
        <w:tabs>
          <w:tab w:val="clear" w:pos="-1440"/>
          <w:tab w:val="left" w:pos="-9801"/>
          <w:tab w:val="left" w:pos="-9360"/>
        </w:tabs>
      </w:pPr>
      <w:r>
        <w:t>un extrait de l’inscription au registre du commerce et des sociétés ou une copie de la carte d’identification justifiant de l’inscription au répertoire des métiers ou un réc</w:t>
      </w:r>
      <w:r>
        <w:t>épissé du dépôt de déclaration auprès d’un centre de formalité des entreprises </w:t>
      </w:r>
      <w:r>
        <w:rPr>
          <w:rStyle w:val="Appelnotedebasdep"/>
        </w:rPr>
        <w:footnoteReference w:id="1"/>
      </w:r>
      <w:r>
        <w:t>;</w:t>
      </w:r>
    </w:p>
    <w:p w:rsidR="00CF2A77" w:rsidRDefault="003812CD">
      <w:pPr>
        <w:pStyle w:val="RedaliaRetraitPuceniveau3"/>
        <w:tabs>
          <w:tab w:val="clear" w:pos="-1440"/>
          <w:tab w:val="left" w:pos="-9801"/>
          <w:tab w:val="left" w:pos="-9360"/>
        </w:tabs>
      </w:pPr>
      <w:r>
        <w:t>une attestation sur l’honneur établie par le Prestataire certifiant de la fourniture à ses salariés de bulletins de paie conforment à la réglementation française</w:t>
      </w:r>
      <w:r>
        <w:rPr>
          <w:rStyle w:val="Appelnotedebasdep"/>
        </w:rPr>
        <w:footnoteReference w:id="2"/>
      </w:r>
      <w:r>
        <w:t>.</w:t>
      </w:r>
    </w:p>
    <w:p w:rsidR="00CF2A77" w:rsidRDefault="00CF2A77">
      <w:pPr>
        <w:pStyle w:val="RedaliaNormal"/>
      </w:pPr>
    </w:p>
    <w:p w:rsidR="00CF2A77" w:rsidRDefault="003812CD">
      <w:pPr>
        <w:pStyle w:val="RedaliaNormal"/>
      </w:pPr>
      <w:r>
        <w:t>S</w:t>
      </w:r>
      <w:r>
        <w:t>ans préjudice des articles L. 8222-1 à L. 8222-3, toute personne morale de droit public ayant contracté avec une entreprise, informée par écrit par un agent de contrôle de la situation irrégulière de cette entreprise au regard des formalités mentionnées au</w:t>
      </w:r>
      <w:r>
        <w:t>x articles L. 8221-3 et L. 8221-5, enjoint aussitôt à cette entreprise de faire cesser sans délai cette situation.</w:t>
      </w:r>
    </w:p>
    <w:p w:rsidR="00CF2A77" w:rsidRDefault="00CF2A77">
      <w:pPr>
        <w:pStyle w:val="RedaliaNormal"/>
      </w:pPr>
    </w:p>
    <w:p w:rsidR="00CF2A77" w:rsidRDefault="003812CD">
      <w:pPr>
        <w:pStyle w:val="RedaliaNormal"/>
      </w:pPr>
      <w:r>
        <w:t>L'entreprise ainsi mise en demeure apporte à la personne publique, dans un délai de deux mois, la preuve qu'elle a mis fin à la situation dé</w:t>
      </w:r>
      <w:r>
        <w:t>lictuelle. A défaut, le contrat peut être rompu sans indemnité, aux frais et risques de l'entrepreneur.</w:t>
      </w:r>
    </w:p>
    <w:p w:rsidR="00CF2A77" w:rsidRDefault="00CF2A77">
      <w:pPr>
        <w:pStyle w:val="RedaliaNormal"/>
      </w:pPr>
    </w:p>
    <w:p w:rsidR="00CF2A77" w:rsidRDefault="003812CD">
      <w:pPr>
        <w:pStyle w:val="RedaliaNormal"/>
      </w:pPr>
      <w:r>
        <w:t>La personne morale de droit public informe l'agent auteur du signalement des suites données par l'entreprise à son injonction.</w:t>
      </w:r>
    </w:p>
    <w:p w:rsidR="00CF2A77" w:rsidRDefault="003812CD">
      <w:pPr>
        <w:pStyle w:val="RedaliaNormal"/>
      </w:pPr>
      <w:r>
        <w:t>A défaut de respecter le</w:t>
      </w:r>
      <w:r>
        <w:t>s obligations qui découlent des premier et troisième alinéas du présent article ou, en cas de poursuite du contrat, si la preuve de la fin de la situation délictuelle ne lui a pas été apportée dans un délai de six mois suivant la mise en demeure, la person</w:t>
      </w:r>
      <w:r>
        <w:t>ne morale de droit public est tenue solidairement avec son cocontractant au paiement des sommes mentionnées aux 1° à 3° de l'article L. 8222-2, dans les conditions fixées à l'article L. 8222-3</w:t>
      </w:r>
    </w:p>
    <w:p w:rsidR="00CF2A77" w:rsidRDefault="00CF2A77">
      <w:pPr>
        <w:pStyle w:val="RedaliaNormal"/>
      </w:pPr>
    </w:p>
    <w:p w:rsidR="00CF2A77" w:rsidRDefault="003812CD">
      <w:pPr>
        <w:pStyle w:val="RedaliaNormal"/>
      </w:pPr>
      <w:r>
        <w:t>Si l’AFD est informé par écrit que le Prestataire ou un subdél</w:t>
      </w:r>
      <w:r>
        <w:t>égataire est en irrégularité au regard des formalités exigées, elle mettra en demeure celui-ci par lettre recommandée avec AR de faire cesser cette situation sans délai.</w:t>
      </w:r>
    </w:p>
    <w:p w:rsidR="00CF2A77" w:rsidRDefault="00CF2A77">
      <w:pPr>
        <w:pStyle w:val="RedaliaNormal"/>
      </w:pPr>
    </w:p>
    <w:p w:rsidR="00CF2A77" w:rsidRDefault="003812CD">
      <w:pPr>
        <w:pStyle w:val="RedaliaNormal"/>
      </w:pPr>
      <w:r>
        <w:t xml:space="preserve">Le Prestataire mis en demeure doit apporter la preuve qu’il a mis fin à la situation </w:t>
      </w:r>
      <w:r>
        <w:t>délictuelle. A défaut de régularisation.</w:t>
      </w:r>
    </w:p>
    <w:p w:rsidR="00CF2A77" w:rsidRDefault="003812CD">
      <w:pPr>
        <w:pStyle w:val="RedaliaTitre2"/>
      </w:pPr>
      <w:bookmarkStart w:id="140" w:name="_Toc83892337"/>
      <w:bookmarkStart w:id="141" w:name="_Toc161238050"/>
      <w:bookmarkStart w:id="142" w:name="_Toc189064504"/>
      <w:bookmarkStart w:id="143" w:name="_Toc189143506"/>
      <w:bookmarkStart w:id="144" w:name="_Toc189305346"/>
      <w:bookmarkStart w:id="145" w:name="_Toc193843784"/>
      <w:bookmarkStart w:id="146" w:name="_Toc196314465"/>
      <w:bookmarkStart w:id="147" w:name="_Toc196315297"/>
      <w:bookmarkStart w:id="148" w:name="_Toc202918142"/>
      <w:bookmarkStart w:id="149" w:name="_Toc203741247"/>
      <w:bookmarkStart w:id="150" w:name="_Toc204263481"/>
      <w:bookmarkStart w:id="151" w:name="__RefHeading__8109_587708094"/>
      <w:r>
        <w:t>Pénalités aux frais et risques</w:t>
      </w:r>
      <w:bookmarkEnd w:id="140"/>
      <w:bookmarkEnd w:id="141"/>
      <w:bookmarkEnd w:id="142"/>
      <w:bookmarkEnd w:id="143"/>
      <w:bookmarkEnd w:id="144"/>
      <w:bookmarkEnd w:id="145"/>
      <w:bookmarkEnd w:id="146"/>
      <w:bookmarkEnd w:id="147"/>
      <w:bookmarkEnd w:id="148"/>
      <w:bookmarkEnd w:id="149"/>
      <w:bookmarkEnd w:id="150"/>
    </w:p>
    <w:bookmarkEnd w:id="151"/>
    <w:p w:rsidR="00CF2A77" w:rsidRDefault="003812CD">
      <w:pPr>
        <w:pStyle w:val="RedaliaNormal"/>
      </w:pPr>
      <w:r>
        <w:t xml:space="preserve">Le présent accord-cadre est conclu à titre non exclusif. </w:t>
      </w:r>
    </w:p>
    <w:p w:rsidR="00CF2A77" w:rsidRDefault="00CF2A77">
      <w:pPr>
        <w:pStyle w:val="RedaliaNormal"/>
      </w:pPr>
    </w:p>
    <w:p w:rsidR="00CF2A77" w:rsidRDefault="003812CD">
      <w:pPr>
        <w:pStyle w:val="RedaliaNormal"/>
      </w:pPr>
      <w:r>
        <w:t xml:space="preserve">Le pouvoir adjudicateur peut faire exécuter aux frais et risques du titulaire, par un tiers les prestations objet du présent </w:t>
      </w:r>
      <w:r>
        <w:t>accord cadre et de ses bons de commandes :</w:t>
      </w:r>
    </w:p>
    <w:p w:rsidR="00CF2A77" w:rsidRDefault="003812CD">
      <w:pPr>
        <w:pStyle w:val="RedaliaNormal"/>
      </w:pPr>
      <w:r>
        <w:t xml:space="preserve">- soit en cas d'inexécution, de défaillance, par ce dernier d'une prestation qui, par sa nature, ne peut ne souffrir d’aucun retard, </w:t>
      </w:r>
    </w:p>
    <w:p w:rsidR="00CF2A77" w:rsidRDefault="003812CD">
      <w:pPr>
        <w:pStyle w:val="RedaliaNormal"/>
      </w:pPr>
      <w:r>
        <w:lastRenderedPageBreak/>
        <w:t>- soit en cas de résiliation de l’accord cadre et/ou du bon de commande prononc</w:t>
      </w:r>
      <w:r>
        <w:t xml:space="preserve">ée pour faute du titulaire. </w:t>
      </w:r>
    </w:p>
    <w:p w:rsidR="00CF2A77" w:rsidRDefault="00CF2A77">
      <w:pPr>
        <w:pStyle w:val="RedaliaNormal"/>
      </w:pPr>
    </w:p>
    <w:p w:rsidR="00CF2A77" w:rsidRDefault="003812CD">
      <w:pPr>
        <w:pStyle w:val="RedaliaNormal"/>
      </w:pPr>
      <w:r>
        <w:t>Par dérogation à l’article 36 du CCAG-PI, la notification d’une décision d’exécution aux frais et risques n’emporte pas automatiquement la résiliation de l’accord cadre. Le pouvoir adjudicateur se réservant la possibilité de l</w:t>
      </w:r>
      <w:r>
        <w:t>a prononcer ou pas.</w:t>
      </w:r>
    </w:p>
    <w:p w:rsidR="00CF2A77" w:rsidRDefault="00CF2A77">
      <w:pPr>
        <w:pStyle w:val="RedaliaNormal"/>
      </w:pPr>
    </w:p>
    <w:p w:rsidR="00CF2A77" w:rsidRDefault="003812CD">
      <w:pPr>
        <w:pStyle w:val="RedaliaNormal"/>
      </w:pPr>
      <w:r>
        <w:t xml:space="preserve">S'il n'est pas possible au pouvoir adjudicateur de se procurer, dans des conditions acceptables, des prestations exactement conformes à celles dont l'exécution est prévue dans les documents particuliers du marché, il peut y substituer </w:t>
      </w:r>
      <w:r>
        <w:t>des prestations équivalentes.</w:t>
      </w:r>
    </w:p>
    <w:p w:rsidR="00CF2A77" w:rsidRDefault="00CF2A77">
      <w:pPr>
        <w:pStyle w:val="RedaliaNormal"/>
      </w:pPr>
    </w:p>
    <w:p w:rsidR="00CF2A77" w:rsidRDefault="003812CD">
      <w:pPr>
        <w:pStyle w:val="RedaliaNormal"/>
      </w:pPr>
      <w:r>
        <w:t xml:space="preserve">Le titulaire du marché n'est pas admis à prendre part, ni directement ni indirectement, à l'exécution des prestations effectuées à ses frais et risques. Il doit cependant fournir toutes informations recueillies et moyens mis </w:t>
      </w:r>
      <w:r>
        <w:t>en œuvre dans le cadre de l'exécution du marché initial et qui seraient nécessaires à l'exécution de ce marché par le tiers désigné par le pouvoir adjudicateur.</w:t>
      </w:r>
    </w:p>
    <w:p w:rsidR="00CF2A77" w:rsidRDefault="00CF2A77">
      <w:pPr>
        <w:pStyle w:val="RedaliaNormal"/>
      </w:pPr>
    </w:p>
    <w:p w:rsidR="00CF2A77" w:rsidRDefault="003812CD">
      <w:pPr>
        <w:pStyle w:val="RedaliaNormal"/>
      </w:pPr>
      <w:r>
        <w:t xml:space="preserve">L'augmentation des dépenses, par rapport aux prix du marché, résultant de l'exécution des </w:t>
      </w:r>
      <w:r>
        <w:t>prestations aux frais et risques du titulaire est à la charge du titulaire. La diminution des dépenses ne lui profite pas.</w:t>
      </w:r>
    </w:p>
    <w:p w:rsidR="00CF2A77" w:rsidRDefault="003812CD">
      <w:pPr>
        <w:pStyle w:val="RedaliaTitre1"/>
      </w:pPr>
      <w:bookmarkStart w:id="152" w:name="_Toc204263482"/>
      <w:r>
        <w:t>Arrêt de l’exécution de la prestation</w:t>
      </w:r>
      <w:bookmarkEnd w:id="104"/>
      <w:bookmarkEnd w:id="105"/>
      <w:bookmarkEnd w:id="152"/>
    </w:p>
    <w:p w:rsidR="00CF2A77" w:rsidRDefault="003812CD">
      <w:pPr>
        <w:pStyle w:val="RedaliaNormal"/>
      </w:pPr>
      <w:r>
        <w:t xml:space="preserve">Dans la mesure où des parties techniques sont prévues dans Le Contrat et ce conformément à </w:t>
      </w:r>
      <w:r>
        <w:t>l'article 22 du CCAG PI, l’acheteur se réserve la possibilité d'arrêter l'exécution des prestations au terme de chacune de ces parties techniques sans indemnité.</w:t>
      </w:r>
    </w:p>
    <w:p w:rsidR="00CF2A77" w:rsidRDefault="003812CD">
      <w:pPr>
        <w:pStyle w:val="RedaliaNormal"/>
      </w:pPr>
      <w:r>
        <w:t>Par dérogation à l’article 22 du CCAG PI, dans le cas où l’arrêt de l’exécution de la prestati</w:t>
      </w:r>
      <w:r>
        <w:t>on au terme d’une partie technique est temporaire, il n’entraîne pas la résiliation du contrat. Dans les autres cas, l’arrêt emporte résiliation du contrat. La décision prise précise si l’arrêt est temporaire ou définitif.</w:t>
      </w:r>
    </w:p>
    <w:p w:rsidR="00CF2A77" w:rsidRDefault="003812CD">
      <w:pPr>
        <w:pStyle w:val="RedaliaTitre1"/>
      </w:pPr>
      <w:bookmarkStart w:id="153" w:name="_Toc180614140"/>
      <w:bookmarkStart w:id="154" w:name="__RefHeading___Toc10550_484324197"/>
      <w:bookmarkStart w:id="155" w:name="_Toc204263483"/>
      <w:r>
        <w:t>Admission – Achèvement de la miss</w:t>
      </w:r>
      <w:r>
        <w:t>ion</w:t>
      </w:r>
      <w:bookmarkEnd w:id="153"/>
      <w:bookmarkEnd w:id="154"/>
      <w:bookmarkEnd w:id="155"/>
    </w:p>
    <w:p w:rsidR="00CF2A77" w:rsidRDefault="003812CD">
      <w:pPr>
        <w:pStyle w:val="RedaliaNormal"/>
      </w:pPr>
      <w:r>
        <w:t>A la réception des livrables, le Pouvoir Adjudicateur aura 15 jours ouvrés pour valider ou pas les livrables. Si le Pouvoir Adjudicateur souhaite amender le livrable, il communiquera au Titulaire ses commentaires sur ces livrables au plus tard 15 jours</w:t>
      </w:r>
      <w:r>
        <w:t xml:space="preserve"> ouvrés après leur réception. Le Titulaire aura 7 jours ouvrés pour prendre en compte ces commentaires et proposer une nouvelle version du livrable. Ce processus pourra être renouvelé tant que le Pouvoir Adjudicateur ne sera pas satisfait des livrables.</w:t>
      </w:r>
    </w:p>
    <w:p w:rsidR="00CF2A77" w:rsidRDefault="003812CD">
      <w:pPr>
        <w:pStyle w:val="RedaliaNormal"/>
      </w:pPr>
      <w:r>
        <w:t>Le</w:t>
      </w:r>
      <w:r>
        <w:t xml:space="preserve"> livrable ne sera validé que sur décision du Pouvoir Adjudicateur</w:t>
      </w:r>
    </w:p>
    <w:p w:rsidR="00CF2A77" w:rsidRDefault="003812CD">
      <w:pPr>
        <w:pStyle w:val="RedaliaTitre1"/>
      </w:pPr>
      <w:bookmarkStart w:id="156" w:name="_Toc229369898"/>
      <w:bookmarkStart w:id="157" w:name="_Toc2394495"/>
      <w:bookmarkStart w:id="158" w:name="_Toc180614141"/>
      <w:bookmarkStart w:id="159" w:name="__RefHeading___Toc10552_484324197"/>
      <w:bookmarkStart w:id="160" w:name="_Toc204263484"/>
      <w:r>
        <w:t>Assurances</w:t>
      </w:r>
      <w:bookmarkEnd w:id="156"/>
      <w:bookmarkEnd w:id="157"/>
      <w:r>
        <w:t xml:space="preserve"> – Responsabilité</w:t>
      </w:r>
      <w:bookmarkEnd w:id="158"/>
      <w:bookmarkEnd w:id="159"/>
      <w:bookmarkEnd w:id="160"/>
    </w:p>
    <w:p w:rsidR="00CF2A77" w:rsidRDefault="003812CD">
      <w:pPr>
        <w:pStyle w:val="RedaliaNormal"/>
      </w:pPr>
      <w:r>
        <w:t>Conformément à l’article 9 du CCAG PI, le Titulaire doit contracter les assurances permettant de garantir sa responsabilité à l’égard du Pouvoir Adjudicateur et d</w:t>
      </w:r>
      <w:r>
        <w:t>es tiers, victimes d’accidents ou de dommages causés par l’exécution des prestations.</w:t>
      </w:r>
    </w:p>
    <w:p w:rsidR="00CF2A77" w:rsidRDefault="003812CD">
      <w:pPr>
        <w:pStyle w:val="RedaliaNormal"/>
      </w:pPr>
      <w:r>
        <w:t xml:space="preserve">Le titulaire doit justifier, dans un délai de quinze jours à compter de la notification du marché et avant tout début d'exécution de celui-ci, qu'il est titulaire de ces </w:t>
      </w:r>
      <w:r>
        <w:t>contrats d'assurances, au moyen d'une attestation établissant l'étendue de la responsabilité garantie.</w:t>
      </w:r>
    </w:p>
    <w:p w:rsidR="00CF2A77" w:rsidRDefault="003812CD">
      <w:pPr>
        <w:pStyle w:val="RedaliaNormal"/>
      </w:pPr>
      <w:r>
        <w:t xml:space="preserve">A tout moment durant l'exécution du marché, le titulaire doit être en mesure de produire cette </w:t>
      </w:r>
      <w:r>
        <w:lastRenderedPageBreak/>
        <w:t>attestation, sur demande de l'acheteur et dans un délai de</w:t>
      </w:r>
      <w:r>
        <w:t xml:space="preserve"> quinze jours à compter de la réception de la demande.</w:t>
      </w:r>
    </w:p>
    <w:p w:rsidR="00CF2A77" w:rsidRDefault="00CF2A77">
      <w:pPr>
        <w:pStyle w:val="RedaliaNormal"/>
      </w:pPr>
    </w:p>
    <w:p w:rsidR="00CF2A77" w:rsidRDefault="003812CD">
      <w:pPr>
        <w:pStyle w:val="RedaliaTitre1"/>
      </w:pPr>
      <w:bookmarkStart w:id="161" w:name="_Toc180614142"/>
      <w:bookmarkStart w:id="162" w:name="__RefHeading___Toc10564_484324197"/>
      <w:bookmarkStart w:id="163" w:name="_Toc204263485"/>
      <w:r>
        <w:t>Propriété intellectuelle – Utilisation des résultats</w:t>
      </w:r>
      <w:bookmarkEnd w:id="161"/>
      <w:bookmarkEnd w:id="162"/>
      <w:bookmarkEnd w:id="163"/>
    </w:p>
    <w:p w:rsidR="00CF2A77" w:rsidRDefault="003812CD">
      <w:pPr>
        <w:pStyle w:val="RedaliaTitre2"/>
      </w:pPr>
      <w:bookmarkStart w:id="164" w:name="__RefHeading___Toc2357_850954893"/>
      <w:bookmarkStart w:id="165" w:name="_Toc180614143"/>
      <w:bookmarkStart w:id="166" w:name="_Toc204263486"/>
      <w:r>
        <w:t>Régime des connaissances antérieures et connaissances antérieures standards</w:t>
      </w:r>
      <w:bookmarkEnd w:id="164"/>
      <w:bookmarkEnd w:id="165"/>
      <w:bookmarkEnd w:id="166"/>
    </w:p>
    <w:p w:rsidR="00CF2A77" w:rsidRDefault="003812CD">
      <w:pPr>
        <w:pStyle w:val="RedaliaNormal"/>
      </w:pPr>
      <w:r>
        <w:t>Les dispositions des articles 33 et 34 du CCAG PI seront applicables au</w:t>
      </w:r>
      <w:r>
        <w:t xml:space="preserve"> marché.</w:t>
      </w:r>
    </w:p>
    <w:p w:rsidR="00CF2A77" w:rsidRDefault="003812CD">
      <w:pPr>
        <w:pStyle w:val="RedaliaTitre2"/>
      </w:pPr>
      <w:bookmarkStart w:id="167" w:name="__RefHeading___Toc2359_850954893"/>
      <w:bookmarkStart w:id="168" w:name="_Toc180614144"/>
      <w:bookmarkStart w:id="169" w:name="_Toc204263487"/>
      <w:r>
        <w:t>Régime des résultats</w:t>
      </w:r>
      <w:bookmarkEnd w:id="167"/>
      <w:bookmarkEnd w:id="168"/>
      <w:bookmarkEnd w:id="169"/>
    </w:p>
    <w:p w:rsidR="00CF2A77" w:rsidRDefault="003812CD">
      <w:pPr>
        <w:pStyle w:val="RedaliaNormal"/>
      </w:pPr>
      <w:r>
        <w:t>Par dérogation à l’article 35 du CCAG PI, le Pouvoir Adjudicateur prévoit les conditions suivantes :</w:t>
      </w:r>
    </w:p>
    <w:p w:rsidR="00CF2A77" w:rsidRDefault="003812CD">
      <w:pPr>
        <w:pStyle w:val="RedaliaTitre3"/>
      </w:pPr>
      <w:r>
        <w:t>Cession des droits d’auteur</w:t>
      </w:r>
    </w:p>
    <w:p w:rsidR="00CF2A77" w:rsidRDefault="003812CD">
      <w:pPr>
        <w:pStyle w:val="RedaliaNormal"/>
      </w:pPr>
      <w:r>
        <w:t>Le Titulaire cède à titre exclusif au Pouvoir Adjudicateur les droits sur la Prestation, ainsi qu</w:t>
      </w:r>
      <w:r>
        <w:t>e tout élément qui en est constitutif de façon partielle ou intégrale. Il cède irrévocablement au Pouvoir Adjudicateur, à titre exclusif pour le monde entier et pour la durée légale des droits d’auteurs, les droits d’exploitation, de représentation et de r</w:t>
      </w:r>
      <w:r>
        <w:t>eproduction et d’adaptation à des fins commerciales et/ou non commerciales qu’il détient ou détiendra sur les rapports, travaux, études et documents réalisés au titre de la Prestation (ci-après la "Cession").</w:t>
      </w:r>
    </w:p>
    <w:p w:rsidR="00CF2A77" w:rsidRDefault="003812CD">
      <w:pPr>
        <w:pStyle w:val="RedaliaNormal"/>
      </w:pPr>
      <w:r>
        <w:t>Plus précisément, la Cession comprend les droit</w:t>
      </w:r>
      <w:r>
        <w:t>s :</w:t>
      </w:r>
    </w:p>
    <w:p w:rsidR="00CF2A77" w:rsidRDefault="003812CD">
      <w:pPr>
        <w:pStyle w:val="Redaliapuces"/>
        <w:numPr>
          <w:ilvl w:val="0"/>
          <w:numId w:val="12"/>
        </w:numPr>
      </w:pPr>
      <w:r>
        <w:t>d’utiliser, reproduire, conserver, distribuer, communiquer, exécuter, traduire, exploiter, diffuser, représenter la Prestation ;</w:t>
      </w:r>
    </w:p>
    <w:p w:rsidR="00CF2A77" w:rsidRDefault="003812CD">
      <w:pPr>
        <w:pStyle w:val="Redaliapuces"/>
        <w:numPr>
          <w:ilvl w:val="0"/>
          <w:numId w:val="12"/>
        </w:numPr>
      </w:pPr>
      <w:r>
        <w:t>à des fins promotionnelles, commerciales ou non commerciales, publiques ou privées et notamment mais sans que cette liste s</w:t>
      </w:r>
      <w:r>
        <w:t>oit exhaustive à l’occasion d’expositions, d’opérations d’information ou de relations publiques) ;</w:t>
      </w:r>
    </w:p>
    <w:p w:rsidR="00CF2A77" w:rsidRDefault="003812CD">
      <w:pPr>
        <w:pStyle w:val="Redaliapuces"/>
        <w:numPr>
          <w:ilvl w:val="0"/>
          <w:numId w:val="12"/>
        </w:numPr>
      </w:pPr>
      <w:r>
        <w:t>de façon partielle ou intégrale sur tout support, actuel ou futur, et notamment support papier, optique, numérique, magnétique ou tout autre support informat</w:t>
      </w:r>
      <w:r>
        <w:t>ique, électronique ou de télécommunication.</w:t>
      </w:r>
    </w:p>
    <w:p w:rsidR="00CF2A77" w:rsidRDefault="00CF2A77">
      <w:pPr>
        <w:pStyle w:val="RedaliaNormal"/>
      </w:pPr>
    </w:p>
    <w:p w:rsidR="00CF2A77" w:rsidRDefault="003812CD">
      <w:pPr>
        <w:pStyle w:val="RedaliaNormal"/>
      </w:pPr>
      <w:r>
        <w:t>La Cession est réalisée au fur et à mesure de la réalisation des rapports, travaux, études et documents réalisés par le Prestataire au titre de la Prestation.</w:t>
      </w:r>
    </w:p>
    <w:p w:rsidR="00CF2A77" w:rsidRDefault="003812CD">
      <w:pPr>
        <w:pStyle w:val="RedaliaNormal"/>
      </w:pPr>
      <w:r>
        <w:t>Le Prestataire reconnaît également au Pouvoir Adjudi</w:t>
      </w:r>
      <w:r>
        <w:t>cateur le droit de transférer à tout tiers son droit d'utilisation des rapports, travaux, études et documents réalisés par le Prestataire dans le cadre du Contrat.</w:t>
      </w:r>
    </w:p>
    <w:p w:rsidR="00CF2A77" w:rsidRDefault="003812CD">
      <w:pPr>
        <w:pStyle w:val="RedaliaTitre3"/>
      </w:pPr>
      <w:r>
        <w:t>Garanties de la Cession</w:t>
      </w:r>
    </w:p>
    <w:p w:rsidR="00CF2A77" w:rsidRDefault="003812CD">
      <w:pPr>
        <w:pStyle w:val="RedaliaNormal"/>
      </w:pPr>
      <w:r>
        <w:t>Pendant toute la durée de la Cession, le Titulaire (i) s'engage à ne</w:t>
      </w:r>
      <w:r>
        <w:t xml:space="preserve"> pas diffuser la Prestation sous quelque support que ce soit sans l’accord du Pouvoir Adjudicateur et (ii) garantit la jouissance paisible de la propriété des droits ainsi cédés au Pouvoir Adjudicateur contre tous troubles, revendications et évictions de q</w:t>
      </w:r>
      <w:r>
        <w:t>uelque nature que ce soit. Il garantit en particulier avoir régulièrement acquis l’intégralité des droits, notamment de propriété intellectuelle, nécessaires à la Cession.</w:t>
      </w:r>
    </w:p>
    <w:p w:rsidR="00CF2A77" w:rsidRDefault="003812CD">
      <w:pPr>
        <w:pStyle w:val="RedaliaNormal"/>
      </w:pPr>
      <w:r>
        <w:t>En conséquence, le Titulaire garantit le Pouvoir Adjudicateur contre toute action, r</w:t>
      </w:r>
      <w:r>
        <w:t>éclamation, revendication ou opposition de la part de toute personne invoquant un droit de propriété notamment intellectuelle ou un acte de concurrence et/ou parasitaire auquel la Cession porterait atteinte.</w:t>
      </w:r>
    </w:p>
    <w:p w:rsidR="00CF2A77" w:rsidRDefault="003812CD">
      <w:pPr>
        <w:pStyle w:val="RedaliaNormal"/>
      </w:pPr>
      <w:r>
        <w:t>Le Titulaire garantit que la Prestation ne conti</w:t>
      </w:r>
      <w:r>
        <w:t xml:space="preserve">ent rien qui puisse constituer une violation des lois et </w:t>
      </w:r>
      <w:r>
        <w:lastRenderedPageBreak/>
        <w:t>règlements en vigueur, en particulier relativement à la diffamation et à l'injure, à la vie privée et au droit à l'image, à l'atteinte aux bonnes mœurs, à la contrefaçon ou au plagiat.</w:t>
      </w:r>
    </w:p>
    <w:p w:rsidR="00CF2A77" w:rsidRDefault="003812CD">
      <w:pPr>
        <w:pStyle w:val="RedaliaTitre3"/>
      </w:pPr>
      <w:r>
        <w:t>Rémunération d</w:t>
      </w:r>
      <w:r>
        <w:t>e la Cession</w:t>
      </w:r>
    </w:p>
    <w:p w:rsidR="00CF2A77" w:rsidRDefault="003812CD">
      <w:pPr>
        <w:pStyle w:val="RedaliaNormal"/>
      </w:pPr>
      <w:r>
        <w:t>Le prix de la Cession est inclus de façon définitive dans la rémunération du Contrat. Le Titulaire reconnait qu’il en a connaissance et ne pourra réclamer aucune somme complémentaire au titre de la Cession.</w:t>
      </w:r>
    </w:p>
    <w:p w:rsidR="00CF2A77" w:rsidRDefault="003812CD">
      <w:pPr>
        <w:pStyle w:val="RedaliaTitre1"/>
      </w:pPr>
      <w:bookmarkStart w:id="170" w:name="_Toc180614146"/>
      <w:bookmarkStart w:id="171" w:name="__RefHeading___Toc10566_484324197"/>
      <w:bookmarkStart w:id="172" w:name="_Toc44840181"/>
      <w:bookmarkStart w:id="173" w:name="_Toc204263488"/>
      <w:r>
        <w:t>Clauses complémentaires</w:t>
      </w:r>
      <w:bookmarkEnd w:id="170"/>
      <w:bookmarkEnd w:id="171"/>
      <w:bookmarkEnd w:id="172"/>
      <w:bookmarkEnd w:id="173"/>
    </w:p>
    <w:p w:rsidR="00CF2A77" w:rsidRDefault="003812CD">
      <w:pPr>
        <w:pStyle w:val="RedaliaTitre2"/>
      </w:pPr>
      <w:bookmarkStart w:id="174" w:name="__RefHeading___Toc10568_484324197"/>
      <w:bookmarkStart w:id="175" w:name="_Toc204263489"/>
      <w:r>
        <w:t>Redressement</w:t>
      </w:r>
      <w:r>
        <w:t xml:space="preserve"> ou liquidation judiciaire</w:t>
      </w:r>
      <w:bookmarkEnd w:id="174"/>
      <w:bookmarkEnd w:id="175"/>
    </w:p>
    <w:p w:rsidR="00CF2A77" w:rsidRDefault="003812CD">
      <w:pPr>
        <w:pStyle w:val="RedaliaNormal"/>
      </w:pPr>
      <w:r>
        <w:t>Les dispositions qui suivent sont applicables en cas de redressement judiciaire ou de liquidation judiciaire.</w:t>
      </w:r>
    </w:p>
    <w:p w:rsidR="00CF2A77" w:rsidRDefault="00CF2A77">
      <w:pPr>
        <w:pStyle w:val="RedaliaNormal"/>
      </w:pPr>
    </w:p>
    <w:p w:rsidR="00CF2A77" w:rsidRDefault="003812CD">
      <w:pPr>
        <w:pStyle w:val="RedaliaNormal"/>
      </w:pPr>
      <w:r>
        <w:t xml:space="preserve">Le jugement instituant le redressement ou la liquidation judiciaire est notifié immédiatement au pouvoir adjudicateur </w:t>
      </w:r>
      <w:r>
        <w:t>par le titulaire du marché. Il en va de même de tout jugement ou décision susceptible d’avoir un effet sur l’exécution du marché.</w:t>
      </w:r>
    </w:p>
    <w:p w:rsidR="00CF2A77" w:rsidRDefault="00CF2A77">
      <w:pPr>
        <w:pStyle w:val="RedaliaNormal"/>
      </w:pPr>
    </w:p>
    <w:p w:rsidR="00CF2A77" w:rsidRDefault="003812CD">
      <w:pPr>
        <w:pStyle w:val="RedaliaNormal"/>
      </w:pPr>
      <w:r>
        <w:t>Le pouvoir adjudicateur adresse à l’administrateur ou au liquidateur une mise en demeure lui demandant s’il entend exiger l’e</w:t>
      </w:r>
      <w:r>
        <w:t>xécution du marché. En cas de redressement judiciaire, cette mise en demeure est adressée au titulaire dans le cas d’une procédure simplifiée sans administrateur si, en application de l’article L627-2 du Code de commerce, le juge commissaire a expressément</w:t>
      </w:r>
      <w:r>
        <w:t xml:space="preserve"> autorisé celui-ci à exercer la faculté ouverte à l’article L622-13 du Code de commerce.</w:t>
      </w:r>
    </w:p>
    <w:p w:rsidR="00CF2A77" w:rsidRDefault="00CF2A77">
      <w:pPr>
        <w:pStyle w:val="RedaliaNormal"/>
      </w:pPr>
    </w:p>
    <w:p w:rsidR="00CF2A77" w:rsidRDefault="003812CD">
      <w:pPr>
        <w:pStyle w:val="RedaliaNormal"/>
      </w:pPr>
      <w:r>
        <w:t>En cas de réponse négative ou de l’absence de réponse dans le délai d’un mois à compter de l’envoi de la mise en demeure, la résiliation du marché est prononcée. Ce d</w:t>
      </w:r>
      <w:r>
        <w:t>élai d’un mois peut être prolongé ou raccourci si, avant l’expiration dudit délai, le juge commissaire a accordé à l’administrateur ou au liquidateur une prolongation, ou lui a imparti un délai plus court.</w:t>
      </w:r>
    </w:p>
    <w:p w:rsidR="00CF2A77" w:rsidRDefault="00CF2A77">
      <w:pPr>
        <w:pStyle w:val="RedaliaNormal"/>
      </w:pPr>
    </w:p>
    <w:p w:rsidR="00CF2A77" w:rsidRDefault="003812CD">
      <w:pPr>
        <w:pStyle w:val="RedaliaNormal"/>
      </w:pPr>
      <w:r>
        <w:t xml:space="preserve">La résiliation prend effet à la date de décision </w:t>
      </w:r>
      <w:r>
        <w:t>de l’administrateur, du liquidateur ou du titulaire de renoncer à poursuivre l’exécution du marché, ou à l’expiration du délai d’un mois ci-dessus. Elle n’ouvre droit, pour le titulaire à aucune indemnité.</w:t>
      </w:r>
    </w:p>
    <w:p w:rsidR="00CF2A77" w:rsidRDefault="003812CD">
      <w:pPr>
        <w:pStyle w:val="RedaliaTitre2"/>
      </w:pPr>
      <w:bookmarkStart w:id="176" w:name="__RefHeading___Toc10570_484324197"/>
      <w:bookmarkStart w:id="177" w:name="_Toc204263490"/>
      <w:r>
        <w:t>Déclaration et obligations du Titulaire</w:t>
      </w:r>
      <w:bookmarkEnd w:id="176"/>
      <w:bookmarkEnd w:id="177"/>
    </w:p>
    <w:p w:rsidR="00CF2A77" w:rsidRDefault="003812CD">
      <w:pPr>
        <w:pStyle w:val="RedaliaTitre3"/>
      </w:pPr>
      <w:r>
        <w:t>Déclaratio</w:t>
      </w:r>
      <w:r>
        <w:t>n du Titulaire</w:t>
      </w:r>
    </w:p>
    <w:p w:rsidR="00CF2A77" w:rsidRDefault="003812CD">
      <w:pPr>
        <w:jc w:val="both"/>
      </w:pPr>
      <w:r>
        <w:t>Les autorisations nécessaires au titre du Contrat et les assurances relatives à la Prestation seront à la charge du Prestataire. Le Prestataire déclare qu’il souscrira et maintiendra, et fera en sorte que son Personnel dispose d'une assuranc</w:t>
      </w:r>
      <w:r>
        <w:t>e couvrant l’ensemble des risques liés à l’exécution de la Prestation. Le Prestataire fournira à l’AFD, sur demande de cette dernière, la ou les attestations d’assurance correspondantes.</w:t>
      </w:r>
    </w:p>
    <w:p w:rsidR="00CF2A77" w:rsidRDefault="003812CD">
      <w:pPr>
        <w:jc w:val="both"/>
      </w:pPr>
      <w:r>
        <w:t>Le Prestataire déclare :</w:t>
      </w:r>
    </w:p>
    <w:p w:rsidR="00CF2A77" w:rsidRDefault="003812CD">
      <w:pPr>
        <w:pStyle w:val="Redaliapuces"/>
        <w:numPr>
          <w:ilvl w:val="0"/>
          <w:numId w:val="12"/>
        </w:numPr>
      </w:pPr>
      <w:r>
        <w:t>qu'il a obtenu des autorités compétentes tou</w:t>
      </w:r>
      <w:r>
        <w:t>tes les autorisations nécessaires pour exercer son activité.</w:t>
      </w:r>
    </w:p>
    <w:p w:rsidR="00CF2A77" w:rsidRDefault="003812CD">
      <w:pPr>
        <w:pStyle w:val="Redaliapuces"/>
        <w:numPr>
          <w:ilvl w:val="0"/>
          <w:numId w:val="12"/>
        </w:numPr>
      </w:pPr>
      <w:r>
        <w:t>qu'il a toutes les autorisations nécessaires à la validité du Contrat et à l’exécution des obligations en découlant ;</w:t>
      </w:r>
    </w:p>
    <w:p w:rsidR="00CF2A77" w:rsidRDefault="003812CD">
      <w:pPr>
        <w:pStyle w:val="Redaliapuces"/>
        <w:numPr>
          <w:ilvl w:val="0"/>
          <w:numId w:val="12"/>
        </w:numPr>
      </w:pPr>
      <w:r>
        <w:t>que le Personnel est employé par lui conformément à la réglementation du trav</w:t>
      </w:r>
      <w:r>
        <w:t xml:space="preserve">ail qui lui est </w:t>
      </w:r>
      <w:r>
        <w:lastRenderedPageBreak/>
        <w:t>applicable.</w:t>
      </w:r>
    </w:p>
    <w:p w:rsidR="00CF2A77" w:rsidRDefault="003812CD">
      <w:pPr>
        <w:jc w:val="both"/>
      </w:pPr>
      <w:r>
        <w:t>Conformément aux articles L 8222-1 et D 8222-5 du Code du travail le Prestataire doit fournir à la signature du Contrat, puis de manière régulière en fonction de la durée de validité de chaque document, les documents suivants :</w:t>
      </w:r>
    </w:p>
    <w:p w:rsidR="00CF2A77" w:rsidRDefault="003812CD">
      <w:pPr>
        <w:pStyle w:val="Redaliapuces"/>
        <w:numPr>
          <w:ilvl w:val="0"/>
          <w:numId w:val="12"/>
        </w:numPr>
      </w:pPr>
      <w:r>
        <w:t>Le document en cours de validité attestant de l’immatriculation effective de la structure (extrait K-bis ou équivalent)</w:t>
      </w:r>
    </w:p>
    <w:p w:rsidR="00CF2A77" w:rsidRDefault="003812CD">
      <w:pPr>
        <w:pStyle w:val="Redaliapuces"/>
        <w:numPr>
          <w:ilvl w:val="0"/>
          <w:numId w:val="12"/>
        </w:numPr>
      </w:pPr>
      <w:r>
        <w:t>Une attestation fiscale délivrée par les autorités compétentes certifiant que le Titulaire est à jour de ses obligations fiscales ;</w:t>
      </w:r>
    </w:p>
    <w:p w:rsidR="00CF2A77" w:rsidRDefault="003812CD">
      <w:pPr>
        <w:pStyle w:val="Redaliapuces"/>
        <w:numPr>
          <w:ilvl w:val="0"/>
          <w:numId w:val="12"/>
        </w:numPr>
      </w:pPr>
      <w:r>
        <w:t xml:space="preserve">Une </w:t>
      </w:r>
      <w:r>
        <w:t>attestation délivrée par les autorités compétentes certifiant que le Titulaire est à jour de ses obligations sociales ;</w:t>
      </w:r>
    </w:p>
    <w:p w:rsidR="00CF2A77" w:rsidRDefault="003812CD">
      <w:pPr>
        <w:pStyle w:val="Redaliapuces"/>
        <w:numPr>
          <w:ilvl w:val="0"/>
          <w:numId w:val="12"/>
        </w:numPr>
      </w:pPr>
      <w:r>
        <w:t>Une attestation d’assurance de responsabilité civile et / ou professionnelle en cours de validité.</w:t>
      </w:r>
    </w:p>
    <w:p w:rsidR="00CF2A77" w:rsidRDefault="003812CD">
      <w:pPr>
        <w:pStyle w:val="Redaliapuces"/>
        <w:numPr>
          <w:ilvl w:val="0"/>
          <w:numId w:val="12"/>
        </w:numPr>
      </w:pPr>
      <w:r>
        <w:t xml:space="preserve">La liste nominative des travailleurs </w:t>
      </w:r>
      <w:r>
        <w:t>étrangers hors CE ou détachés, emplois par la structure ou à défaut une attestation sur l’honneur de non emploi de travailleurs étrangers hors CE.</w:t>
      </w:r>
    </w:p>
    <w:p w:rsidR="00CF2A77" w:rsidRDefault="003812CD">
      <w:pPr>
        <w:jc w:val="both"/>
      </w:pPr>
      <w:r>
        <w:t>Ces documents devront être fournis et maintenus à jour dans l’outil PROVIGIS – outil de recueil des attestati</w:t>
      </w:r>
      <w:r>
        <w:t>ons dont s’est doté le Pouvoir Adjudicateur.</w:t>
      </w:r>
    </w:p>
    <w:p w:rsidR="00CF2A77" w:rsidRDefault="003812CD">
      <w:pPr>
        <w:pStyle w:val="RedaliaTitre3"/>
      </w:pPr>
      <w:r>
        <w:t>Obligation de confidentialité</w:t>
      </w:r>
    </w:p>
    <w:p w:rsidR="00CF2A77" w:rsidRDefault="003812CD">
      <w:pPr>
        <w:pStyle w:val="RedaliaNormal"/>
      </w:pPr>
      <w:r>
        <w:t xml:space="preserve">Le Titulaire, agissant tant pour lui-même que pour le compte du Personnel dont il se porte garant s’engage, pendant la durée du Contrat et pendant une période de cinq (5) années </w:t>
      </w:r>
      <w:r>
        <w:t>suivant le terme du Contrat, à ce que les Informations Confidentielles :</w:t>
      </w:r>
    </w:p>
    <w:p w:rsidR="00CF2A77" w:rsidRDefault="003812CD">
      <w:pPr>
        <w:pStyle w:val="Redaliapuces"/>
        <w:numPr>
          <w:ilvl w:val="0"/>
          <w:numId w:val="12"/>
        </w:numPr>
      </w:pPr>
      <w:r>
        <w:t xml:space="preserve">soient protégées et gardées strictement confidentielles, et soient traitées avec le même degré de précaution et de protection qu’il accorde à ses propres informations confidentielles </w:t>
      </w:r>
      <w:r>
        <w:t>de même importance ;</w:t>
      </w:r>
    </w:p>
    <w:p w:rsidR="00CF2A77" w:rsidRDefault="003812CD">
      <w:pPr>
        <w:pStyle w:val="Redaliapuces"/>
        <w:numPr>
          <w:ilvl w:val="0"/>
          <w:numId w:val="12"/>
        </w:numPr>
      </w:pPr>
      <w:r>
        <w:t>ne soient transmises de manière interne qu’au Personnel ;</w:t>
      </w:r>
    </w:p>
    <w:p w:rsidR="00CF2A77" w:rsidRDefault="003812CD">
      <w:pPr>
        <w:pStyle w:val="Redaliapuces"/>
        <w:numPr>
          <w:ilvl w:val="0"/>
          <w:numId w:val="12"/>
        </w:numPr>
      </w:pPr>
      <w:r>
        <w:t>ne soient pas utilisées dans un autre but que celui défini par le Contrat.</w:t>
      </w:r>
    </w:p>
    <w:p w:rsidR="00CF2A77" w:rsidRDefault="00CF2A77">
      <w:pPr>
        <w:pStyle w:val="RedaliaNormal"/>
      </w:pPr>
    </w:p>
    <w:p w:rsidR="00CF2A77" w:rsidRDefault="003812CD">
      <w:pPr>
        <w:pStyle w:val="RedaliaNormal"/>
      </w:pPr>
      <w:r>
        <w:t>Nonobstant le paragraphe ci-dessus, les informations relevant du secret professionnel et du secret ba</w:t>
      </w:r>
      <w:r>
        <w:t>ncaire doivent être gardées confidentielles jusqu’à ce que le secret y relatif soit levé.</w:t>
      </w:r>
    </w:p>
    <w:p w:rsidR="00CF2A77" w:rsidRDefault="00CF2A77">
      <w:pPr>
        <w:pStyle w:val="RedaliaNormal"/>
      </w:pPr>
    </w:p>
    <w:p w:rsidR="00CF2A77" w:rsidRDefault="003812CD">
      <w:pPr>
        <w:pStyle w:val="RedaliaNormal"/>
      </w:pPr>
      <w:r>
        <w:t>Le Titulaire s’engage par conséquent à ne pas divulguer, directement ou indirectement, en partie ou en totalité, les Informations Confidentielles sans accord exprès,</w:t>
      </w:r>
      <w:r>
        <w:t xml:space="preserve"> préalable et écrit du Pouvoir Adjudicateur, à tenir confidentiel tout renseignement ou tout document obtenu dans le cadre du Contrat et à ne pas faire de communication à des tiers sur les missions qui lui sont confiées sans autorisation préalable, express</w:t>
      </w:r>
      <w:r>
        <w:t>e et écrite du Pouvoir Adjudicateur.</w:t>
      </w:r>
    </w:p>
    <w:p w:rsidR="00CF2A77" w:rsidRDefault="00CF2A77">
      <w:pPr>
        <w:pStyle w:val="RedaliaNormal"/>
      </w:pPr>
    </w:p>
    <w:p w:rsidR="00CF2A77" w:rsidRDefault="003812CD">
      <w:pPr>
        <w:pStyle w:val="RedaliaNormal"/>
      </w:pPr>
      <w:r>
        <w:t>En fin de contrat le Titulaire s’engage à restituer intégralement les documents fournis.</w:t>
      </w:r>
    </w:p>
    <w:p w:rsidR="00CF2A77" w:rsidRDefault="003812CD">
      <w:pPr>
        <w:pStyle w:val="RedaliaTitre3"/>
      </w:pPr>
      <w:r>
        <w:t>Pouvoirs du Titulaire</w:t>
      </w:r>
    </w:p>
    <w:p w:rsidR="00CF2A77" w:rsidRDefault="003812CD">
      <w:pPr>
        <w:pStyle w:val="RedaliaNormal"/>
      </w:pPr>
      <w:r>
        <w:t xml:space="preserve">Le Titulaire ne dispose d’aucun pouvoir pour agir au nom et pour le compte du Pouvoir Adjudicateur ou pour </w:t>
      </w:r>
      <w:r>
        <w:t>engager cette dernière, sauf mandat exprès et spécial qui lui serait accordé par le Pouvoir Adjudicateur au cas par cas. Le Pouvoir Adjudicateur reste seule juge des éventuelles décisions à prendre sur les propositions qui lui seront soumises par le Titula</w:t>
      </w:r>
      <w:r>
        <w:t>ire à l'issue de la Prestation.</w:t>
      </w:r>
    </w:p>
    <w:p w:rsidR="00CF2A77" w:rsidRDefault="003812CD">
      <w:pPr>
        <w:pStyle w:val="RedaliaTitre3"/>
      </w:pPr>
      <w:r>
        <w:t>Clause d’intégrité</w:t>
      </w:r>
    </w:p>
    <w:p w:rsidR="00CF2A77" w:rsidRDefault="003812CD">
      <w:pPr>
        <w:pStyle w:val="RedaliaNormal"/>
      </w:pPr>
      <w:r>
        <w:t>Le Titulaire déclare et s’engage à :</w:t>
      </w:r>
    </w:p>
    <w:p w:rsidR="00CF2A77" w:rsidRDefault="003812CD">
      <w:pPr>
        <w:pStyle w:val="Redaliapuces"/>
        <w:numPr>
          <w:ilvl w:val="0"/>
          <w:numId w:val="12"/>
        </w:numPr>
      </w:pPr>
      <w:r>
        <w:t>n’avoir commis aucun acte susceptible d’influencer le processus de mise en concurrence et notamment qu’aucune Entente n’est intervenue et n’interviendra ;</w:t>
      </w:r>
    </w:p>
    <w:p w:rsidR="00CF2A77" w:rsidRDefault="003812CD">
      <w:pPr>
        <w:pStyle w:val="Redaliapuces"/>
        <w:numPr>
          <w:ilvl w:val="0"/>
          <w:numId w:val="12"/>
        </w:numPr>
      </w:pPr>
      <w:r>
        <w:lastRenderedPageBreak/>
        <w:t>ce que la nég</w:t>
      </w:r>
      <w:r>
        <w:t>ociation, la passation et l’exécution du Contrat n’ont pas donné, ne donnent pas et ne donneront pas lieu à un Acte de Corruption et/ou à un Acte de Fraude.</w:t>
      </w:r>
    </w:p>
    <w:p w:rsidR="00CF2A77" w:rsidRDefault="003812CD">
      <w:pPr>
        <w:pStyle w:val="RedaliaTitre3"/>
      </w:pPr>
      <w:r>
        <w:t>Responsabilité sociale et environnementale</w:t>
      </w:r>
    </w:p>
    <w:p w:rsidR="00CF2A77" w:rsidRDefault="003812CD">
      <w:pPr>
        <w:pStyle w:val="RedaliaNormal"/>
      </w:pPr>
      <w:r>
        <w:t>Le Pouvoir Adjudicateur attache une grande importance au</w:t>
      </w:r>
      <w:r>
        <w:t xml:space="preserve"> respect des dispositions en faveur du développement durable, dans ses aspects tant sociaux qu’environnementaux.</w:t>
      </w:r>
    </w:p>
    <w:p w:rsidR="00CF2A77" w:rsidRDefault="003812CD">
      <w:pPr>
        <w:pStyle w:val="RedaliaTitre3"/>
      </w:pPr>
      <w:r>
        <w:t>Données à caractère personnel</w:t>
      </w:r>
    </w:p>
    <w:p w:rsidR="00CF2A77" w:rsidRDefault="003812CD">
      <w:pPr>
        <w:pStyle w:val="RedaliaNormal"/>
      </w:pPr>
      <w:r>
        <w:t>Dans le cadre de la Prestation, le Titulaire sera éventuellement amené à traiter des données à caractère personne</w:t>
      </w:r>
      <w:r>
        <w:t>l, au sens du règlement (UE) 2016/679 du Parlement européen et du conseil du 27 avril 2016, dit Règlement général de protection des données (« RGPD ») et de la loi n°78-17 du 6 janvier 1978 modifiée, dite loi « Informatique et Libertés » (ci-après « les Do</w:t>
      </w:r>
      <w:r>
        <w:t>nnées »), pour le compte et sous la responsabilité du Pouvoir Adjudicateur. Dès lors, le Titulaire agirait en qualité de « sous-traitant » du Pouvoir Adjudicateur, au sens et dans les conditions décrites à l’article 60 de la loi Informatique et Libertés et</w:t>
      </w:r>
      <w:r>
        <w:t xml:space="preserve"> 28 du RGPD.</w:t>
      </w:r>
    </w:p>
    <w:p w:rsidR="00CF2A77" w:rsidRDefault="00CF2A77">
      <w:pPr>
        <w:pStyle w:val="RedaliaNormal"/>
      </w:pPr>
    </w:p>
    <w:p w:rsidR="00CF2A77" w:rsidRDefault="003812CD">
      <w:pPr>
        <w:pStyle w:val="RedaliaNormal"/>
      </w:pPr>
      <w:r>
        <w:t>Aussi, le cas échéant, le Titulaire s’engage à :</w:t>
      </w:r>
    </w:p>
    <w:p w:rsidR="00CF2A77" w:rsidRDefault="00CF2A77">
      <w:pPr>
        <w:pStyle w:val="RedaliaNormal"/>
      </w:pPr>
    </w:p>
    <w:p w:rsidR="00CF2A77" w:rsidRDefault="003812CD">
      <w:pPr>
        <w:pStyle w:val="Redaliapuces"/>
        <w:numPr>
          <w:ilvl w:val="0"/>
          <w:numId w:val="12"/>
        </w:numPr>
      </w:pPr>
      <w:r>
        <w:t>ne pas utiliser les Données à des fins autres que celles nécessaires à la mise en œuvre de la Prestation et à ne faire aucune copie des Données autrement que dans le strict cadre de l'exécutio</w:t>
      </w:r>
      <w:r>
        <w:t>n du Contrat,</w:t>
      </w:r>
    </w:p>
    <w:p w:rsidR="00CF2A77" w:rsidRDefault="003812CD">
      <w:pPr>
        <w:pStyle w:val="Redaliapuces"/>
        <w:numPr>
          <w:ilvl w:val="0"/>
          <w:numId w:val="12"/>
        </w:numPr>
      </w:pPr>
      <w:r>
        <w:t xml:space="preserve">respecter le principe de pertinence et de proportionnalité des données personnelles traitées et, par conséquent, à ne collecter/traiter que les Données strictement nécessaires à la fourniture des Prestations. En tout état de cause, le </w:t>
      </w:r>
      <w:r>
        <w:t>Titulaire s’engage à n'agir que sur instructions écrites et préalables du Pouvoir Adjudicateur laquelle pourra, spontanément ou à la demande du Titulaire, préciser par écrit les catégories de données personnelles susceptibles de faire l’objet d’un traiteme</w:t>
      </w:r>
      <w:r>
        <w:t>nt pour l’exécution de la Prestation,</w:t>
      </w:r>
    </w:p>
    <w:p w:rsidR="00CF2A77" w:rsidRDefault="003812CD">
      <w:pPr>
        <w:pStyle w:val="Redaliapuces"/>
        <w:numPr>
          <w:ilvl w:val="0"/>
          <w:numId w:val="12"/>
        </w:numPr>
      </w:pPr>
      <w:r>
        <w:t>ne procéder à aucun transfert des Données vers des Etats n’appartenant pas à l’Espace Economique Européen, au sens des articles 44 et suivants du RGPD, sans l’accord écrit préalable du Pouvoir Adjudicateur.</w:t>
      </w:r>
    </w:p>
    <w:p w:rsidR="00CF2A77" w:rsidRDefault="00CF2A77">
      <w:pPr>
        <w:pStyle w:val="RedaliaNormal"/>
      </w:pPr>
    </w:p>
    <w:p w:rsidR="00CF2A77" w:rsidRDefault="003812CD">
      <w:pPr>
        <w:pStyle w:val="RedaliaNormal"/>
        <w:rPr>
          <w:b/>
          <w:bCs/>
        </w:rPr>
      </w:pPr>
      <w:r>
        <w:rPr>
          <w:b/>
          <w:bCs/>
        </w:rPr>
        <w:t>Sous-trait</w:t>
      </w:r>
      <w:r>
        <w:rPr>
          <w:b/>
          <w:bCs/>
        </w:rPr>
        <w:t>ance</w:t>
      </w:r>
    </w:p>
    <w:p w:rsidR="00CF2A77" w:rsidRDefault="00CF2A77">
      <w:pPr>
        <w:pStyle w:val="RedaliaNormal"/>
      </w:pPr>
    </w:p>
    <w:p w:rsidR="00CF2A77" w:rsidRDefault="003812CD">
      <w:pPr>
        <w:pStyle w:val="RedaliaNormal"/>
      </w:pPr>
      <w:r>
        <w:t>Le Titulaire s’engage à ne pas sous-traiter auprès de sociétés tierces tout ou partie des Prestations impliquant la participation à la mise en œuvre du traitement des Données, sauf à ce qu’il ait obtenu l’accord préalable et écrit du Pouvoir Adjudica</w:t>
      </w:r>
      <w:r>
        <w:t>teur. Si le Pouvoir Adjudicateur accepte la sous-traitance proposée, le Titulaire s’engage à conclure avec son sous-traitant identifié un contrat comportant les mêmes obligations quant à la protection des Données que celles convenues présentement.</w:t>
      </w:r>
    </w:p>
    <w:p w:rsidR="00CF2A77" w:rsidRDefault="00CF2A77">
      <w:pPr>
        <w:pStyle w:val="RedaliaNormal"/>
      </w:pPr>
    </w:p>
    <w:p w:rsidR="00CF2A77" w:rsidRDefault="003812CD">
      <w:pPr>
        <w:pStyle w:val="RedaliaNormal"/>
      </w:pPr>
      <w:r>
        <w:t>Le Titu</w:t>
      </w:r>
      <w:r>
        <w:t>laire justifiera, à première demande du Pouvoir Adjudicateur, des engagements contractuels de tout tiers Titulaire participant au traitement des Données, si nécessaire en communiquant les documents contractuels s’y rapportant.</w:t>
      </w:r>
    </w:p>
    <w:p w:rsidR="00CF2A77" w:rsidRDefault="00CF2A77">
      <w:pPr>
        <w:pStyle w:val="RedaliaNormal"/>
      </w:pPr>
    </w:p>
    <w:p w:rsidR="00CF2A77" w:rsidRDefault="003812CD">
      <w:pPr>
        <w:pStyle w:val="RedaliaNormal"/>
        <w:rPr>
          <w:b/>
          <w:bCs/>
        </w:rPr>
      </w:pPr>
      <w:r>
        <w:rPr>
          <w:b/>
          <w:bCs/>
        </w:rPr>
        <w:t>Sécurité, confidentialité et</w:t>
      </w:r>
      <w:r>
        <w:rPr>
          <w:b/>
          <w:bCs/>
        </w:rPr>
        <w:t xml:space="preserve"> audit</w:t>
      </w:r>
    </w:p>
    <w:p w:rsidR="00CF2A77" w:rsidRDefault="00CF2A77">
      <w:pPr>
        <w:pStyle w:val="RedaliaNormal"/>
      </w:pPr>
    </w:p>
    <w:p w:rsidR="00CF2A77" w:rsidRDefault="003812CD">
      <w:pPr>
        <w:pStyle w:val="RedaliaNormal"/>
      </w:pPr>
      <w:r>
        <w:t xml:space="preserve">Le Titulaire s’engage à traiter les Données avec la plus stricte confidentialité. Le Titulaire gère, dans </w:t>
      </w:r>
      <w:r>
        <w:lastRenderedPageBreak/>
        <w:t>le cadre de ses responsabilités, l’organisation interne de son entreprise et définit les mesures logiques, physiques et organisationnelles à m</w:t>
      </w:r>
      <w:r>
        <w:t>ême de répondre aux instructions spécifiques du Pouvoir Adjudicateur et, plus largement, aux exigences de protection des Données contre tout accès non autorisé, détournement, usage frauduleux ou perte. Le Titulaire devra indiquer immédiatement au Pouvoir A</w:t>
      </w:r>
      <w:r>
        <w:t>djudicateur si les mesures mises en œuvre ne répondent pas ou plus à ces exigences.</w:t>
      </w:r>
    </w:p>
    <w:p w:rsidR="00CF2A77" w:rsidRDefault="00CF2A77">
      <w:pPr>
        <w:pStyle w:val="RedaliaNormal"/>
      </w:pPr>
    </w:p>
    <w:p w:rsidR="00CF2A77" w:rsidRDefault="003812CD">
      <w:pPr>
        <w:pStyle w:val="RedaliaNormal"/>
      </w:pPr>
      <w:r>
        <w:t xml:space="preserve">Le Titulaire devra signaler immédiatement au Pouvoir Adjudicateur toutes mesures de contrôle ou demande d’accès effectuées par des autorités dûment habilitées à cet effet </w:t>
      </w:r>
      <w:r>
        <w:t>à l’instar des services de la CNIL ou de la police judiciaire.</w:t>
      </w:r>
    </w:p>
    <w:p w:rsidR="00CF2A77" w:rsidRDefault="00CF2A77">
      <w:pPr>
        <w:pStyle w:val="RedaliaNormal"/>
      </w:pPr>
    </w:p>
    <w:p w:rsidR="00CF2A77" w:rsidRDefault="003812CD">
      <w:pPr>
        <w:pStyle w:val="RedaliaNormal"/>
      </w:pPr>
      <w:r>
        <w:t xml:space="preserve">Les présentes obligations de confidentialité et de sécurité des Données restent valables après le terme du Contrat dès lors que le Titulaire continuerait à stocker les Données ou d’y accéder. </w:t>
      </w:r>
      <w:r>
        <w:t>Ces obligations ne prendront fin qu’au jour où le Titulaire cessera d’accéder et/ou de stocker les Données.</w:t>
      </w:r>
    </w:p>
    <w:p w:rsidR="00CF2A77" w:rsidRDefault="00CF2A77">
      <w:pPr>
        <w:pStyle w:val="RedaliaNormal"/>
      </w:pPr>
    </w:p>
    <w:p w:rsidR="00CF2A77" w:rsidRDefault="003812CD">
      <w:pPr>
        <w:pStyle w:val="RedaliaNormal"/>
      </w:pPr>
      <w:r>
        <w:t>Conformément aux dispositions de l’article 28 du RGPD, le Pouvoir Adjudicateur doit veiller au respect des mesures de sécurité et de confidentialit</w:t>
      </w:r>
      <w:r>
        <w:t>é mises en œuvre par le Titulaire. Le pouvoir Adjudicateur est par conséquent autorisée, directement ou par le biais de toute personne qu’elle aura mandatée à cet effet, à:</w:t>
      </w:r>
    </w:p>
    <w:p w:rsidR="00CF2A77" w:rsidRDefault="003812CD">
      <w:pPr>
        <w:pStyle w:val="Redaliapuces"/>
        <w:numPr>
          <w:ilvl w:val="0"/>
          <w:numId w:val="12"/>
        </w:numPr>
      </w:pPr>
      <w:r>
        <w:t>solliciter toute information utile auprès du Titulaire justifiant de la mise en pla</w:t>
      </w:r>
      <w:r>
        <w:t>ce des mesures de sécurité et de confidentialité (contrôles sur pièces),</w:t>
      </w:r>
    </w:p>
    <w:p w:rsidR="00CF2A77" w:rsidRDefault="003812CD">
      <w:pPr>
        <w:pStyle w:val="Redaliapuces"/>
        <w:numPr>
          <w:ilvl w:val="0"/>
          <w:numId w:val="12"/>
        </w:numPr>
      </w:pPr>
      <w:r>
        <w:t>contrôler sur le lieu d’activité du Titulaire ou de son sous-traitant l’effectivité de la mise en place de ces mesures (contrôles sur place).</w:t>
      </w:r>
    </w:p>
    <w:p w:rsidR="00CF2A77" w:rsidRDefault="00CF2A77">
      <w:pPr>
        <w:pStyle w:val="RedaliaNormal"/>
      </w:pPr>
    </w:p>
    <w:p w:rsidR="00CF2A77" w:rsidRDefault="003812CD">
      <w:pPr>
        <w:pStyle w:val="RedaliaNormal"/>
      </w:pPr>
      <w:r>
        <w:t>Le Pouvoir Adjudicateur pourra diligente</w:t>
      </w:r>
      <w:r>
        <w:t>r une fois par an une mission de contrôle sur place, dans les locaux du Titulaire, aux heures habituelles de bureau, sans perturber le fonctionnement de l’entreprise du Titulaire. Outre cette mission de contrôle annuelle, le Pouvoir Adjudicateur pourra dil</w:t>
      </w:r>
      <w:r>
        <w:t xml:space="preserve">igenter toute mission de contrôle ad hoc en cas de faille de sécurité chez le Titulaire affectant la confidentialité, l’intégrité ou la sécurité des Données, intervenue de manière volontaire ou accidentelle, notamment toute atteinte, perte, vol, accès non </w:t>
      </w:r>
      <w:r>
        <w:t>autorisé, divulgation, destruction, altération des Données (ci-après « Violation des Données »).</w:t>
      </w:r>
    </w:p>
    <w:p w:rsidR="00CF2A77" w:rsidRDefault="00CF2A77">
      <w:pPr>
        <w:pStyle w:val="RedaliaNormal"/>
      </w:pPr>
    </w:p>
    <w:p w:rsidR="00CF2A77" w:rsidRDefault="003812CD">
      <w:pPr>
        <w:pStyle w:val="RedaliaNormal"/>
      </w:pPr>
      <w:r>
        <w:t>Le Pouvoir Adjudicateur doit respecter les processus opérationnels du Titulaire et prévenir 72 heures avant toute visite en précisant le périmètre du contrôle</w:t>
      </w:r>
      <w:r>
        <w:t>, sauf contrôle ad hoc consécutif à une Violation des Données.</w:t>
      </w:r>
    </w:p>
    <w:p w:rsidR="00CF2A77" w:rsidRDefault="00CF2A77">
      <w:pPr>
        <w:pStyle w:val="RedaliaNormal"/>
      </w:pPr>
    </w:p>
    <w:p w:rsidR="00CF2A77" w:rsidRDefault="003812CD">
      <w:pPr>
        <w:pStyle w:val="RedaliaNormal"/>
      </w:pPr>
      <w:r>
        <w:t xml:space="preserve">Le Pouvoir Adjudicateur s’engage à faire ses meilleurs efforts pour assister la personne mandatée lors des contrôles et à lui permettre l’accès aux locaux ainsi qu’aux équipements pertinents. </w:t>
      </w:r>
      <w:r>
        <w:t>Le Titulaire s’engage à fournir sur demande du Pouvoir Adjudicateur les informations requises aux fins de permettre un contrôle, sur pièces ou sur place, par le Pouvoir Adjudicateur sur les conditions de mise en œuvre du traitement des Données et lui remet</w:t>
      </w:r>
      <w:r>
        <w:t>tre toute documentation s’y rapportant.</w:t>
      </w:r>
    </w:p>
    <w:p w:rsidR="00CF2A77" w:rsidRDefault="00CF2A77">
      <w:pPr>
        <w:pStyle w:val="RedaliaNormal"/>
      </w:pPr>
    </w:p>
    <w:p w:rsidR="00CF2A77" w:rsidRDefault="003812CD">
      <w:pPr>
        <w:pStyle w:val="RedaliaNormal"/>
        <w:rPr>
          <w:b/>
          <w:bCs/>
        </w:rPr>
      </w:pPr>
      <w:r>
        <w:rPr>
          <w:b/>
          <w:bCs/>
        </w:rPr>
        <w:t>Notification des Violations de Données par le Titulaire</w:t>
      </w:r>
    </w:p>
    <w:p w:rsidR="00CF2A77" w:rsidRDefault="00CF2A77">
      <w:pPr>
        <w:pStyle w:val="RedaliaNormal"/>
      </w:pPr>
    </w:p>
    <w:p w:rsidR="00CF2A77" w:rsidRDefault="003812CD">
      <w:pPr>
        <w:pStyle w:val="RedaliaNormal"/>
      </w:pPr>
      <w:r>
        <w:t xml:space="preserve">Le Titulaire s’engage à informer le Pouvoir Adjudicateur sans délai, dès qu’il en a connaissance, de la survenance de toute Violation des Données. Le </w:t>
      </w:r>
      <w:r>
        <w:t>Titulaire s’engage le cas échéant à apporter, concomitamment à cette information, tous éléments nécessaires au Pouvoir Adjudicateur (ou toute personne expressément désignée par celle-ci) pour évaluer les risques et impacts de la Violation des Données et lu</w:t>
      </w:r>
      <w:r>
        <w:t>i permettre de prendre toutes décisions utiles.</w:t>
      </w:r>
    </w:p>
    <w:p w:rsidR="00CF2A77" w:rsidRDefault="00CF2A77">
      <w:pPr>
        <w:pStyle w:val="RedaliaNormal"/>
      </w:pPr>
    </w:p>
    <w:p w:rsidR="00CF2A77" w:rsidRDefault="003812CD">
      <w:pPr>
        <w:pStyle w:val="RedaliaNormal"/>
      </w:pPr>
      <w:r>
        <w:t>En accord avec le Pouvoir Adjudicateur, le Titulaire devra mettre en œuvre sans tarder toutes les mesures appropriées pour prévenir toute nouvelle Violation des Données.</w:t>
      </w:r>
    </w:p>
    <w:p w:rsidR="00CF2A77" w:rsidRDefault="00CF2A77">
      <w:pPr>
        <w:pStyle w:val="RedaliaNormal"/>
      </w:pPr>
    </w:p>
    <w:p w:rsidR="00CF2A77" w:rsidRDefault="003812CD">
      <w:pPr>
        <w:pStyle w:val="RedaliaNormal"/>
      </w:pPr>
      <w:r>
        <w:t>La notification des Violations des D</w:t>
      </w:r>
      <w:r>
        <w:t>onnées au Pouvoir Adjudicateur par le Titulaire et leur gestion font partie intégrante des Prestations et ne donnera pas lieu à facturation complémentaire.</w:t>
      </w:r>
    </w:p>
    <w:p w:rsidR="00CF2A77" w:rsidRDefault="00CF2A77">
      <w:pPr>
        <w:pStyle w:val="RedaliaNormal"/>
      </w:pPr>
    </w:p>
    <w:p w:rsidR="00CF2A77" w:rsidRDefault="003812CD">
      <w:pPr>
        <w:pStyle w:val="RedaliaNormal"/>
      </w:pPr>
      <w:r>
        <w:t>Dans l’hypothèse où la réglementation applicable imposerait au Pouvoir Adjudicateur en sa qualité d</w:t>
      </w:r>
      <w:r>
        <w:t>e responsable de traitement une obligation de notification auprès des services de la CNIL, le Titulaire lui apportera toute assistance afin de lui permettre d’effectuer dans le délai applicable ladite notification.</w:t>
      </w:r>
    </w:p>
    <w:p w:rsidR="00CF2A77" w:rsidRDefault="00CF2A77">
      <w:pPr>
        <w:pStyle w:val="RedaliaNormal"/>
      </w:pPr>
    </w:p>
    <w:p w:rsidR="00CF2A77" w:rsidRDefault="003812CD">
      <w:pPr>
        <w:pStyle w:val="RedaliaNormal"/>
      </w:pPr>
      <w:r>
        <w:t xml:space="preserve">Dans l’hypothèse où une information des </w:t>
      </w:r>
      <w:r>
        <w:t>personnes concernées s’avèrerait nécessaire, cette communication s’effectuera selon un calendrier et un contenu déterminé par le Pouvoir Adjudicateur (le cas échéant en concertation avec l’autorité de contrôle compétente).</w:t>
      </w:r>
    </w:p>
    <w:p w:rsidR="00CF2A77" w:rsidRDefault="00CF2A77">
      <w:pPr>
        <w:pStyle w:val="RedaliaNormal"/>
      </w:pPr>
    </w:p>
    <w:p w:rsidR="00CF2A77" w:rsidRDefault="003812CD">
      <w:pPr>
        <w:pStyle w:val="RedaliaNormal"/>
        <w:rPr>
          <w:b/>
          <w:bCs/>
        </w:rPr>
      </w:pPr>
      <w:r>
        <w:rPr>
          <w:b/>
          <w:bCs/>
        </w:rPr>
        <w:t>Pouvoir d’instruction du Pouvoir</w:t>
      </w:r>
      <w:r>
        <w:rPr>
          <w:b/>
          <w:bCs/>
        </w:rPr>
        <w:t xml:space="preserve"> Adjudicateur</w:t>
      </w:r>
    </w:p>
    <w:p w:rsidR="00CF2A77" w:rsidRDefault="00CF2A77">
      <w:pPr>
        <w:pStyle w:val="RedaliaNormal"/>
      </w:pPr>
    </w:p>
    <w:p w:rsidR="00CF2A77" w:rsidRDefault="003812CD">
      <w:pPr>
        <w:pStyle w:val="RedaliaNormal"/>
      </w:pPr>
      <w:r>
        <w:t>Le Pouvoir Adjudicateur dispose de droits étendus pour donner toutes directives, notamment en ce qui concerne la nature, l’importance et les modalités de traitement des Données. Les directives données par le Pouvoir Adjudicateur doivent revê</w:t>
      </w:r>
      <w:r>
        <w:t>tir la forme écrite et ne peuvent donner lieu à une demande de rémunération complémentaire par le Titulaire.</w:t>
      </w:r>
    </w:p>
    <w:p w:rsidR="00CF2A77" w:rsidRDefault="00CF2A77">
      <w:pPr>
        <w:pStyle w:val="RedaliaNormal"/>
      </w:pPr>
    </w:p>
    <w:p w:rsidR="00CF2A77" w:rsidRDefault="003812CD">
      <w:pPr>
        <w:pStyle w:val="RedaliaNormal"/>
      </w:pPr>
      <w:r>
        <w:t>Dans le cadre de son obligation de conseil, le Titulaire devra informer le Pouvoir Adjudicateur sans délai s’il estime qu’une directive est contra</w:t>
      </w:r>
      <w:r>
        <w:t>ire à la réglementation française et européenne afférente à la protection des données à caractère personnel.</w:t>
      </w:r>
    </w:p>
    <w:p w:rsidR="00CF2A77" w:rsidRDefault="00CF2A77">
      <w:pPr>
        <w:pStyle w:val="RedaliaNormal"/>
      </w:pPr>
    </w:p>
    <w:p w:rsidR="00CF2A77" w:rsidRDefault="003812CD">
      <w:pPr>
        <w:pStyle w:val="RedaliaNormal"/>
      </w:pPr>
      <w:r>
        <w:t>A la fin de sa mission, le Titulaire devra, au choix du Pouvoir Adjudicateur, soit remettre au Pouvoir Adjudicateur les Données en sa possession s</w:t>
      </w:r>
      <w:r>
        <w:t>oit les effacer immédiatement et intégralement, sous réserve de l’application de dispositions légales faisant obstacle à la suppression intégrale des Données. Il en est de même pour les copies aux fins de sauvegardes automatiques.</w:t>
      </w:r>
    </w:p>
    <w:p w:rsidR="00CF2A77" w:rsidRDefault="00CF2A77">
      <w:pPr>
        <w:pStyle w:val="RedaliaNormal"/>
      </w:pPr>
    </w:p>
    <w:p w:rsidR="00CF2A77" w:rsidRDefault="003812CD">
      <w:pPr>
        <w:pStyle w:val="RedaliaNormal"/>
      </w:pPr>
      <w:r>
        <w:t xml:space="preserve">La suppression sera, le </w:t>
      </w:r>
      <w:r>
        <w:t>cas échéant, consignée dans un procès-verbal avec indication de la date. Une copie de ce procès-verbal sera transmise au Pouvoir Adjudicateur.</w:t>
      </w:r>
    </w:p>
    <w:p w:rsidR="00CF2A77" w:rsidRDefault="00CF2A77">
      <w:pPr>
        <w:pStyle w:val="RedaliaNormal"/>
      </w:pPr>
    </w:p>
    <w:p w:rsidR="00CF2A77" w:rsidRDefault="003812CD">
      <w:pPr>
        <w:pStyle w:val="RedaliaNormal"/>
        <w:rPr>
          <w:b/>
          <w:bCs/>
        </w:rPr>
      </w:pPr>
      <w:r>
        <w:rPr>
          <w:b/>
          <w:bCs/>
        </w:rPr>
        <w:t>Droits des personnes concernées</w:t>
      </w:r>
    </w:p>
    <w:p w:rsidR="00CF2A77" w:rsidRDefault="00CF2A77">
      <w:pPr>
        <w:pStyle w:val="RedaliaNormal"/>
      </w:pPr>
    </w:p>
    <w:p w:rsidR="00CF2A77" w:rsidRDefault="003812CD">
      <w:pPr>
        <w:pStyle w:val="RedaliaNormal"/>
      </w:pPr>
      <w:r>
        <w:t xml:space="preserve">Toute demande d’information auprès du Titulaire émise par une personne </w:t>
      </w:r>
      <w:r>
        <w:t>concernée par le traitement des Données, au sens de l’article 4 du RGPD sera immédiatement transmise au Correspondant Informatique et Libertés du Pouvoir Adjudicateur ou toute autre personne expressément désignée par le Pouvoir Adjudicateur. Il en est de m</w:t>
      </w:r>
      <w:r>
        <w:t>ême pour toute demande d’accès, de rectification ou d’opposition. Le Titulaire devra apporter au Pouvoir Adjudicateur toute assistance utile pour lui permettre de faire droit, dans les délais légaux, à ces demandes.</w:t>
      </w:r>
    </w:p>
    <w:p w:rsidR="00CF2A77" w:rsidRDefault="00CF2A77">
      <w:pPr>
        <w:pStyle w:val="RedaliaNormal"/>
      </w:pPr>
    </w:p>
    <w:p w:rsidR="00CF2A77" w:rsidRDefault="003812CD">
      <w:pPr>
        <w:pStyle w:val="RedaliaNormal"/>
        <w:rPr>
          <w:b/>
          <w:bCs/>
        </w:rPr>
      </w:pPr>
      <w:r>
        <w:rPr>
          <w:b/>
          <w:bCs/>
        </w:rPr>
        <w:t>Formalités</w:t>
      </w:r>
    </w:p>
    <w:p w:rsidR="00CF2A77" w:rsidRDefault="00CF2A77">
      <w:pPr>
        <w:pStyle w:val="RedaliaNormal"/>
      </w:pPr>
    </w:p>
    <w:p w:rsidR="00CF2A77" w:rsidRDefault="003812CD">
      <w:pPr>
        <w:pStyle w:val="RedaliaNormal"/>
      </w:pPr>
      <w:r>
        <w:t>Le Titulaire devra collabor</w:t>
      </w:r>
      <w:r>
        <w:t xml:space="preserve">er avec le Pouvoir Adjudicateur et lui fournir toutes informations nécessaires pour que celle-ci puisse établir et actualiser la liste des traitements automatisés prévue </w:t>
      </w:r>
      <w:r>
        <w:lastRenderedPageBreak/>
        <w:t>par l’article 47 du décret du 20 octobre 2005 ou, plus largement, procéder à toutes fo</w:t>
      </w:r>
      <w:r>
        <w:t>rmalités nécessaires préalables à la mise en œuvre du traitement, en ce compris les analyses d’impact, demandes d’autorisation ou consultation préalable de la CNIL.</w:t>
      </w:r>
    </w:p>
    <w:p w:rsidR="00CF2A77" w:rsidRDefault="00CF2A77">
      <w:pPr>
        <w:pStyle w:val="RedaliaNormal"/>
      </w:pPr>
    </w:p>
    <w:p w:rsidR="00CF2A77" w:rsidRDefault="003812CD">
      <w:pPr>
        <w:pStyle w:val="RedaliaNormal"/>
        <w:rPr>
          <w:b/>
          <w:bCs/>
        </w:rPr>
      </w:pPr>
      <w:r>
        <w:rPr>
          <w:b/>
          <w:bCs/>
        </w:rPr>
        <w:t>Preuve de la conformité du traitement</w:t>
      </w:r>
    </w:p>
    <w:p w:rsidR="00CF2A77" w:rsidRDefault="00CF2A77">
      <w:pPr>
        <w:pStyle w:val="RedaliaNormal"/>
      </w:pPr>
    </w:p>
    <w:p w:rsidR="00CF2A77" w:rsidRDefault="003812CD">
      <w:pPr>
        <w:pStyle w:val="RedaliaNormal"/>
      </w:pPr>
      <w:r>
        <w:t xml:space="preserve">Le Titulaire s’engage à conserver et à tenir à </w:t>
      </w:r>
      <w:r>
        <w:t>disposition  du Pouvoir Adjudicateur toute documentation utile justifiant que le traitement des Données mis en œuvre par le Titulaire pour le compte du Pouvoir Adjudicateur a été mis en œuvre conformément aux engagements pris dans le cadre du Contrat ainsi</w:t>
      </w:r>
      <w:r>
        <w:t xml:space="preserve"> qu’aux éventuelles instructions spécifiques  du Pouvoir Adjudicateur.</w:t>
      </w:r>
    </w:p>
    <w:p w:rsidR="00CF2A77" w:rsidRDefault="00CF2A77">
      <w:pPr>
        <w:pStyle w:val="RedaliaNormal"/>
      </w:pPr>
    </w:p>
    <w:p w:rsidR="00CF2A77" w:rsidRDefault="003812CD">
      <w:pPr>
        <w:pStyle w:val="RedaliaNormal"/>
      </w:pPr>
      <w:r>
        <w:t>Le Titulaire s’engage à conserver ladite documentation, au-delà de la fin du Contrat, jusqu’au terme du délai de prescription applicable pendant lequel la responsabilité du Pouvoir Adj</w:t>
      </w:r>
      <w:r>
        <w:t>udicateur est susceptible d’être engagée en raison des conditions et modalités de mise en œuvre du traitement des Données par le Titulaire. Le Titulaire pourra néanmoins se libérer par anticipation de cette obligation en remettant au Pouvoir Adjudicateur d</w:t>
      </w:r>
      <w:r>
        <w:t>ès la fin du Contrat ladite documentation.</w:t>
      </w:r>
    </w:p>
    <w:p w:rsidR="00CF2A77" w:rsidRDefault="00CF2A77">
      <w:pPr>
        <w:pStyle w:val="RedaliaNormal"/>
      </w:pPr>
    </w:p>
    <w:p w:rsidR="00CF2A77" w:rsidRDefault="003812CD">
      <w:pPr>
        <w:pStyle w:val="RedaliaNormal"/>
        <w:rPr>
          <w:b/>
          <w:bCs/>
        </w:rPr>
      </w:pPr>
      <w:r>
        <w:rPr>
          <w:b/>
          <w:bCs/>
        </w:rPr>
        <w:t>Gestion des fournisseurs du Pouvoir Adjudicateur</w:t>
      </w:r>
    </w:p>
    <w:p w:rsidR="00CF2A77" w:rsidRDefault="00CF2A77">
      <w:pPr>
        <w:pStyle w:val="RedaliaNormal"/>
      </w:pPr>
    </w:p>
    <w:p w:rsidR="00CF2A77" w:rsidRDefault="003812CD">
      <w:pPr>
        <w:pStyle w:val="RedaliaNormal"/>
      </w:pPr>
      <w:r>
        <w:t>Dans le cadre de la gestion administrative de ses fournisseurs, le Pouvoir Adjudicateur met en œuvre un traitement de données à caractère personnel susceptible de</w:t>
      </w:r>
      <w:r>
        <w:t xml:space="preserve"> concerner le personnel du Titulaire, lequel dispose dès lors, en application de la loi Informatique et Libertés, d’un droit d'accès, de rectification et d’opposition. Ces droits s’exercent directement auprès du Correspondant Informatique et Libertés du gr</w:t>
      </w:r>
      <w:r>
        <w:t>oupe AFD, notamment par courriel à l’adresse suivante : informatique.libertés@afd.fr.</w:t>
      </w:r>
    </w:p>
    <w:p w:rsidR="00CF2A77" w:rsidRDefault="003812CD">
      <w:pPr>
        <w:pStyle w:val="RedaliaTitre2"/>
      </w:pPr>
      <w:bookmarkStart w:id="178" w:name="__RefHeading___Toc10572_484324197"/>
      <w:bookmarkStart w:id="179" w:name="_Toc204263491"/>
      <w:r>
        <w:t>Obligations du Pouvoir Adjudicateur</w:t>
      </w:r>
      <w:bookmarkEnd w:id="178"/>
      <w:bookmarkEnd w:id="179"/>
    </w:p>
    <w:p w:rsidR="00CF2A77" w:rsidRDefault="003812CD">
      <w:pPr>
        <w:pStyle w:val="RedaliaNormal"/>
      </w:pPr>
      <w:r>
        <w:t>Pour permettre au Titulaire de mener à bien son travail, le Pouvoir Adjudicateur veillera à :</w:t>
      </w:r>
    </w:p>
    <w:p w:rsidR="00CF2A77" w:rsidRDefault="003812CD">
      <w:pPr>
        <w:pStyle w:val="Redaliapuces"/>
        <w:numPr>
          <w:ilvl w:val="0"/>
          <w:numId w:val="12"/>
        </w:numPr>
      </w:pPr>
      <w:r>
        <w:t>mettre à la disposition du Titulaire tou</w:t>
      </w:r>
      <w:r>
        <w:t>s les éléments qu’elle détient et nécessaires à la connaissance du problème en vue de la réalisation de la Prestation ;</w:t>
      </w:r>
    </w:p>
    <w:p w:rsidR="00CF2A77" w:rsidRDefault="003812CD">
      <w:pPr>
        <w:pStyle w:val="Redaliapuces"/>
        <w:numPr>
          <w:ilvl w:val="0"/>
          <w:numId w:val="12"/>
        </w:numPr>
      </w:pPr>
      <w:r>
        <w:t>faciliter la prise de contact du Titulaire avec les personnes du Pouvoir Adjudicateur concernées par la Prestation.</w:t>
      </w:r>
    </w:p>
    <w:p w:rsidR="00CF2A77" w:rsidRDefault="003812CD">
      <w:pPr>
        <w:pStyle w:val="RedaliaTitre2"/>
      </w:pPr>
      <w:bookmarkStart w:id="180" w:name="__RefHeading___Toc10574_484324197"/>
      <w:bookmarkStart w:id="181" w:name="_Toc204263492"/>
      <w:r>
        <w:t>Divers</w:t>
      </w:r>
      <w:bookmarkEnd w:id="180"/>
      <w:bookmarkEnd w:id="181"/>
    </w:p>
    <w:p w:rsidR="00CF2A77" w:rsidRDefault="003812CD">
      <w:pPr>
        <w:pStyle w:val="RedaliaNormal"/>
      </w:pPr>
      <w:r>
        <w:t xml:space="preserve">Le Titulaire </w:t>
      </w:r>
      <w:r>
        <w:t>ne pourra céder aucun de ses droits et/ou obligations au titre du présent marché sauf accord exprès et préalable du Pouvoir Adjudicateur.</w:t>
      </w:r>
    </w:p>
    <w:p w:rsidR="00CF2A77" w:rsidRDefault="00CF2A77">
      <w:pPr>
        <w:pStyle w:val="RedaliaNormal"/>
      </w:pPr>
    </w:p>
    <w:p w:rsidR="00CF2A77" w:rsidRDefault="003812CD">
      <w:pPr>
        <w:pStyle w:val="RedaliaNormal"/>
      </w:pPr>
      <w:r>
        <w:t>Toutes notifications, rapports et autre communications relatifs au Contrat seront délivrés ou envoyés aux domiciles r</w:t>
      </w:r>
      <w:r>
        <w:t>espectifs des Parties mentionnés en tête des présentes. Ils deviendront effectifs à la réception à cette adresse ou à toute nouvelle adresse dûment notifiée par écrit à l’autre partie.</w:t>
      </w:r>
    </w:p>
    <w:p w:rsidR="00CF2A77" w:rsidRDefault="00CF2A77">
      <w:pPr>
        <w:pStyle w:val="RedaliaNormal"/>
      </w:pPr>
    </w:p>
    <w:p w:rsidR="00CF2A77" w:rsidRDefault="003812CD">
      <w:pPr>
        <w:pStyle w:val="RedaliaNormal"/>
      </w:pPr>
      <w:r>
        <w:t xml:space="preserve">Toute modification des termes et conditions du Contrat, y compris les </w:t>
      </w:r>
      <w:r>
        <w:t>modifications portées à la nature ou au volume de la Prestation ou au montant du Contrat, devra faire l’objet d’un accord écrit des Parties.</w:t>
      </w:r>
    </w:p>
    <w:p w:rsidR="00CF2A77" w:rsidRDefault="00CF2A77">
      <w:pPr>
        <w:pStyle w:val="RedaliaNormal"/>
      </w:pPr>
    </w:p>
    <w:p w:rsidR="00CF2A77" w:rsidRDefault="003812CD">
      <w:pPr>
        <w:pStyle w:val="RedaliaNormal"/>
      </w:pPr>
      <w:r>
        <w:t xml:space="preserve">Les originaux du Contrat sont établis et signés en langue française. Si une traduction en est effectuée, seule la </w:t>
      </w:r>
      <w:r>
        <w:t xml:space="preserve">version française fera foi en cas de divergence d'interprétation des dispositions </w:t>
      </w:r>
      <w:r>
        <w:lastRenderedPageBreak/>
        <w:t>du Contrat ou en cas de litige entre les Parties.</w:t>
      </w:r>
    </w:p>
    <w:p w:rsidR="00CF2A77" w:rsidRDefault="003812CD">
      <w:pPr>
        <w:pStyle w:val="RedaliaTitre1"/>
      </w:pPr>
      <w:bookmarkStart w:id="182" w:name="_Toc180614147"/>
      <w:bookmarkStart w:id="183" w:name="__RefHeading___Toc10576_484324197"/>
      <w:bookmarkStart w:id="184" w:name="_Toc204263493"/>
      <w:r>
        <w:t>Audit</w:t>
      </w:r>
      <w:bookmarkEnd w:id="182"/>
      <w:bookmarkEnd w:id="183"/>
      <w:bookmarkEnd w:id="184"/>
    </w:p>
    <w:p w:rsidR="00CF2A77" w:rsidRDefault="003812CD">
      <w:pPr>
        <w:pStyle w:val="RedaliaNormal"/>
      </w:pPr>
      <w:r>
        <w:t>Le Pouvoir Adjudicateur se réserve pour elle-même, ou pour l’Autorité de contrôle prudentiel et de résolution (ACPR) o</w:t>
      </w:r>
      <w:r>
        <w:t>u toute autre autorité étrangère équivalente au sens des articles L. 632-7, L. 632-12 et L. 632-13 du code monétaire et financier pour les Prestations devant s’exécuter à l’étranger ou dans le cadre de la coopération de l’ACPR avec ces autorités étrangères</w:t>
      </w:r>
      <w:r>
        <w:t>) ou encore pour toute autre autorité de régulation ou de contrôle, toute autorité de protection des données ou toute autorité d’archives publiques ainsi que pour les personnes désignées par elles le droit de procéder à tout audit du Fournisseur. Cet audit</w:t>
      </w:r>
      <w:r>
        <w:t xml:space="preserve"> pourrait :</w:t>
      </w:r>
    </w:p>
    <w:p w:rsidR="00CF2A77" w:rsidRDefault="003812CD">
      <w:pPr>
        <w:pStyle w:val="Redaliapuces"/>
        <w:numPr>
          <w:ilvl w:val="0"/>
          <w:numId w:val="12"/>
        </w:numPr>
      </w:pPr>
      <w:r>
        <w:t>Viser à vérifier le respect, par lui, de ses obligations contractuelles, des conditions d'exécution des prestations et/ou de la performance du titulaire, ainsi que des exigences règlementaires applicables ;</w:t>
      </w:r>
    </w:p>
    <w:p w:rsidR="00CF2A77" w:rsidRDefault="003812CD">
      <w:pPr>
        <w:pStyle w:val="Redaliapuces"/>
        <w:numPr>
          <w:ilvl w:val="0"/>
          <w:numId w:val="12"/>
        </w:numPr>
      </w:pPr>
      <w:r>
        <w:t>Porter sur les données à caractère pe</w:t>
      </w:r>
      <w:r>
        <w:t>rsonnel dont les modalités sont précisées à l’article Données à caractère personnel du présent marché ;</w:t>
      </w:r>
    </w:p>
    <w:p w:rsidR="00CF2A77" w:rsidRDefault="003812CD">
      <w:pPr>
        <w:pStyle w:val="Redaliapuces"/>
        <w:numPr>
          <w:ilvl w:val="0"/>
          <w:numId w:val="12"/>
        </w:numPr>
      </w:pPr>
      <w:r>
        <w:t>Permettre l’exercice des pouvoirs de surveillance et de résolution de l’ACPR, tels que prévus à l’article 63, paragraphe 1, point a), de la Directive 20</w:t>
      </w:r>
      <w:r>
        <w:t>14/59/UE et à l’article 65, paragraphe 3, de la Directive 2013/36/UE.</w:t>
      </w:r>
    </w:p>
    <w:p w:rsidR="00CF2A77" w:rsidRDefault="00CF2A77">
      <w:pPr>
        <w:pStyle w:val="RedaliaNormal"/>
      </w:pPr>
    </w:p>
    <w:p w:rsidR="00CF2A77" w:rsidRDefault="003812CD">
      <w:pPr>
        <w:pStyle w:val="RedaliaNormal"/>
      </w:pPr>
      <w:r>
        <w:t>Le Pouvoir Adjudicateur se réserve pour elle-même et pour l’ACPR, ainsi que pour toute personne éventuellement désignée par celles-ci, le droit inconditionnel d'inspecter et d'auditer l</w:t>
      </w:r>
      <w:r>
        <w:t>a manière dont le prestataire s’acquitte des exigences contractuelles et règlementaires applicables. Dans ce cadre, le pouvoir adjudicateur, l’ACPR et les tiers mandatés par eux auront un accès complet à tous les locaux professionnels pertinents (sièges so</w:t>
      </w:r>
      <w:r>
        <w:t>ciaux, centres opérationnels etc.), à l’ensemble des appareils, systèmes, réseaux, informations et données pertinents utilisés pour assurer la prestation, notamment aux informations financières connexes, ainsi qu’aux membres du personnel et aux auditeurs e</w:t>
      </w:r>
      <w:r>
        <w:t>xternes du prestataire de services auxquels des explications écrites ou orales pourront être demandées et ce, à titre gracieux.</w:t>
      </w:r>
    </w:p>
    <w:p w:rsidR="00CF2A77" w:rsidRDefault="003812CD">
      <w:pPr>
        <w:pStyle w:val="RedaliaNormal"/>
      </w:pPr>
      <w:r>
        <w:t xml:space="preserve">Aussi, le pouvoir adjudicateur se réserve le droit d’effectuer des audits dits individuels et d'effectuer des tests d'intrusion </w:t>
      </w:r>
      <w:r>
        <w:t>chez le prestataire afin d'évaluer l'efficacité des mesures et des processus mis en œuvre en matière de cyber-sécurité et de sécurité des TIC internes.</w:t>
      </w:r>
    </w:p>
    <w:p w:rsidR="00CF2A77" w:rsidRDefault="003812CD">
      <w:pPr>
        <w:pStyle w:val="RedaliaNormal"/>
      </w:pPr>
      <w:r>
        <w:t>En cas de sous-traitance, dûment autorisée par le pouvoir adjudicateur, le prestataire veille à ce que l</w:t>
      </w:r>
      <w:r>
        <w:t>e sous-traitant accorde à le Pouvoir Adjudicateur et à l’ACPR les mêmes droits contractuels d’accès et d’audit que ceux accordés par le prestataire.</w:t>
      </w:r>
    </w:p>
    <w:p w:rsidR="00CF2A77" w:rsidRDefault="00CF2A77">
      <w:pPr>
        <w:pStyle w:val="RedaliaNormal"/>
      </w:pPr>
    </w:p>
    <w:p w:rsidR="00CF2A77" w:rsidRDefault="003812CD">
      <w:pPr>
        <w:pStyle w:val="RedaliaNormal"/>
      </w:pPr>
      <w:r>
        <w:t>Cet audit pourra être réalisé à tout moment au choix du Pouvoir Adjudicateur y compris une fois le contrat</w:t>
      </w:r>
      <w:r>
        <w:t xml:space="preserve"> terminé, dans la limite d’une durée cinq (5) ans.</w:t>
      </w:r>
    </w:p>
    <w:p w:rsidR="00CF2A77" w:rsidRDefault="00CF2A77">
      <w:pPr>
        <w:pStyle w:val="RedaliaNormal"/>
      </w:pPr>
    </w:p>
    <w:p w:rsidR="00CF2A77" w:rsidRDefault="003812CD">
      <w:pPr>
        <w:pStyle w:val="RedaliaNormal"/>
      </w:pPr>
      <w:r>
        <w:t xml:space="preserve">Le Titulaire est avisé par le Pouvoir Adjudicateur, l’ACPR ou les tiers agissant en leur nom du contrôle par écrit un mois avant le déclenchement de l’audit, à moins que cela ne soit impossible en raison </w:t>
      </w:r>
      <w:r>
        <w:t>d’une situation d’urgence ou de crise ou ne conduise à une situation dans laquelle l’audit ne serait plus efficace. A ce titre, le Pouvoir Adjudicateur peut désigner un expert indépendant, non concurrent du Titulaire, et qui doit signer un engagement de co</w:t>
      </w:r>
      <w:r>
        <w:t>nfidentialité.</w:t>
      </w:r>
    </w:p>
    <w:p w:rsidR="00CF2A77" w:rsidRDefault="00CF2A77">
      <w:pPr>
        <w:pStyle w:val="RedaliaNormal"/>
      </w:pPr>
    </w:p>
    <w:p w:rsidR="00CF2A77" w:rsidRDefault="003812CD">
      <w:pPr>
        <w:pStyle w:val="RedaliaNormal"/>
      </w:pPr>
      <w:r>
        <w:t>Le Titulaire s'engage à collaborer avec le Pouvoir Adjudicateur ou son représentant ainsi qu’avec l’ACPR et à leur faciliter leur audit en leur procurant toutes les informations nécessaires et en répondant à l'ensemble de leurs demandes aff</w:t>
      </w:r>
      <w:r>
        <w:t xml:space="preserve">érentes à cet audit, dans les limites autorisées du contrôle listées en début du présent article. Dans le cas où leurs demandes excèderaient ces limites </w:t>
      </w:r>
      <w:r>
        <w:lastRenderedPageBreak/>
        <w:t>contractuelles de l’audit autorisé, le Titulaire alertera le Pouvoir Adjudicateur. Les deux parties rec</w:t>
      </w:r>
      <w:r>
        <w:t>hercheront le meilleur moyen de parvenir au contrôle ci-dessus dans les limites contractuelles autorisées.</w:t>
      </w:r>
    </w:p>
    <w:p w:rsidR="00CF2A77" w:rsidRDefault="00CF2A77">
      <w:pPr>
        <w:pStyle w:val="RedaliaNormal"/>
      </w:pPr>
    </w:p>
    <w:p w:rsidR="00CF2A77" w:rsidRDefault="003812CD">
      <w:pPr>
        <w:pStyle w:val="RedaliaNormal"/>
      </w:pPr>
      <w:r>
        <w:t xml:space="preserve">Pendant toute la durée du Contrat et pendant la durée de la prescription fiscale après sa cessation, le Titulaire s’engage à tenir à la disposition </w:t>
      </w:r>
      <w:r>
        <w:t>du Pouvoir Adjudicateur et de ses contrôleurs mandatés, tous documents comptables et autres pièces se rapportant aux prestations objets du contrat.</w:t>
      </w:r>
    </w:p>
    <w:p w:rsidR="00CF2A77" w:rsidRDefault="00CF2A77">
      <w:pPr>
        <w:pStyle w:val="RedaliaNormal"/>
      </w:pPr>
    </w:p>
    <w:p w:rsidR="00CF2A77" w:rsidRDefault="003812CD">
      <w:pPr>
        <w:pStyle w:val="RedaliaNormal"/>
      </w:pPr>
      <w:r>
        <w:t>Le Titulaire s’engage à maintenir des archives complètes et précises sur les factures et toute la documenta</w:t>
      </w:r>
      <w:r>
        <w:t>tion associée liée à l’établissement de ces factures.</w:t>
      </w:r>
    </w:p>
    <w:p w:rsidR="00CF2A77" w:rsidRDefault="00CF2A77">
      <w:pPr>
        <w:pStyle w:val="RedaliaNormal"/>
      </w:pPr>
    </w:p>
    <w:p w:rsidR="00CF2A77" w:rsidRDefault="003812CD">
      <w:pPr>
        <w:pStyle w:val="RedaliaNormal"/>
      </w:pPr>
      <w:r>
        <w:t>Ces archives comprennent notamment (liste non limitative) :</w:t>
      </w:r>
    </w:p>
    <w:p w:rsidR="00CF2A77" w:rsidRDefault="003812CD">
      <w:pPr>
        <w:pStyle w:val="RedaliaNormal"/>
      </w:pPr>
      <w:r>
        <w:t>- Les documents physiques (papier, CD…),</w:t>
      </w:r>
    </w:p>
    <w:p w:rsidR="00CF2A77" w:rsidRDefault="003812CD">
      <w:pPr>
        <w:pStyle w:val="RedaliaNormal"/>
      </w:pPr>
      <w:r>
        <w:t>- Les documents électroniques (e-mails et informations stockées dans les bases de données électroniq</w:t>
      </w:r>
      <w:r>
        <w:t>ues)</w:t>
      </w:r>
    </w:p>
    <w:p w:rsidR="00CF2A77" w:rsidRDefault="00CF2A77">
      <w:pPr>
        <w:pStyle w:val="RedaliaNormal"/>
      </w:pPr>
    </w:p>
    <w:p w:rsidR="00CF2A77" w:rsidRDefault="003812CD">
      <w:pPr>
        <w:pStyle w:val="RedaliaNormal"/>
      </w:pPr>
      <w:r>
        <w:t>Dans l’hypothèse où le Pouvoir Adjudicateur exigerait la production de documents en la possession exclusive et démontrée du Titulaire, les audits seront alors conduits dans les locaux du Titulaire et devront se conformer aux heures d’ouverture, aux u</w:t>
      </w:r>
      <w:r>
        <w:t>sages et aux règles de sécurité en vigueur dans les locaux en question. Le Pouvoir Adjudicateur pourra accéder aux locaux du Titulaire après avoir notifié sa demande par écrit et en respectant un préavis de 72 heures.</w:t>
      </w:r>
    </w:p>
    <w:p w:rsidR="00CF2A77" w:rsidRDefault="00CF2A77">
      <w:pPr>
        <w:pStyle w:val="RedaliaNormal"/>
      </w:pPr>
    </w:p>
    <w:p w:rsidR="00CF2A77" w:rsidRDefault="003812CD">
      <w:pPr>
        <w:pStyle w:val="RedaliaNormal"/>
      </w:pPr>
      <w:r>
        <w:t>Le coût de cet audit est supporté par</w:t>
      </w:r>
      <w:r>
        <w:t xml:space="preserve"> le pouvoir adjudicateur sauf dans l'hypothèse où cet audit révèle un manquement du Titulaire.</w:t>
      </w:r>
    </w:p>
    <w:p w:rsidR="00CF2A77" w:rsidRDefault="003812CD">
      <w:pPr>
        <w:pStyle w:val="RedaliaTitre1"/>
      </w:pPr>
      <w:bookmarkStart w:id="185" w:name="_Toc180614148"/>
      <w:bookmarkStart w:id="186" w:name="__RefHeading___Toc10578_484324197"/>
      <w:bookmarkStart w:id="187" w:name="_Toc204263494"/>
      <w:r>
        <w:t>Réversibilité</w:t>
      </w:r>
      <w:bookmarkEnd w:id="185"/>
      <w:bookmarkEnd w:id="186"/>
      <w:bookmarkEnd w:id="187"/>
    </w:p>
    <w:p w:rsidR="00CF2A77" w:rsidRDefault="003812CD">
      <w:pPr>
        <w:pStyle w:val="RedaliaNormal"/>
      </w:pPr>
      <w:r>
        <w:t>À tout moment en cours d'exécution du présent contrat, à la demande du Pouvoir Adjudicateur, ainsi qu'en cas d'expiration ou de résiliation de tout</w:t>
      </w:r>
      <w:r>
        <w:t xml:space="preserve"> ou partie du contrat pour quelque motif que ce soit :</w:t>
      </w:r>
    </w:p>
    <w:p w:rsidR="00CF2A77" w:rsidRDefault="00CF2A77">
      <w:pPr>
        <w:pStyle w:val="RedaliaNormal"/>
      </w:pPr>
    </w:p>
    <w:p w:rsidR="00CF2A77" w:rsidRDefault="003812CD">
      <w:pPr>
        <w:pStyle w:val="RedaliaNormal"/>
      </w:pPr>
      <w:r>
        <w:t>Le Titulaire s'engage à assurer une réversibilité et à tout mettre en œuvre sur les plans juridique et humain pour permettre au Pouvoir Adjudicateur, à la date de cessation du Contrat, de reprendre ou</w:t>
      </w:r>
      <w:r>
        <w:t xml:space="preserve"> faire reprendre par un tiers la prestation objet du présent Contrat, de la façon la plus coordonnée possible et dans les conditions les plus économiques qui soient pour le Pouvoir Adjudicateur, et permettant notamment la continuité de la prestation, objet</w:t>
      </w:r>
      <w:r>
        <w:t xml:space="preserve"> du contrat, avec un minimum d‘interruptions. A cette fin aussi, après la résiliation du Contrat et pendant une période de transition de 3 mois, le Titulaire continuera d’assurer la prestation avant que celle-ci ne soit intégralement et effectivement repri</w:t>
      </w:r>
      <w:r>
        <w:t>se par le Pouvoir Adjudicateur ou par un nouveau prestataire désigné par celle-ci.</w:t>
      </w:r>
    </w:p>
    <w:p w:rsidR="00CF2A77" w:rsidRDefault="00CF2A77">
      <w:pPr>
        <w:pStyle w:val="RedaliaNormal"/>
      </w:pPr>
    </w:p>
    <w:p w:rsidR="00CF2A77" w:rsidRDefault="003812CD">
      <w:pPr>
        <w:pStyle w:val="RedaliaNormal"/>
      </w:pPr>
      <w:r>
        <w:t xml:space="preserve">Lors de la cessation du Contrat, quelle qu'en soit la cause, le Titulaire tient à la disposition de le Pouvoir Adjudicateur tout document qui peut lui être nécessaire dans </w:t>
      </w:r>
      <w:r>
        <w:t>le cadre de la reprise de la prestation, que ce soit pour l'assurer elle-même ou la confier à un tiers.</w:t>
      </w:r>
    </w:p>
    <w:p w:rsidR="00CF2A77" w:rsidRDefault="00CF2A77">
      <w:pPr>
        <w:pStyle w:val="RedaliaNormal"/>
      </w:pPr>
    </w:p>
    <w:p w:rsidR="00CF2A77" w:rsidRDefault="003812CD">
      <w:pPr>
        <w:pStyle w:val="RedaliaNormal"/>
      </w:pPr>
      <w:r>
        <w:t xml:space="preserve">A la demande de le Pouvoir Adjudicateur, le Titulaire s'engage, sur une période maximale de deux (2) mois à compter de la fin du Contrat, à répondre à </w:t>
      </w:r>
      <w:r>
        <w:t>toute demande d'assistance, même ponctuelle, formulée par le Pouvoir Adjudicateur ou par le Titulaire désigné par celui-ci pour reprendre la prestation objet du présent Contrat.</w:t>
      </w:r>
    </w:p>
    <w:p w:rsidR="00CF2A77" w:rsidRDefault="00CF2A77">
      <w:pPr>
        <w:pStyle w:val="RedaliaNormal"/>
      </w:pPr>
    </w:p>
    <w:p w:rsidR="00CF2A77" w:rsidRDefault="003812CD">
      <w:pPr>
        <w:pStyle w:val="RedaliaNormal"/>
      </w:pPr>
      <w:r>
        <w:t xml:space="preserve">Les Parties conviennent des dispositions suivantes en ce qui concerne les </w:t>
      </w:r>
      <w:r>
        <w:t>prestations d'assistance à la réversibilité fournies par le Titulaire :</w:t>
      </w:r>
    </w:p>
    <w:p w:rsidR="00CF2A77" w:rsidRDefault="003812CD">
      <w:pPr>
        <w:pStyle w:val="Redaliapuces"/>
        <w:numPr>
          <w:ilvl w:val="0"/>
          <w:numId w:val="12"/>
        </w:numPr>
      </w:pPr>
      <w:r>
        <w:t>si la réversibilité découle d'une résiliation ou d'une cessation du Contrat, suite à une faute ou à une défaillance du Titulaire, ou si elle découle d'une non reconduction à l'une quel</w:t>
      </w:r>
      <w:r>
        <w:t>conque des échéances du Contrat du fait du Titulaire, les prestations d'assistance à la réversibilité effectuées par le Titulaire ne sont pas facturées au Pouvoir Adjudicateur,</w:t>
      </w:r>
    </w:p>
    <w:p w:rsidR="00CF2A77" w:rsidRDefault="003812CD">
      <w:pPr>
        <w:pStyle w:val="Redaliapuces"/>
        <w:numPr>
          <w:ilvl w:val="0"/>
          <w:numId w:val="12"/>
        </w:numPr>
      </w:pPr>
      <w:r>
        <w:t>si la réversibilité découle de la survenance d'un cas de force majeure ou d'une</w:t>
      </w:r>
      <w:r>
        <w:t xml:space="preserve"> cessation du Contrat dans le cadre de torts partagés, les coûts de l'assistance à la Réversibilité sont partagés par moitié,</w:t>
      </w:r>
    </w:p>
    <w:p w:rsidR="00CF2A77" w:rsidRDefault="003812CD">
      <w:pPr>
        <w:pStyle w:val="Redaliapuces"/>
        <w:numPr>
          <w:ilvl w:val="0"/>
          <w:numId w:val="12"/>
        </w:numPr>
      </w:pPr>
      <w:r>
        <w:t>si la réversibilité découle de toute autre cause d'interruption du présent Contrat, les prestations d'assistance à la réversibilit</w:t>
      </w:r>
      <w:r>
        <w:t>é effectuées par le Titulaire sont facturées au Pouvoir Adjudicateur dans leur intégralité.</w:t>
      </w:r>
    </w:p>
    <w:p w:rsidR="00CF2A77" w:rsidRDefault="00CF2A77">
      <w:pPr>
        <w:pStyle w:val="RedaliaNormal"/>
      </w:pPr>
    </w:p>
    <w:p w:rsidR="00CF2A77" w:rsidRDefault="003812CD">
      <w:pPr>
        <w:pStyle w:val="RedaliaNormal"/>
      </w:pPr>
      <w:r>
        <w:t>Dans ce cadre, le Titulaire s’engage à :</w:t>
      </w:r>
    </w:p>
    <w:p w:rsidR="00CF2A77" w:rsidRDefault="003812CD">
      <w:pPr>
        <w:pStyle w:val="Redaliapuces"/>
        <w:numPr>
          <w:ilvl w:val="0"/>
          <w:numId w:val="12"/>
        </w:numPr>
      </w:pPr>
      <w:r>
        <w:t xml:space="preserve">restituer, dans un format intègre, exploitable et convenu, l’ensemble des données appartenant au Pouvoir Adjudicateur </w:t>
      </w:r>
      <w:r>
        <w:t>ainsi que les données à caractère personnel communiquées antérieurement par le Pouvoir Adjudicateur,</w:t>
      </w:r>
    </w:p>
    <w:p w:rsidR="00CF2A77" w:rsidRDefault="003812CD">
      <w:pPr>
        <w:pStyle w:val="Redaliapuces"/>
        <w:numPr>
          <w:ilvl w:val="0"/>
          <w:numId w:val="12"/>
        </w:numPr>
      </w:pPr>
      <w:r>
        <w:t>détruire les éventuelles copies sur ces donnée et ne pas s’en servir pour un usage propre ou au bénéfice des tiers</w:t>
      </w:r>
    </w:p>
    <w:p w:rsidR="00CF2A77" w:rsidRDefault="00CF2A77">
      <w:pPr>
        <w:pStyle w:val="RedaliaNormal"/>
      </w:pPr>
    </w:p>
    <w:p w:rsidR="00CF2A77" w:rsidRDefault="003812CD">
      <w:pPr>
        <w:pStyle w:val="RedaliaNormal"/>
      </w:pPr>
      <w:r>
        <w:t xml:space="preserve">Le Titulaire s’engage à tout mettre en </w:t>
      </w:r>
      <w:r>
        <w:t>œuvre pour assurer l’accès aux données appartenant au Pouvoir Adjudicateur même en cas d’insolvabilité, résolution ou interruption des activités commerciales du Titulaire. Il ne procédera à aucune sous-externalisation de la Prestation ou transfert des donn</w:t>
      </w:r>
      <w:r>
        <w:t>ées à un tiers sans l’accord écrit et préalable du pouvoir adjudicateur et s’abstiendra de toute mesure ayant pour effet d’entraver l’accès de le Pouvoir Adjudicateur aux données qui lui appartiennent. En cas d’interruption volontaire de ses activités comm</w:t>
      </w:r>
      <w:r>
        <w:t>erciales liées à la Prestation, le Titulaire s’engage à en avertir le Pouvoir Adjudicateur au moins 3 moins au préalable et à assurer la réversibilité de l’externalisation de la Prestation</w:t>
      </w:r>
    </w:p>
    <w:p w:rsidR="00CF2A77" w:rsidRDefault="003812CD">
      <w:pPr>
        <w:pStyle w:val="RedaliaTitre1"/>
      </w:pPr>
      <w:bookmarkStart w:id="188" w:name="__RefHeading___Toc10580_484324197"/>
      <w:bookmarkStart w:id="189" w:name="_Toc180614149"/>
      <w:bookmarkStart w:id="190" w:name="_Toc204263495"/>
      <w:bookmarkEnd w:id="4"/>
      <w:bookmarkEnd w:id="5"/>
      <w:r>
        <w:t>Résiliation</w:t>
      </w:r>
      <w:bookmarkEnd w:id="6"/>
      <w:r>
        <w:t xml:space="preserve"> du Contrat</w:t>
      </w:r>
      <w:bookmarkEnd w:id="188"/>
      <w:bookmarkEnd w:id="189"/>
      <w:bookmarkEnd w:id="190"/>
    </w:p>
    <w:p w:rsidR="00CF2A77" w:rsidRDefault="003812CD">
      <w:pPr>
        <w:pStyle w:val="RedaliaNormal"/>
      </w:pPr>
      <w:r>
        <w:t>Il sera fait application des articles L 2195</w:t>
      </w:r>
      <w:r>
        <w:t>-1 et suivant du code de la commande publique ainsi que des articles 36 à 42 inclus du CCAG-PI avec les précisions suivantes :</w:t>
      </w:r>
    </w:p>
    <w:p w:rsidR="00CF2A77" w:rsidRDefault="003812CD">
      <w:pPr>
        <w:pStyle w:val="RedaliaTitre2"/>
      </w:pPr>
      <w:bookmarkStart w:id="191" w:name="_Toc267299143"/>
      <w:bookmarkStart w:id="192" w:name="__RefHeading___Toc2379_850954893"/>
      <w:bookmarkStart w:id="193" w:name="_Toc180614150"/>
      <w:bookmarkStart w:id="194" w:name="_Toc204263496"/>
      <w:bookmarkEnd w:id="191"/>
      <w:r>
        <w:t>Résiliation aux torts du titulaire</w:t>
      </w:r>
      <w:bookmarkEnd w:id="192"/>
      <w:bookmarkEnd w:id="193"/>
      <w:bookmarkEnd w:id="194"/>
    </w:p>
    <w:p w:rsidR="00CF2A77" w:rsidRDefault="003812CD">
      <w:pPr>
        <w:pStyle w:val="RedaliaNormal"/>
      </w:pPr>
      <w:r>
        <w:t>Le Pouvoir Adjudicateur peut, après mise en demeure restée infructueuse dans le délai imparti,</w:t>
      </w:r>
      <w:r>
        <w:t xml:space="preserve"> et sous réserve d’un préavis ne pouvant être inférieur à quinze (15) jours, résilier le marché aux torts du Titulaire dans les conditions fixées à l’article 39 du CCAG-PI.</w:t>
      </w:r>
    </w:p>
    <w:p w:rsidR="00CF2A77" w:rsidRDefault="003812CD">
      <w:pPr>
        <w:pStyle w:val="RedaliaNormal"/>
      </w:pPr>
      <w:r>
        <w:t>Plus particulièrement, et de façon non-exhaustive, le pouvoir adjudicateur se réser</w:t>
      </w:r>
      <w:r>
        <w:t>ve la possibilité de résilier le marché en cas de :</w:t>
      </w:r>
    </w:p>
    <w:p w:rsidR="00CF2A77" w:rsidRDefault="003812CD">
      <w:pPr>
        <w:pStyle w:val="Redaliapuces"/>
        <w:numPr>
          <w:ilvl w:val="0"/>
          <w:numId w:val="12"/>
        </w:numPr>
      </w:pPr>
      <w:r>
        <w:t>non-exécutions ou exécutions de mauvaise qualité réitérées des attendus et exigences opérationnels ;</w:t>
      </w:r>
    </w:p>
    <w:p w:rsidR="00CF2A77" w:rsidRDefault="003812CD">
      <w:pPr>
        <w:pStyle w:val="Redaliapuces"/>
        <w:numPr>
          <w:ilvl w:val="0"/>
          <w:numId w:val="12"/>
        </w:numPr>
      </w:pPr>
      <w:r>
        <w:t>application répétée des pénalités prévues à l’article Pénalités du présent Contrat, non suivie d’amélio</w:t>
      </w:r>
      <w:r>
        <w:t>ration significative ;</w:t>
      </w:r>
    </w:p>
    <w:p w:rsidR="00CF2A77" w:rsidRDefault="003812CD">
      <w:pPr>
        <w:pStyle w:val="Redaliapuces"/>
        <w:numPr>
          <w:ilvl w:val="0"/>
          <w:numId w:val="12"/>
        </w:numPr>
      </w:pPr>
      <w:r>
        <w:t>constats réitérés de rejets ou d’ajournements des prestations, en application des dispositions des opérations de vérification et de validation des prestations de l’article Admission - Achèvement du présent Contrat ;</w:t>
      </w:r>
    </w:p>
    <w:p w:rsidR="00CF2A77" w:rsidRDefault="003812CD">
      <w:pPr>
        <w:pStyle w:val="Redaliapuces"/>
        <w:numPr>
          <w:ilvl w:val="0"/>
          <w:numId w:val="12"/>
        </w:numPr>
      </w:pPr>
      <w:r>
        <w:lastRenderedPageBreak/>
        <w:t>non-respect des d</w:t>
      </w:r>
      <w:r>
        <w:t>ispositions de l’annexe du présent Contrat « Sécurité ».</w:t>
      </w:r>
    </w:p>
    <w:p w:rsidR="00CF2A77" w:rsidRDefault="003812CD">
      <w:pPr>
        <w:pStyle w:val="RedaliaNormal"/>
      </w:pPr>
      <w:r>
        <w:t>Les manquements visés ci-dessus doivent être préalablement actés par les parties en Comité de Pilotage.</w:t>
      </w:r>
    </w:p>
    <w:p w:rsidR="00CF2A77" w:rsidRDefault="003812CD">
      <w:pPr>
        <w:pStyle w:val="RedaliaNormal"/>
      </w:pPr>
      <w:r>
        <w:t xml:space="preserve">Le Pouvoir Adjudicateur se réserve également le droit de résilier le contrat avec le Titulaire </w:t>
      </w:r>
      <w:r>
        <w:t>lorsque:</w:t>
      </w:r>
    </w:p>
    <w:p w:rsidR="00CF2A77" w:rsidRDefault="003812CD">
      <w:pPr>
        <w:pStyle w:val="Redaliapuces"/>
        <w:numPr>
          <w:ilvl w:val="0"/>
          <w:numId w:val="12"/>
        </w:numPr>
      </w:pPr>
      <w:r>
        <w:t>ce dernier ne dispose plus des certifications et agréments obligatoires pour la réalisation de la Prestation ;</w:t>
      </w:r>
    </w:p>
    <w:p w:rsidR="00CF2A77" w:rsidRDefault="003812CD">
      <w:pPr>
        <w:pStyle w:val="Redaliapuces"/>
        <w:numPr>
          <w:ilvl w:val="0"/>
          <w:numId w:val="12"/>
        </w:numPr>
      </w:pPr>
      <w:r>
        <w:t>Lorsque le traitement, la gestion ou la sécurité des informations confidentielles et des données personnelles ou sensibles présentent de</w:t>
      </w:r>
      <w:r>
        <w:t>s faiblesses telles que l’intégrité, la sécurité, la confidentialité ou le traitement loyal de ces informations et données semblent compromis.</w:t>
      </w:r>
    </w:p>
    <w:p w:rsidR="00CF2A77" w:rsidRDefault="003812CD">
      <w:pPr>
        <w:pStyle w:val="RedaliaNormal"/>
      </w:pPr>
      <w:r>
        <w:t>Cette résiliation pour faute s’effectue sans préjudice des autres actions, notamment pénales, qui seraient engagé</w:t>
      </w:r>
      <w:r>
        <w:t>es dans ce cas à l’encontre du Titulaire.</w:t>
      </w:r>
    </w:p>
    <w:p w:rsidR="00CF2A77" w:rsidRDefault="003812CD">
      <w:pPr>
        <w:pStyle w:val="RedaliaNormal"/>
      </w:pPr>
      <w:r>
        <w:t>En cas de résiliation pour faute :</w:t>
      </w:r>
    </w:p>
    <w:p w:rsidR="00CF2A77" w:rsidRDefault="003812CD">
      <w:pPr>
        <w:pStyle w:val="Redaliapuces"/>
        <w:numPr>
          <w:ilvl w:val="0"/>
          <w:numId w:val="12"/>
        </w:numPr>
      </w:pPr>
      <w:r>
        <w:t>il est fait application des articles 27 et 39 du CCAG PI avec les précisions suivantes : le pouvoir adjudicateur pourra faire procéder par un tiers à l'exécution des prestations p</w:t>
      </w:r>
      <w:r>
        <w:t>révues par le marché aux frais et risques du titulaire dans les conditions définies à l'article 27 du CCAG PI. La décision de résiliation le mentionnera expressément ;</w:t>
      </w:r>
    </w:p>
    <w:p w:rsidR="00CF2A77" w:rsidRDefault="003812CD">
      <w:pPr>
        <w:pStyle w:val="Redaliapuces"/>
        <w:numPr>
          <w:ilvl w:val="0"/>
          <w:numId w:val="12"/>
        </w:numPr>
      </w:pPr>
      <w:r>
        <w:t>Le Titulaire n'a droit à aucune indemnisation ;</w:t>
      </w:r>
    </w:p>
    <w:p w:rsidR="00CF2A77" w:rsidRDefault="003812CD">
      <w:pPr>
        <w:pStyle w:val="Redaliapuces"/>
        <w:numPr>
          <w:ilvl w:val="0"/>
          <w:numId w:val="12"/>
        </w:numPr>
      </w:pPr>
      <w:r>
        <w:t>Par dérogation et en complément des arti</w:t>
      </w:r>
      <w:r>
        <w:t>cles 39 et 41.3 du CCAG PI, la fraction des prestations déjà accomplies par le titulaire est rémunérée avec un abattement de 10 %.</w:t>
      </w:r>
    </w:p>
    <w:p w:rsidR="00CF2A77" w:rsidRDefault="003812CD">
      <w:pPr>
        <w:pStyle w:val="Redaliapuces"/>
        <w:numPr>
          <w:ilvl w:val="0"/>
          <w:numId w:val="12"/>
        </w:numPr>
      </w:pPr>
      <w:r>
        <w:t xml:space="preserve">Le Titulaire indemnise le pouvoir adjudicateur de tous les coûts et/ou dommages supportés et préjudices subis par le pouvoir </w:t>
      </w:r>
      <w:r>
        <w:t>adjudicateur du fait de la résiliation du contrat directement ou indirectement, et notamment s'il y a lieu, les coûts supportés par le pouvoir adjudicateur du fait de la substitution du Titulaire par un nouveau prestataire.</w:t>
      </w:r>
    </w:p>
    <w:p w:rsidR="00CF2A77" w:rsidRDefault="003812CD">
      <w:pPr>
        <w:pStyle w:val="RedaliaNormal"/>
      </w:pPr>
      <w:r>
        <w:t>En cas de résiliation en applica</w:t>
      </w:r>
      <w:r>
        <w:t>tion de l’article L2195-4 du Code de la commande publique, il sera également fait application des infractions équivalentes prévues par la législation d'un autre Etat hors Union Européenne.</w:t>
      </w:r>
    </w:p>
    <w:p w:rsidR="00CF2A77" w:rsidRDefault="003812CD">
      <w:pPr>
        <w:pStyle w:val="RedaliaNormal"/>
      </w:pPr>
      <w:r>
        <w:t>En complément à l’article 39 du CCAG PI, en cas de non production d</w:t>
      </w:r>
      <w:r>
        <w:t xml:space="preserve">ans les 8 jours de l’acceptation d’une sous-traitance de second rang et plus présentée par le sous-traitant de rang 1 et plus de la caution personnelle et solidaire garantissant le paiement de toutes les sommes dues par eux au sous-traitant de second rang </w:t>
      </w:r>
      <w:r>
        <w:t>et plus, et après mise en demeure du sous-traitant de rang 1 et plus et du titulaire du marché, restée sans effet dans un délai fixé à 8 jours, le marché sera résilié aux torts du titulaire sans que celui-ci puisse prétendre à indemnité et, le cas échéant,</w:t>
      </w:r>
      <w:r>
        <w:t xml:space="preserve"> avec exécution des prestations à ses frais et risques.</w:t>
      </w:r>
    </w:p>
    <w:p w:rsidR="00CF2A77" w:rsidRDefault="003812CD">
      <w:pPr>
        <w:pStyle w:val="RedaliaTitre2"/>
      </w:pPr>
      <w:bookmarkStart w:id="195" w:name="_Toc267299142"/>
      <w:bookmarkStart w:id="196" w:name="__RefHeading___Toc2381_850954893"/>
      <w:bookmarkStart w:id="197" w:name="_Toc180614151"/>
      <w:bookmarkStart w:id="198" w:name="_Toc204263497"/>
      <w:bookmarkEnd w:id="195"/>
      <w:r>
        <w:t>Résiliation pour motif d’intérêt général</w:t>
      </w:r>
      <w:bookmarkEnd w:id="196"/>
      <w:bookmarkEnd w:id="197"/>
      <w:bookmarkEnd w:id="198"/>
    </w:p>
    <w:p w:rsidR="00CF2A77" w:rsidRDefault="003812CD">
      <w:pPr>
        <w:pStyle w:val="RedaliaNormal"/>
      </w:pPr>
      <w:r>
        <w:t>Dans l’hypothèse d’une résiliation pour motif d’intérêt général, ou à la demande de l’ACPR, l’indemnité de résiliation est fixée à 5 % du montant engagé hors T</w:t>
      </w:r>
      <w:r>
        <w:t>VA du marché, diminué du montant hors TVA non révisé des prestations admises.</w:t>
      </w:r>
    </w:p>
    <w:p w:rsidR="00CF2A77" w:rsidRDefault="003812CD">
      <w:pPr>
        <w:pStyle w:val="RedaliaTitre2"/>
      </w:pPr>
      <w:bookmarkStart w:id="199" w:name="_Toc180614152"/>
      <w:bookmarkStart w:id="200" w:name="__RefHeading___Toc10582_484324197"/>
      <w:bookmarkStart w:id="201" w:name="_Toc204263498"/>
      <w:r>
        <w:t>Résiliation pour non-respect des formalités relatives à la lutte contre le travail illégal</w:t>
      </w:r>
      <w:bookmarkEnd w:id="199"/>
      <w:bookmarkEnd w:id="200"/>
      <w:bookmarkEnd w:id="201"/>
    </w:p>
    <w:p w:rsidR="00CF2A77" w:rsidRDefault="003812CD">
      <w:pPr>
        <w:pStyle w:val="RedaliaNormal"/>
      </w:pPr>
      <w:r>
        <w:t>Conformément aux articles L 8222-1 et D 8222-5 du Code du travail et à l’article 15.2 «</w:t>
      </w:r>
      <w:r>
        <w:t xml:space="preserve"> Déclaration du prestataire », le Prestataire doit fournir à la signature du Contrat, puis de manière régulière en fonction de la durée de validité de chaque document, les documents tous les six (6) mois, et ce jusqu’à la fin de l’exécution du Contrat les </w:t>
      </w:r>
      <w:r>
        <w:t>documents suivants :</w:t>
      </w:r>
    </w:p>
    <w:p w:rsidR="00CF2A77" w:rsidRDefault="003812CD">
      <w:pPr>
        <w:pStyle w:val="Redaliapuces"/>
        <w:numPr>
          <w:ilvl w:val="0"/>
          <w:numId w:val="12"/>
        </w:numPr>
      </w:pPr>
      <w:r>
        <w:t xml:space="preserve">une attestation de fourniture de déclarations sociales émanant de l’organisme de protection sociale chargé du recouvrement des cotisations sociales incombant au Prestataire et datant de </w:t>
      </w:r>
      <w:r>
        <w:lastRenderedPageBreak/>
        <w:t>moins de six (6) mois ; cette attestation devra p</w:t>
      </w:r>
      <w:r>
        <w:t>orter la mention du paiement des cotisations et contributions de sécurité sociale qui devra faire apparaître l’identification de l’entreprise, le nombre de salariés employés et l’assiette de rémunération déclarée sur le dernier récapitulatif des cotisation</w:t>
      </w:r>
      <w:r>
        <w:t>s de sécurité sociale adressées à l’organisme de recouvrement ;</w:t>
      </w:r>
    </w:p>
    <w:p w:rsidR="00CF2A77" w:rsidRDefault="003812CD">
      <w:pPr>
        <w:pStyle w:val="Redaliapuces"/>
        <w:numPr>
          <w:ilvl w:val="0"/>
          <w:numId w:val="12"/>
        </w:numPr>
      </w:pPr>
      <w:r>
        <w:t>un extrait de l’inscription au registre du commerce et des sociétés] ou [une copie de la carte d’identification justifiant de l’inscription au répertoire des métiers] ou [un récépissé du dépôt</w:t>
      </w:r>
      <w:r>
        <w:t xml:space="preserve"> de déclaration auprès d’un centre de formalité des entreprises];</w:t>
      </w:r>
    </w:p>
    <w:p w:rsidR="00CF2A77" w:rsidRDefault="003812CD">
      <w:pPr>
        <w:pStyle w:val="Redaliapuces"/>
        <w:numPr>
          <w:ilvl w:val="0"/>
          <w:numId w:val="12"/>
        </w:numPr>
      </w:pPr>
      <w:r>
        <w:t>une attestation sur l’honneur établie par le Prestataire certifiant de la fourniture à ses salariés de bulletins de paie conforment à la réglementation française[2].</w:t>
      </w:r>
    </w:p>
    <w:p w:rsidR="00CF2A77" w:rsidRDefault="003812CD">
      <w:pPr>
        <w:pStyle w:val="RedaliaNormal"/>
      </w:pPr>
      <w:r>
        <w:t>En application de l’arti</w:t>
      </w:r>
      <w:r>
        <w:t>cle L 8222-6 du Code du travail, l’AFD se réserve la possibilité d’infliger une pénalité au Prestataire qui ne s’acquitterait pas des formalités mentionnées aux articles L 8221-3 à L 8221-5 du code du travail relatives au travail dissimulé par dissimulatio</w:t>
      </w:r>
      <w:r>
        <w:t>n d’activité et dissimulation d’emploi salarié.</w:t>
      </w:r>
    </w:p>
    <w:p w:rsidR="00CF2A77" w:rsidRDefault="003812CD">
      <w:pPr>
        <w:pStyle w:val="RedaliaNormal"/>
      </w:pPr>
      <w:r>
        <w:t>Sans préjudice des articles L. 8222-1 à L. 8222-3, toute personne morale de droit public ayant contracté avec une entreprise, informée par écrit par un agent de contrôle de la situation irrégulière de cette e</w:t>
      </w:r>
      <w:r>
        <w:t>ntreprise au regard des formalités mentionnées aux articles L. 8221-3 et L. 8221-5, enjoint aussitôt à cette entreprise de faire cesser sans délai cette situation. L’entreprise ainsi mise en demeure apporte à la personne publique, dans un délai de deux moi</w:t>
      </w:r>
      <w:r>
        <w:t>s, la preuve qu'elle a mis fin à la situation délictuelle. A défaut, le contrat peut être rompu sans indemnité, aux frais et risques de l'entrepreneur. La personne morale de droit public informe l'agent auteur du signalement des suites données par l'entrep</w:t>
      </w:r>
      <w:r>
        <w:t>rise à son injonction. A défaut de respecter les obligations qui découlent des premier et troisième alinéas du présent article ou, en cas de poursuite du contrat, si la preuve de la fin de la situation délictuelle ne lui a pas été apportée dans un délai de</w:t>
      </w:r>
      <w:r>
        <w:t xml:space="preserve"> six mois suivant la mise en demeure, la personne morale de droit public est tenue solidairement avec son cocontractant au paiement des sommes mentionnées aux 1° à 3° de l'article L. 8222-2, dans les conditions fixées à l'article L. 8222-3.</w:t>
      </w:r>
    </w:p>
    <w:p w:rsidR="00CF2A77" w:rsidRDefault="003812CD">
      <w:pPr>
        <w:pStyle w:val="RedaliaTitre1"/>
      </w:pPr>
      <w:bookmarkStart w:id="202" w:name="_Toc180614153"/>
      <w:bookmarkStart w:id="203" w:name="__RefHeading___Toc10584_484324197"/>
      <w:bookmarkStart w:id="204" w:name="_Toc204263499"/>
      <w:r>
        <w:t>Différends</w:t>
      </w:r>
      <w:bookmarkEnd w:id="202"/>
      <w:bookmarkEnd w:id="203"/>
      <w:bookmarkEnd w:id="204"/>
    </w:p>
    <w:p w:rsidR="00CF2A77" w:rsidRDefault="003812CD">
      <w:pPr>
        <w:pStyle w:val="RedaliaNormal"/>
      </w:pPr>
      <w:r>
        <w:t>En c</w:t>
      </w:r>
      <w:r>
        <w:t>as de différends entre les parties, il sera fait application de l’article 43 du CCAG PI.</w:t>
      </w:r>
    </w:p>
    <w:p w:rsidR="00CF2A77" w:rsidRDefault="003812CD">
      <w:pPr>
        <w:pStyle w:val="RedaliaNormal"/>
      </w:pPr>
      <w:r>
        <w:t>La loi française est seule applicable.</w:t>
      </w:r>
    </w:p>
    <w:p w:rsidR="00CF2A77" w:rsidRDefault="003812CD">
      <w:pPr>
        <w:pStyle w:val="RedaliaNormal"/>
      </w:pPr>
      <w:r>
        <w:t>En cas de litige, le tribunal compétent est le Tribunal administratif de Paris.</w:t>
      </w:r>
    </w:p>
    <w:p w:rsidR="00CF2A77" w:rsidRDefault="003812CD">
      <w:pPr>
        <w:pStyle w:val="RedaliaTitre1"/>
      </w:pPr>
      <w:bookmarkStart w:id="205" w:name="_Toc180614154"/>
      <w:bookmarkStart w:id="206" w:name="__RefHeading___Toc10586_484324197"/>
      <w:bookmarkStart w:id="207" w:name="_Toc204263500"/>
      <w:r>
        <w:t>Dispositions applicables en cas de titulaire étr</w:t>
      </w:r>
      <w:r>
        <w:t>anger</w:t>
      </w:r>
      <w:bookmarkEnd w:id="205"/>
      <w:bookmarkEnd w:id="206"/>
      <w:bookmarkEnd w:id="207"/>
    </w:p>
    <w:p w:rsidR="00CF2A77" w:rsidRDefault="003812CD">
      <w:pPr>
        <w:pStyle w:val="RedaliaNormal"/>
      </w:pPr>
      <w:r>
        <w:t>La loi française est seule applicable au présent marché.</w:t>
      </w:r>
    </w:p>
    <w:p w:rsidR="00CF2A77" w:rsidRDefault="003812CD">
      <w:pPr>
        <w:pStyle w:val="RedaliaNormal"/>
      </w:pPr>
      <w:r>
        <w:t>Tout rapport, toute documentation, toute correspondance relative au présent marché doit être rédigé en langue française, ou peut l'être en anglais après accord du Pouvoir Adjudicateur.</w:t>
      </w:r>
    </w:p>
    <w:p w:rsidR="00CF2A77" w:rsidRDefault="003812CD">
      <w:pPr>
        <w:pStyle w:val="RedaliaTitre1"/>
      </w:pPr>
      <w:bookmarkStart w:id="208" w:name="_Toc180614155"/>
      <w:bookmarkStart w:id="209" w:name="__RefHeading___Toc10588_484324197"/>
      <w:bookmarkStart w:id="210" w:name="_Toc204263501"/>
      <w:r>
        <w:t>Dérogati</w:t>
      </w:r>
      <w:r>
        <w:t>ons aux documents généraux</w:t>
      </w:r>
      <w:bookmarkEnd w:id="7"/>
      <w:bookmarkEnd w:id="208"/>
      <w:bookmarkEnd w:id="209"/>
      <w:bookmarkEnd w:id="210"/>
    </w:p>
    <w:p w:rsidR="00CF2A77" w:rsidRDefault="003812CD">
      <w:pPr>
        <w:pStyle w:val="RedaliaNormal"/>
      </w:pPr>
      <w:r>
        <w:t>Par dérogation à l’article 1er du CCAG-PI, les dérogations aux dispositions du CCAG-PI ne sont pas récapitulées dans le présent article mais sont indiquées expressément au fil de la lecture de celui-ci.</w:t>
      </w:r>
    </w:p>
    <w:p w:rsidR="00CF2A77" w:rsidRDefault="003812CD">
      <w:pPr>
        <w:pStyle w:val="RedaliaTitre1"/>
      </w:pPr>
      <w:bookmarkStart w:id="211" w:name="__RefHeading___Toc3785_850954893"/>
      <w:bookmarkStart w:id="212" w:name="_Toc180614156"/>
      <w:bookmarkStart w:id="213" w:name="_Toc204263502"/>
      <w:r>
        <w:t>Acceptation de l’avance</w:t>
      </w:r>
      <w:bookmarkEnd w:id="211"/>
      <w:bookmarkEnd w:id="212"/>
      <w:bookmarkEnd w:id="213"/>
    </w:p>
    <w:p w:rsidR="00CF2A77" w:rsidRDefault="003812CD">
      <w:pPr>
        <w:pStyle w:val="RedaliaNormal"/>
      </w:pPr>
      <w:r>
        <w:t>Un</w:t>
      </w:r>
      <w:r>
        <w:t>e avance est prévue dans les conditions fixées par la réglementation en vigueur.</w:t>
      </w:r>
    </w:p>
    <w:p w:rsidR="00CF2A77" w:rsidRDefault="00CF2A77">
      <w:pPr>
        <w:pStyle w:val="RedaliaNormal"/>
      </w:pPr>
    </w:p>
    <w:p w:rsidR="00CF2A77" w:rsidRDefault="003812CD">
      <w:pPr>
        <w:pStyle w:val="RedaliaNormal"/>
      </w:pPr>
      <w:r>
        <w:t xml:space="preserve">Titulaire unique ou mandataire : </w:t>
      </w:r>
      <w:r>
        <w:rPr>
          <w:rFonts w:ascii="Wingdings" w:eastAsia="Wingdings" w:hAnsi="Wingdings" w:cs="Wingdings"/>
        </w:rPr>
        <w:t></w:t>
      </w:r>
      <w:r>
        <w:t xml:space="preserve"> Refuse de percevoir l’avance</w:t>
      </w:r>
    </w:p>
    <w:p w:rsidR="00CF2A77" w:rsidRDefault="003812CD">
      <w:pPr>
        <w:pStyle w:val="RedaliaNormal"/>
      </w:pPr>
      <w:r>
        <w:rPr>
          <w:rFonts w:ascii="Wingdings" w:eastAsia="Wingdings" w:hAnsi="Wingdings" w:cs="Wingdings"/>
        </w:rPr>
        <w:lastRenderedPageBreak/>
        <w:t></w:t>
      </w:r>
      <w:r>
        <w:t xml:space="preserve"> Accepte de percevoir l’avance</w:t>
      </w:r>
    </w:p>
    <w:p w:rsidR="00CF2A77" w:rsidRDefault="00CF2A77">
      <w:pPr>
        <w:pStyle w:val="RedaliaNormal"/>
      </w:pPr>
    </w:p>
    <w:p w:rsidR="00CF2A77" w:rsidRDefault="003812CD">
      <w:pPr>
        <w:pStyle w:val="RedaliaNormal"/>
      </w:pPr>
      <w:r>
        <w:t xml:space="preserve">L’attention des candidats est attirée sur le fait que si aucun choix n’est </w:t>
      </w:r>
      <w:r>
        <w:t>fait, le pouvoir adjudicateur considérera que l’entreprise refuse de percevoir l’avance.</w:t>
      </w:r>
    </w:p>
    <w:p w:rsidR="00CF2A77" w:rsidRDefault="003812CD">
      <w:pPr>
        <w:pStyle w:val="RedaliaNormal"/>
      </w:pPr>
      <w:r>
        <w:t>La perception de l'avance par les cotraitants et sous-traitants est indiquée dans les annexes.</w:t>
      </w:r>
    </w:p>
    <w:p w:rsidR="00CF2A77" w:rsidRDefault="003812CD">
      <w:pPr>
        <w:pStyle w:val="RedaliaNormal"/>
      </w:pPr>
      <w:r>
        <w:t xml:space="preserve">L’avance sera versée et résorbée dans les conditions fixées par </w:t>
      </w:r>
      <w:r>
        <w:t>l’article Avance du présent Contrat qui détermine également les garanties à mettre en place par la ou les entreprises.</w:t>
      </w:r>
    </w:p>
    <w:p w:rsidR="00CF2A77" w:rsidRDefault="003812CD">
      <w:pPr>
        <w:pStyle w:val="RedaliaTitre1"/>
      </w:pPr>
      <w:bookmarkStart w:id="214" w:name="_Toc180614157"/>
      <w:bookmarkStart w:id="215" w:name="__RefHeading___Toc10590_484324197"/>
      <w:bookmarkStart w:id="216" w:name="_Toc204263503"/>
      <w:r>
        <w:t>Signature du candidat</w:t>
      </w:r>
      <w:bookmarkEnd w:id="214"/>
      <w:bookmarkEnd w:id="215"/>
      <w:bookmarkEnd w:id="216"/>
    </w:p>
    <w:p w:rsidR="00CF2A77" w:rsidRDefault="003812CD">
      <w:pPr>
        <w:pStyle w:val="RedaliaNormal"/>
      </w:pPr>
      <w:r>
        <w:t>Il est rappelé au candidat que la signature du présent Contrat vaut acceptation de toutes les pièces contractuelles</w:t>
      </w:r>
      <w:r>
        <w:t>.</w:t>
      </w:r>
    </w:p>
    <w:p w:rsidR="00CF2A77" w:rsidRDefault="00CF2A77">
      <w:pPr>
        <w:pStyle w:val="RedaliaNormal"/>
      </w:pPr>
    </w:p>
    <w:p w:rsidR="00CF2A77" w:rsidRDefault="003812CD">
      <w:pPr>
        <w:pStyle w:val="RedaliaNormal"/>
      </w:pPr>
      <w:r>
        <w:t xml:space="preserve">Le fournisseur adhère à la Charte Relations fournisseurs présente </w:t>
      </w:r>
      <w:hyperlink r:id="rId71" w:history="1">
        <w:r>
          <w:rPr>
            <w:rStyle w:val="Lienhypertexte"/>
            <w:rFonts w:ascii="Calibri" w:hAnsi="Calibri"/>
            <w:i/>
            <w:iCs/>
            <w:color w:val="4472C4"/>
          </w:rPr>
          <w:t>ici</w:t>
        </w:r>
      </w:hyperlink>
      <w:r>
        <w:t xml:space="preserve"> et s’engage à respecter les principes et engagements énoncés ci-dessu</w:t>
      </w:r>
      <w:r>
        <w:t>s, et ce pendant toute la durée du processus d’achat et de la relation contractuelle avec le groupe AFD.</w:t>
      </w:r>
    </w:p>
    <w:p w:rsidR="00CF2A77" w:rsidRDefault="00CF2A77">
      <w:pPr>
        <w:pStyle w:val="RedaliaNormal"/>
      </w:pPr>
    </w:p>
    <w:p w:rsidR="00CF2A77" w:rsidRDefault="003812CD">
      <w:pPr>
        <w:pStyle w:val="RedaliaNormal"/>
      </w:pPr>
      <w:r>
        <w:t>Le fournisseur s’engage également à faire connaître et faire respecter les engagements de la présente Charte par l’ensemble de ses collaborateurs, y c</w:t>
      </w:r>
      <w:r>
        <w:t>ompris temporaires et intérimaires, partenaires, fournisseurs, et sous-traitants.</w:t>
      </w:r>
    </w:p>
    <w:p w:rsidR="00CF2A77" w:rsidRDefault="00CF2A77">
      <w:pPr>
        <w:pStyle w:val="RedaliaNormal"/>
      </w:pPr>
    </w:p>
    <w:p w:rsidR="00CF2A77" w:rsidRDefault="003812CD">
      <w:pPr>
        <w:pStyle w:val="RedaliaNormal"/>
      </w:pPr>
      <w:r>
        <w:t>Fait en un seul original</w:t>
      </w:r>
    </w:p>
    <w:p w:rsidR="00CF2A77" w:rsidRDefault="003812CD">
      <w:pPr>
        <w:pStyle w:val="RedaliaNormal"/>
      </w:pPr>
      <w:r>
        <w:t>A :</w:t>
      </w:r>
    </w:p>
    <w:p w:rsidR="00CF2A77" w:rsidRDefault="003812CD">
      <w:pPr>
        <w:pStyle w:val="RedaliaNormal"/>
      </w:pPr>
      <w:r>
        <w:t>Le</w:t>
      </w:r>
    </w:p>
    <w:p w:rsidR="00CF2A77" w:rsidRDefault="003812CD">
      <w:pPr>
        <w:pStyle w:val="RedaliaNormal"/>
      </w:pPr>
      <w:r>
        <w:t>Signature(s) du titulaire, ou, en cas de groupement d’entreprises, du mandataire habilité ou de chaque membre du groupement :</w:t>
      </w:r>
    </w:p>
    <w:p w:rsidR="00CF2A77" w:rsidRDefault="003812CD">
      <w:pPr>
        <w:pStyle w:val="RedaliaTitre1"/>
      </w:pPr>
      <w:bookmarkStart w:id="217" w:name="_Toc180614158"/>
      <w:bookmarkStart w:id="218" w:name="__RefHeading___Toc3787_850954893"/>
      <w:bookmarkStart w:id="219" w:name="_Toc204263504"/>
      <w:r>
        <w:t xml:space="preserve">Acceptation de </w:t>
      </w:r>
      <w:r>
        <w:t>l’offre</w:t>
      </w:r>
      <w:bookmarkEnd w:id="217"/>
      <w:r>
        <w:t xml:space="preserve"> par le Pouvoir Adjudicateur</w:t>
      </w:r>
      <w:bookmarkEnd w:id="218"/>
      <w:bookmarkEnd w:id="219"/>
    </w:p>
    <w:p w:rsidR="00CF2A77" w:rsidRDefault="003812CD">
      <w:pPr>
        <w:pStyle w:val="RedaliaNormal"/>
      </w:pPr>
      <w:r>
        <w:t>Les sous-traitants proposés dans les actes de sous-traitance annexés au présent Contrat sont acceptés comme ayant droit au paiement direct et les conditions de paiement indiquées sont agrées.</w:t>
      </w:r>
    </w:p>
    <w:p w:rsidR="00CF2A77" w:rsidRDefault="00CF2A77">
      <w:pPr>
        <w:pStyle w:val="RedaliaNormal"/>
      </w:pPr>
    </w:p>
    <w:p w:rsidR="00CF2A77" w:rsidRDefault="003812CD">
      <w:pPr>
        <w:pStyle w:val="RedaliaNormal"/>
      </w:pPr>
      <w:r>
        <w:t>Est acceptée la présente of</w:t>
      </w:r>
      <w:r>
        <w:t>fre pour valoir acte d’engagement.</w:t>
      </w:r>
    </w:p>
    <w:p w:rsidR="00CF2A77" w:rsidRDefault="00CF2A77">
      <w:pPr>
        <w:pStyle w:val="RedaliaNormal"/>
      </w:pPr>
    </w:p>
    <w:p w:rsidR="00CF2A77" w:rsidRDefault="003812CD">
      <w:pPr>
        <w:pStyle w:val="RedaliaNormal"/>
      </w:pPr>
      <w:r>
        <w:t>A</w:t>
      </w:r>
    </w:p>
    <w:p w:rsidR="00CF2A77" w:rsidRDefault="003812CD">
      <w:pPr>
        <w:pStyle w:val="RedaliaNormal"/>
      </w:pPr>
      <w:r>
        <w:t>Le</w:t>
      </w:r>
    </w:p>
    <w:p w:rsidR="00CF2A77" w:rsidRDefault="00CF2A77">
      <w:pPr>
        <w:pStyle w:val="RedaliaNormal"/>
      </w:pPr>
    </w:p>
    <w:p w:rsidR="00CF2A77" w:rsidRDefault="003812CD">
      <w:pPr>
        <w:pStyle w:val="RedaliaNormal"/>
      </w:pPr>
      <w:r>
        <w:t>Le Pouvoir Adjudicateur</w:t>
      </w:r>
    </w:p>
    <w:p w:rsidR="00CF2A77" w:rsidRDefault="00CF2A77">
      <w:pPr>
        <w:pStyle w:val="RedaliaNormal"/>
      </w:pPr>
    </w:p>
    <w:p w:rsidR="00CF2A77" w:rsidRDefault="00CF2A77">
      <w:pPr>
        <w:pStyle w:val="RedaliaNormal"/>
        <w:pageBreakBefore/>
      </w:pPr>
    </w:p>
    <w:p w:rsidR="00CF2A77" w:rsidRDefault="003812CD">
      <w:pPr>
        <w:pStyle w:val="RedaliaTitre1"/>
      </w:pPr>
      <w:bookmarkStart w:id="220" w:name="__RefHeading___Toc10592_484324197"/>
      <w:bookmarkStart w:id="221" w:name="_Toc204263505"/>
      <w:r>
        <w:t>Annexe : Déclaration de sous-traitance</w:t>
      </w:r>
      <w:bookmarkEnd w:id="220"/>
      <w:bookmarkEnd w:id="221"/>
    </w:p>
    <w:p w:rsidR="00CF2A77" w:rsidRDefault="003812CD">
      <w:pPr>
        <w:pStyle w:val="RdaliaTitreparagraphe"/>
      </w:pPr>
      <w:r>
        <w:t>Annexe au Contrat Unique (CU)</w:t>
      </w:r>
    </w:p>
    <w:p w:rsidR="00CF2A77" w:rsidRDefault="003812CD">
      <w:pPr>
        <w:pStyle w:val="RdaliaTitreparagraphe"/>
      </w:pPr>
      <w:r>
        <w:t>Pouvoir Adjudicateur : Agence Française de Développement</w:t>
      </w:r>
    </w:p>
    <w:p w:rsidR="00CF2A77" w:rsidRDefault="003812CD">
      <w:pPr>
        <w:pStyle w:val="RedaliaRetraitPuceniveau1"/>
        <w:numPr>
          <w:ilvl w:val="0"/>
          <w:numId w:val="31"/>
        </w:numPr>
      </w:pPr>
      <w:r>
        <w:t>Désignation de l’acheteur :</w:t>
      </w:r>
    </w:p>
    <w:p w:rsidR="00CF2A77" w:rsidRDefault="003812CD">
      <w:pPr>
        <w:pStyle w:val="RedaliaNormal"/>
      </w:pPr>
      <w:r>
        <w:tab/>
      </w:r>
    </w:p>
    <w:p w:rsidR="00CF2A77" w:rsidRDefault="003812CD">
      <w:pPr>
        <w:pStyle w:val="RedaliaNormal"/>
      </w:pPr>
      <w:r>
        <w:tab/>
      </w:r>
    </w:p>
    <w:p w:rsidR="00CF2A77" w:rsidRDefault="00CF2A77">
      <w:pPr>
        <w:pStyle w:val="RedaliaRetraitavecpuce"/>
        <w:ind w:left="360"/>
      </w:pPr>
    </w:p>
    <w:p w:rsidR="00CF2A77" w:rsidRDefault="003812CD">
      <w:pPr>
        <w:pStyle w:val="RedaliaRetraitPuceniveau1"/>
        <w:numPr>
          <w:ilvl w:val="0"/>
          <w:numId w:val="14"/>
        </w:numPr>
      </w:pPr>
      <w:r>
        <w:t xml:space="preserve">Personne habilitée à donner </w:t>
      </w:r>
      <w:r>
        <w:t>les renseignements relatifs aux nantissements ou cessions de créances :</w:t>
      </w:r>
    </w:p>
    <w:p w:rsidR="00CF2A77" w:rsidRDefault="003812CD">
      <w:pPr>
        <w:pStyle w:val="RedaliaNormal"/>
      </w:pPr>
      <w:r>
        <w:tab/>
      </w:r>
    </w:p>
    <w:p w:rsidR="00CF2A77" w:rsidRDefault="003812CD">
      <w:pPr>
        <w:pStyle w:val="RedaliaNormal"/>
      </w:pPr>
      <w:r>
        <w:tab/>
      </w:r>
    </w:p>
    <w:p w:rsidR="00CF2A77" w:rsidRDefault="003812CD">
      <w:pPr>
        <w:pStyle w:val="RdaliaTitreparagraphe"/>
        <w:rPr>
          <w:lang w:val="en-GB"/>
        </w:rPr>
      </w:pPr>
      <w:r>
        <w:rPr>
          <w:lang w:val="en-GB"/>
        </w:rPr>
        <w:t>Objet de l'accord-cadre</w:t>
      </w:r>
    </w:p>
    <w:p w:rsidR="00CF2A77" w:rsidRDefault="003812CD">
      <w:pPr>
        <w:autoSpaceDE w:val="0"/>
      </w:pPr>
      <w:r>
        <w:rPr>
          <w:rFonts w:ascii="Segoe UI" w:hAnsi="Segoe UI" w:cs="Segoe UI"/>
          <w:b/>
          <w:color w:val="000000"/>
          <w:sz w:val="20"/>
          <w:lang w:val="en-GB"/>
        </w:rPr>
        <w:t>Technical support to BRDE (Regional Development Bank of Brazil's Southern region)</w:t>
      </w:r>
    </w:p>
    <w:p w:rsidR="00CF2A77" w:rsidRDefault="00CF2A77">
      <w:pPr>
        <w:pStyle w:val="RedaliaNormal"/>
        <w:rPr>
          <w:lang w:val="en-GB"/>
        </w:rPr>
      </w:pPr>
    </w:p>
    <w:p w:rsidR="00CF2A77" w:rsidRDefault="003812CD">
      <w:pPr>
        <w:pStyle w:val="RedaliaNormal"/>
        <w:rPr>
          <w:lang w:val="en-GB"/>
        </w:rPr>
      </w:pPr>
      <w:r>
        <w:rPr>
          <w:lang w:val="en-GB"/>
        </w:rPr>
        <w:t> Lot n° 1 – Support to BRDE’s sustainable finance practices</w:t>
      </w:r>
    </w:p>
    <w:p w:rsidR="00CF2A77" w:rsidRDefault="003812CD">
      <w:pPr>
        <w:pStyle w:val="RedaliaNormal"/>
        <w:rPr>
          <w:lang w:val="en-GB"/>
        </w:rPr>
      </w:pPr>
      <w:r>
        <w:rPr>
          <w:lang w:val="en-GB"/>
        </w:rPr>
        <w:t> Lot n° 2 –</w:t>
      </w:r>
      <w:r>
        <w:rPr>
          <w:lang w:val="en-GB"/>
        </w:rPr>
        <w:t xml:space="preserve"> Support to BRDE's Asset and Liability Management</w:t>
      </w:r>
    </w:p>
    <w:p w:rsidR="00CF2A77" w:rsidRDefault="003812CD">
      <w:pPr>
        <w:pStyle w:val="RedaliaNormal"/>
        <w:rPr>
          <w:lang w:val="en-GB"/>
        </w:rPr>
      </w:pPr>
      <w:r>
        <w:rPr>
          <w:lang w:val="en-GB"/>
        </w:rPr>
        <w:t> Lot n° 3 – Support to BRDE’s gender approach</w:t>
      </w:r>
    </w:p>
    <w:p w:rsidR="00CF2A77" w:rsidRDefault="003812CD">
      <w:pPr>
        <w:pStyle w:val="RdaliaTitreparagraphe"/>
      </w:pPr>
      <w:r>
        <w:t>Objet de la déclaration du sous-traitant</w:t>
      </w:r>
    </w:p>
    <w:p w:rsidR="00CF2A77" w:rsidRDefault="003812CD">
      <w:pPr>
        <w:pStyle w:val="RedaliaNormal"/>
      </w:pPr>
      <w:r>
        <w:t>La présente déclaration de sous-traitance constitue :</w:t>
      </w:r>
    </w:p>
    <w:p w:rsidR="00CF2A77" w:rsidRDefault="00CF2A77">
      <w:pPr>
        <w:pStyle w:val="RedaliaNormal"/>
      </w:pPr>
    </w:p>
    <w:p w:rsidR="00CF2A77" w:rsidRDefault="003812CD">
      <w:pPr>
        <w:pStyle w:val="RedaliaNormal"/>
      </w:pPr>
      <w:r>
        <w:rPr>
          <w:rFonts w:ascii="Wingdings" w:eastAsia="Wingdings" w:hAnsi="Wingdings" w:cs="Wingdings"/>
        </w:rPr>
        <w:t></w:t>
      </w:r>
      <w:r>
        <w:t xml:space="preserve"> Un document annexé à l’offre du soumissionnaire.</w:t>
      </w:r>
    </w:p>
    <w:p w:rsidR="00CF2A77" w:rsidRDefault="00CF2A77">
      <w:pPr>
        <w:pStyle w:val="RedaliaNormal"/>
      </w:pPr>
    </w:p>
    <w:p w:rsidR="00CF2A77" w:rsidRDefault="003812CD">
      <w:pPr>
        <w:pStyle w:val="RedaliaNormal"/>
      </w:pPr>
      <w:r>
        <w:rPr>
          <w:rFonts w:ascii="Wingdings" w:eastAsia="Wingdings" w:hAnsi="Wingdings" w:cs="Wingdings"/>
        </w:rPr>
        <w:t></w:t>
      </w:r>
      <w:r>
        <w:t xml:space="preserve"> Un acte s</w:t>
      </w:r>
      <w:r>
        <w:t xml:space="preserve">pécial portant acceptation du sous-traitant et agrément de ses conditions de paiement </w:t>
      </w:r>
      <w:r>
        <w:rPr>
          <w:i/>
          <w:iCs/>
          <w:sz w:val="20"/>
          <w:szCs w:val="18"/>
        </w:rPr>
        <w:t>(sous-traitant présenté après attribution de l'accord-cadre)</w:t>
      </w:r>
    </w:p>
    <w:p w:rsidR="00CF2A77" w:rsidRDefault="00CF2A77">
      <w:pPr>
        <w:pStyle w:val="RedaliaNormal"/>
      </w:pPr>
    </w:p>
    <w:p w:rsidR="00CF2A77" w:rsidRDefault="003812CD">
      <w:pPr>
        <w:pStyle w:val="RedaliaNormal"/>
      </w:pPr>
      <w:r>
        <w:rPr>
          <w:rFonts w:ascii="Wingdings" w:eastAsia="Wingdings" w:hAnsi="Wingdings" w:cs="Wingdings"/>
        </w:rPr>
        <w:t></w:t>
      </w:r>
      <w:r>
        <w:t xml:space="preserve"> Un acte spécial modificatif : il annule et remplace la déclaration de sous-traitance du ………..</w:t>
      </w:r>
    </w:p>
    <w:p w:rsidR="00CF2A77" w:rsidRDefault="00CF2A77">
      <w:pPr>
        <w:pStyle w:val="RedaliaNormal"/>
      </w:pPr>
    </w:p>
    <w:p w:rsidR="00CF2A77" w:rsidRDefault="003812CD">
      <w:pPr>
        <w:pStyle w:val="RdaliaTitreparagraphe"/>
      </w:pPr>
      <w:r>
        <w:t>Identification du soumissionnaire ou du titulaire</w:t>
      </w:r>
    </w:p>
    <w:p w:rsidR="00CF2A77" w:rsidRDefault="003812CD">
      <w:pPr>
        <w:pStyle w:val="RedaliaNormal"/>
      </w:pPr>
      <w:r>
        <w:t xml:space="preserve">Nom commercial et dénomination sociale de l’unité ou de l’établissement qui exécutera la prestation, adresses postale et du siège social (si elle est différente de l’adresse postale), adresse électronique, </w:t>
      </w:r>
      <w:r>
        <w:t>numéros de téléphone et de télécopie, numéro SIRET :</w:t>
      </w:r>
    </w:p>
    <w:p w:rsidR="00CF2A77" w:rsidRDefault="003812CD">
      <w:pPr>
        <w:pStyle w:val="RedaliaNormal"/>
      </w:pPr>
      <w:r>
        <w:tab/>
      </w:r>
    </w:p>
    <w:p w:rsidR="00CF2A77" w:rsidRDefault="003812CD">
      <w:pPr>
        <w:pStyle w:val="RedaliaNormal"/>
      </w:pPr>
      <w:r>
        <w:tab/>
      </w:r>
    </w:p>
    <w:p w:rsidR="00CF2A77" w:rsidRDefault="003812CD">
      <w:pPr>
        <w:pStyle w:val="RedaliaNormal"/>
      </w:pPr>
      <w:r>
        <w:lastRenderedPageBreak/>
        <w:tab/>
      </w:r>
    </w:p>
    <w:p w:rsidR="00CF2A77" w:rsidRDefault="00CF2A77">
      <w:pPr>
        <w:pStyle w:val="RedaliaNormal"/>
      </w:pPr>
    </w:p>
    <w:p w:rsidR="00CF2A77" w:rsidRDefault="003812CD">
      <w:pPr>
        <w:pStyle w:val="RedaliaNormal"/>
      </w:pPr>
      <w:r>
        <w:t>Forme juridique du soumissionnaire individuel, du titulaire ou du membre du groupement (entreprise individuelle, SA, SARL, EURL, association, établissement public, etc.) :</w:t>
      </w:r>
    </w:p>
    <w:p w:rsidR="00CF2A77" w:rsidRDefault="003812CD">
      <w:pPr>
        <w:pStyle w:val="RedaliaNormal"/>
      </w:pPr>
      <w:r>
        <w:tab/>
      </w:r>
    </w:p>
    <w:p w:rsidR="00CF2A77" w:rsidRDefault="003812CD">
      <w:pPr>
        <w:pStyle w:val="RedaliaNormal"/>
      </w:pPr>
      <w:r>
        <w:tab/>
      </w:r>
    </w:p>
    <w:p w:rsidR="00CF2A77" w:rsidRDefault="003812CD">
      <w:pPr>
        <w:pStyle w:val="RedaliaNormal"/>
      </w:pPr>
      <w:r>
        <w:tab/>
      </w:r>
    </w:p>
    <w:p w:rsidR="00CF2A77" w:rsidRDefault="00CF2A77">
      <w:pPr>
        <w:pStyle w:val="RedaliaNormal"/>
      </w:pPr>
    </w:p>
    <w:p w:rsidR="00CF2A77" w:rsidRDefault="003812CD">
      <w:pPr>
        <w:pStyle w:val="RedaliaNormal"/>
      </w:pPr>
      <w:r>
        <w:t xml:space="preserve">En cas de </w:t>
      </w:r>
      <w:r>
        <w:t>groupement momentané d’entreprises, identification et coordonnées du mandataire du groupement :</w:t>
      </w:r>
    </w:p>
    <w:p w:rsidR="00CF2A77" w:rsidRDefault="003812CD">
      <w:pPr>
        <w:pStyle w:val="RedaliaNormal"/>
      </w:pPr>
      <w:r>
        <w:tab/>
      </w:r>
    </w:p>
    <w:p w:rsidR="00CF2A77" w:rsidRDefault="003812CD">
      <w:pPr>
        <w:pStyle w:val="RedaliaNormal"/>
      </w:pPr>
      <w:r>
        <w:tab/>
      </w:r>
    </w:p>
    <w:p w:rsidR="00CF2A77" w:rsidRDefault="003812CD">
      <w:pPr>
        <w:pStyle w:val="RedaliaNormal"/>
      </w:pPr>
      <w:r>
        <w:tab/>
      </w:r>
    </w:p>
    <w:p w:rsidR="00CF2A77" w:rsidRDefault="003812CD">
      <w:pPr>
        <w:pStyle w:val="RdaliaTitreparagraphe"/>
      </w:pPr>
      <w:r>
        <w:t>Identification du sous-traitant</w:t>
      </w:r>
    </w:p>
    <w:p w:rsidR="00CF2A77" w:rsidRDefault="003812CD">
      <w:pPr>
        <w:pStyle w:val="RedaliaNormal"/>
      </w:pPr>
      <w:r>
        <w:t>Nom commercial et dénomination sociale de l’unité ou de l’établissement qui exécutera la prestation, adresses postale et d</w:t>
      </w:r>
      <w:r>
        <w:t>u siège social (si elle est différente de l’adresse postale), adresse électronique, numéros de téléphone et de télécopie, numéro SIRET :</w:t>
      </w:r>
    </w:p>
    <w:p w:rsidR="00CF2A77" w:rsidRDefault="003812CD">
      <w:pPr>
        <w:pStyle w:val="RedaliaNormal"/>
      </w:pPr>
      <w:r>
        <w:tab/>
      </w:r>
    </w:p>
    <w:p w:rsidR="00CF2A77" w:rsidRDefault="003812CD">
      <w:pPr>
        <w:pStyle w:val="RedaliaNormal"/>
      </w:pPr>
      <w:r>
        <w:tab/>
      </w:r>
    </w:p>
    <w:p w:rsidR="00CF2A77" w:rsidRDefault="003812CD">
      <w:pPr>
        <w:pStyle w:val="RedaliaNormal"/>
      </w:pPr>
      <w:r>
        <w:tab/>
      </w:r>
    </w:p>
    <w:p w:rsidR="00CF2A77" w:rsidRDefault="00CF2A77">
      <w:pPr>
        <w:pStyle w:val="RedaliaNormal"/>
        <w:rPr>
          <w:u w:val="single"/>
        </w:rPr>
      </w:pPr>
    </w:p>
    <w:p w:rsidR="00CF2A77" w:rsidRDefault="003812CD">
      <w:pPr>
        <w:pStyle w:val="RedaliaNormal"/>
      </w:pPr>
      <w:r>
        <w:t>Forme juridique du soumissionnaire individuel, du titulaire ou du membre du groupement (entreprise individuelle,</w:t>
      </w:r>
      <w:r>
        <w:t xml:space="preserve"> SA, SARL, EURL, association, établissement public, etc.) :</w:t>
      </w:r>
    </w:p>
    <w:p w:rsidR="00CF2A77" w:rsidRDefault="003812CD">
      <w:pPr>
        <w:pStyle w:val="RedaliaNormal"/>
      </w:pPr>
      <w:r>
        <w:tab/>
      </w:r>
    </w:p>
    <w:p w:rsidR="00CF2A77" w:rsidRDefault="003812CD">
      <w:pPr>
        <w:pStyle w:val="RedaliaNormal"/>
      </w:pPr>
      <w:r>
        <w:tab/>
      </w:r>
    </w:p>
    <w:p w:rsidR="00CF2A77" w:rsidRDefault="003812CD">
      <w:pPr>
        <w:pStyle w:val="RedaliaNormal"/>
      </w:pPr>
      <w:r>
        <w:tab/>
      </w:r>
    </w:p>
    <w:p w:rsidR="00CF2A77" w:rsidRDefault="00CF2A77">
      <w:pPr>
        <w:pStyle w:val="RedaliaNormal"/>
      </w:pPr>
    </w:p>
    <w:p w:rsidR="00CF2A77" w:rsidRDefault="003812CD">
      <w:pPr>
        <w:pStyle w:val="RedaliaNormal"/>
      </w:pPr>
      <w:r>
        <w:t xml:space="preserve">Personne(s) physique(s) ayant le pouvoir d’engager le sous-traitant : (Indiquer le nom, prénom et la qualité de chaque personne) :  </w:t>
      </w:r>
    </w:p>
    <w:p w:rsidR="00CF2A77" w:rsidRDefault="003812CD">
      <w:pPr>
        <w:pStyle w:val="RedaliaNormal"/>
      </w:pPr>
      <w:r>
        <w:tab/>
      </w:r>
    </w:p>
    <w:p w:rsidR="00CF2A77" w:rsidRDefault="003812CD">
      <w:pPr>
        <w:pStyle w:val="RedaliaNormal"/>
      </w:pPr>
      <w:r>
        <w:tab/>
      </w:r>
    </w:p>
    <w:p w:rsidR="00CF2A77" w:rsidRDefault="003812CD">
      <w:pPr>
        <w:pStyle w:val="RedaliaNormal"/>
      </w:pPr>
      <w:r>
        <w:tab/>
      </w:r>
    </w:p>
    <w:p w:rsidR="00CF2A77" w:rsidRDefault="00CF2A77">
      <w:pPr>
        <w:pStyle w:val="RedaliaNormal"/>
      </w:pPr>
    </w:p>
    <w:p w:rsidR="00CF2A77" w:rsidRDefault="003812CD">
      <w:pPr>
        <w:pStyle w:val="RedaliaNormal"/>
      </w:pPr>
      <w:r>
        <w:t xml:space="preserve">Le sous-traitant est-il une micro, une petite ou </w:t>
      </w:r>
      <w:r>
        <w:t xml:space="preserve">une moyenne entreprise au sens de la recommandation de la Commission du 6 mai 2003 concernant la définition des micro, petites et moyennes entreprises ou un artisan au sens au sens de l'article 19 de la loi du 5 juillet 1996 n° 96-603 modifiée relative au </w:t>
      </w:r>
      <w:r>
        <w:t xml:space="preserve">développement et à la promotion du commerce et de l’artisanat ? </w:t>
      </w:r>
      <w:r>
        <w:rPr>
          <w:i/>
          <w:iCs/>
          <w:sz w:val="20"/>
          <w:szCs w:val="18"/>
        </w:rPr>
        <w:t>(Art. R. 2151-13 et R. 2351-12 du Code de la commande publique)</w:t>
      </w:r>
    </w:p>
    <w:p w:rsidR="00CF2A77" w:rsidRDefault="00CF2A77">
      <w:pPr>
        <w:pStyle w:val="RedaliaNormal"/>
        <w:rPr>
          <w:sz w:val="12"/>
          <w:szCs w:val="10"/>
        </w:rPr>
      </w:pPr>
    </w:p>
    <w:p w:rsidR="00CF2A77" w:rsidRDefault="003812CD">
      <w:pPr>
        <w:pStyle w:val="RedaliaRetraitavecpuce"/>
        <w:ind w:left="720" w:hanging="360"/>
        <w:jc w:val="center"/>
      </w:pPr>
      <w:r>
        <w:rPr>
          <w:rFonts w:ascii="Wingdings" w:eastAsia="Wingdings" w:hAnsi="Wingdings" w:cs="Wingdings"/>
        </w:rPr>
        <w:t></w:t>
      </w:r>
      <w:r>
        <w:t xml:space="preserve"> OUI          </w:t>
      </w:r>
      <w:r>
        <w:rPr>
          <w:rFonts w:ascii="Wingdings" w:eastAsia="Wingdings" w:hAnsi="Wingdings" w:cs="Wingdings"/>
        </w:rPr>
        <w:t></w:t>
      </w:r>
      <w:r>
        <w:t xml:space="preserve"> NON</w:t>
      </w:r>
    </w:p>
    <w:p w:rsidR="00CF2A77" w:rsidRDefault="003812CD">
      <w:pPr>
        <w:pStyle w:val="RdaliaTitreparagraphe"/>
      </w:pPr>
      <w:r>
        <w:t>Nature des prestations sous-traitées</w:t>
      </w:r>
    </w:p>
    <w:p w:rsidR="00CF2A77" w:rsidRDefault="003812CD">
      <w:pPr>
        <w:pStyle w:val="RedaliaNormal"/>
      </w:pPr>
      <w:r>
        <w:rPr>
          <w:b/>
        </w:rPr>
        <w:t>Nature des prestations sous-traitées</w:t>
      </w:r>
      <w:r>
        <w:t> :</w:t>
      </w:r>
      <w:r>
        <w:tab/>
      </w:r>
    </w:p>
    <w:p w:rsidR="00CF2A77" w:rsidRDefault="003812CD">
      <w:pPr>
        <w:pStyle w:val="RedaliaNormal"/>
      </w:pPr>
      <w:r>
        <w:lastRenderedPageBreak/>
        <w:tab/>
      </w:r>
    </w:p>
    <w:p w:rsidR="00CF2A77" w:rsidRDefault="00CF2A77">
      <w:pPr>
        <w:pStyle w:val="RedaliaNormal"/>
      </w:pPr>
    </w:p>
    <w:p w:rsidR="00CF2A77" w:rsidRDefault="003812CD">
      <w:pPr>
        <w:pStyle w:val="RedaliaNormal"/>
        <w:rPr>
          <w:b/>
        </w:rPr>
      </w:pPr>
      <w:r>
        <w:rPr>
          <w:b/>
        </w:rPr>
        <w:t xml:space="preserve">Sous-traitance de </w:t>
      </w:r>
      <w:r>
        <w:rPr>
          <w:b/>
        </w:rPr>
        <w:t>traitement de données à caractère personnel :</w:t>
      </w:r>
    </w:p>
    <w:p w:rsidR="00CF2A77" w:rsidRDefault="003812CD">
      <w:pPr>
        <w:pStyle w:val="RedaliaNormal"/>
        <w:rPr>
          <w:bCs/>
          <w:i/>
          <w:iCs/>
          <w:sz w:val="18"/>
          <w:szCs w:val="16"/>
        </w:rPr>
      </w:pPr>
      <w:r>
        <w:rPr>
          <w:bCs/>
          <w:i/>
          <w:iCs/>
          <w:sz w:val="18"/>
          <w:szCs w:val="16"/>
        </w:rPr>
        <w:t>(À compléter le cas échéant)</w:t>
      </w:r>
    </w:p>
    <w:p w:rsidR="00CF2A77" w:rsidRDefault="003812CD">
      <w:pPr>
        <w:pStyle w:val="RedaliaNormal"/>
      </w:pPr>
      <w:r>
        <w:tab/>
      </w:r>
    </w:p>
    <w:p w:rsidR="00CF2A77" w:rsidRDefault="003812CD">
      <w:pPr>
        <w:pStyle w:val="RedaliaNormal"/>
      </w:pPr>
      <w:r>
        <w:tab/>
      </w:r>
    </w:p>
    <w:p w:rsidR="00CF2A77" w:rsidRDefault="00CF2A77">
      <w:pPr>
        <w:pStyle w:val="RedaliaNormal"/>
      </w:pPr>
    </w:p>
    <w:p w:rsidR="00CF2A77" w:rsidRDefault="003812CD">
      <w:pPr>
        <w:pStyle w:val="RedaliaNormal"/>
      </w:pPr>
      <w:r>
        <w:t>Le sous-traitant est autorisé à traiter les données à caractère personnel nécessaires pour fournir le (ou les) service(s) suivant(s) : ……………</w:t>
      </w:r>
    </w:p>
    <w:p w:rsidR="00CF2A77" w:rsidRDefault="00CF2A77">
      <w:pPr>
        <w:pStyle w:val="RedaliaNormal"/>
      </w:pPr>
    </w:p>
    <w:p w:rsidR="00CF2A77" w:rsidRDefault="003812CD">
      <w:pPr>
        <w:pStyle w:val="RedaliaNormal"/>
      </w:pPr>
      <w:r>
        <w:t xml:space="preserve">La durée du traitement est : </w:t>
      </w:r>
      <w:r>
        <w:t>……………..</w:t>
      </w:r>
    </w:p>
    <w:p w:rsidR="00CF2A77" w:rsidRDefault="00CF2A77">
      <w:pPr>
        <w:pStyle w:val="RedaliaNormal"/>
      </w:pPr>
    </w:p>
    <w:p w:rsidR="00CF2A77" w:rsidRDefault="003812CD">
      <w:pPr>
        <w:pStyle w:val="RedaliaNormal"/>
      </w:pPr>
      <w:r>
        <w:t>La nature des opérations réalisées sur les données est : ………………….</w:t>
      </w:r>
    </w:p>
    <w:p w:rsidR="00CF2A77" w:rsidRDefault="00CF2A77">
      <w:pPr>
        <w:pStyle w:val="RedaliaNormal"/>
      </w:pPr>
    </w:p>
    <w:p w:rsidR="00CF2A77" w:rsidRDefault="003812CD">
      <w:pPr>
        <w:pStyle w:val="RedaliaNormal"/>
      </w:pPr>
      <w:r>
        <w:t>La (ou les) finalité(s) du traitement est (sont) : ……………</w:t>
      </w:r>
    </w:p>
    <w:p w:rsidR="00CF2A77" w:rsidRDefault="00CF2A77">
      <w:pPr>
        <w:pStyle w:val="RedaliaNormal"/>
      </w:pPr>
    </w:p>
    <w:p w:rsidR="00CF2A77" w:rsidRDefault="003812CD">
      <w:pPr>
        <w:pStyle w:val="RedaliaNormal"/>
      </w:pPr>
      <w:r>
        <w:t>Les données à caractère personnel traitées sont : ………………</w:t>
      </w:r>
    </w:p>
    <w:p w:rsidR="00CF2A77" w:rsidRDefault="00CF2A77">
      <w:pPr>
        <w:pStyle w:val="RedaliaNormal"/>
      </w:pPr>
    </w:p>
    <w:p w:rsidR="00CF2A77" w:rsidRDefault="003812CD">
      <w:pPr>
        <w:pStyle w:val="RedaliaNormal"/>
      </w:pPr>
      <w:r>
        <w:t>Les catégories de personnes concernées sont : ………………….</w:t>
      </w:r>
    </w:p>
    <w:p w:rsidR="00CF2A77" w:rsidRDefault="00CF2A77">
      <w:pPr>
        <w:pStyle w:val="RedaliaNormal"/>
      </w:pPr>
    </w:p>
    <w:p w:rsidR="00CF2A77" w:rsidRDefault="003812CD">
      <w:pPr>
        <w:pStyle w:val="RedaliaNormal"/>
      </w:pPr>
      <w:r>
        <w:t>Le soumi</w:t>
      </w:r>
      <w:r>
        <w:t>ssionnaire/titulaire déclare que :</w:t>
      </w:r>
    </w:p>
    <w:p w:rsidR="00CF2A77" w:rsidRDefault="003812CD">
      <w:pPr>
        <w:pStyle w:val="RedaliaNormal"/>
      </w:pPr>
      <w:r>
        <w:rPr>
          <w:rFonts w:ascii="Wingdings" w:eastAsia="Wingdings" w:hAnsi="Wingdings" w:cs="Wingdings"/>
        </w:rPr>
        <w:t></w:t>
      </w:r>
      <w:r>
        <w:t xml:space="preserve"> Le sous-traitant présente des garanties suffisantes pour la mise en œuvre de mesures techniques et organisationnelles propres à assurer la protection des données personnelles ;</w:t>
      </w:r>
    </w:p>
    <w:p w:rsidR="00CF2A77" w:rsidRDefault="003812CD">
      <w:pPr>
        <w:pStyle w:val="RedaliaNormal"/>
      </w:pPr>
      <w:r>
        <w:rPr>
          <w:rFonts w:ascii="Wingdings" w:eastAsia="Wingdings" w:hAnsi="Wingdings" w:cs="Wingdings"/>
        </w:rPr>
        <w:t></w:t>
      </w:r>
      <w:r>
        <w:t xml:space="preserve"> Le contrat de sous-traitance intègre les</w:t>
      </w:r>
      <w:r>
        <w:t xml:space="preserve"> clauses obligatoires prévues par l’article 28 du règlement (UE) 2016/679 du Parlement européen et du Conseil du 27 avril 2016 relatif à la protection des personnes physiques à l’égard du traitement des données à caractère personnel et à la libre circulati</w:t>
      </w:r>
      <w:r>
        <w:t>on de ces données et abrogeant la directive 95/46/CE (RGPD).</w:t>
      </w:r>
    </w:p>
    <w:p w:rsidR="00CF2A77" w:rsidRDefault="00CF2A77">
      <w:pPr>
        <w:pStyle w:val="RedaliaNormal"/>
      </w:pPr>
    </w:p>
    <w:p w:rsidR="00CF2A77" w:rsidRDefault="003812CD">
      <w:pPr>
        <w:pStyle w:val="RdaliaTitreparagraphe"/>
      </w:pPr>
      <w:r>
        <w:t>Prix des prestations sous-traitées</w:t>
      </w:r>
    </w:p>
    <w:p w:rsidR="00CF2A77" w:rsidRDefault="003812CD">
      <w:pPr>
        <w:pStyle w:val="RedaliaNormal"/>
      </w:pPr>
      <w:r>
        <w:rPr>
          <w:b/>
        </w:rPr>
        <w:t>Montant des prestations sous-traitées</w:t>
      </w:r>
      <w:r>
        <w:t xml:space="preserve"> :</w:t>
      </w:r>
    </w:p>
    <w:p w:rsidR="00CF2A77" w:rsidRDefault="00CF2A77">
      <w:pPr>
        <w:pStyle w:val="RedaliaNormal"/>
      </w:pPr>
    </w:p>
    <w:p w:rsidR="00CF2A77" w:rsidRDefault="003812CD">
      <w:pPr>
        <w:pStyle w:val="RedaliaNormal"/>
      </w:pPr>
      <w:r>
        <w:t xml:space="preserve">Dans le cas où le sous-traitant a droit au paiement direct, le montant des prestations sous-traitées indiqué </w:t>
      </w:r>
      <w:r>
        <w:t>ci-dessous, revalorisé le cas échéant par application de la formule de variation des prix indiquée infra, constitue le montant maximum des sommes à verser par paiement direct au sous-traitant.</w:t>
      </w:r>
    </w:p>
    <w:p w:rsidR="00CF2A77" w:rsidRDefault="00CF2A77">
      <w:pPr>
        <w:pStyle w:val="RedaliaNormal"/>
      </w:pPr>
    </w:p>
    <w:p w:rsidR="00CF2A77" w:rsidRDefault="003812CD">
      <w:pPr>
        <w:pStyle w:val="RedaliaNormal"/>
      </w:pPr>
      <w:r>
        <w:rPr>
          <w:b/>
        </w:rPr>
        <w:t>a)</w:t>
      </w:r>
      <w:r>
        <w:t xml:space="preserve"> Montant du contrat de sous-traitance dans le cas de prestat</w:t>
      </w:r>
      <w:r>
        <w:t>ions ne relevant pas du b) ci-dessous :</w:t>
      </w:r>
    </w:p>
    <w:p w:rsidR="00CF2A77" w:rsidRDefault="003812CD">
      <w:pPr>
        <w:pStyle w:val="RedaliaNormal"/>
      </w:pPr>
      <w:r>
        <w:t>- Taux de la TVA : …………………………………..</w:t>
      </w:r>
    </w:p>
    <w:p w:rsidR="00CF2A77" w:rsidRDefault="003812CD">
      <w:pPr>
        <w:pStyle w:val="RedaliaNormal"/>
      </w:pPr>
      <w:r>
        <w:t>- Montant HT (€) : …………………………..</w:t>
      </w:r>
    </w:p>
    <w:p w:rsidR="00CF2A77" w:rsidRDefault="003812CD">
      <w:pPr>
        <w:pStyle w:val="RedaliaNormal"/>
      </w:pPr>
      <w:r>
        <w:t>- Montant TTC (€) : …………………………</w:t>
      </w:r>
    </w:p>
    <w:p w:rsidR="00CF2A77" w:rsidRDefault="00CF2A77">
      <w:pPr>
        <w:pStyle w:val="RedaliaNormal"/>
      </w:pPr>
    </w:p>
    <w:p w:rsidR="00CF2A77" w:rsidRDefault="003812CD">
      <w:pPr>
        <w:pStyle w:val="RedaliaNormal"/>
      </w:pPr>
      <w:r>
        <w:rPr>
          <w:b/>
        </w:rPr>
        <w:t>b)</w:t>
      </w:r>
      <w:r>
        <w:t xml:space="preserve"> Montant du contrat de sous-traitance dans le cas de travaux sous-traités relevant de l’article 283-2 nonies du Cod</w:t>
      </w:r>
      <w:r>
        <w:t>e général des impôts :</w:t>
      </w:r>
    </w:p>
    <w:p w:rsidR="00CF2A77" w:rsidRDefault="003812CD">
      <w:pPr>
        <w:pStyle w:val="RedaliaNormal"/>
      </w:pPr>
      <w:r>
        <w:lastRenderedPageBreak/>
        <w:t>- Taux de la TVA : auto-liquidation (la TVA est due par le titulaire)</w:t>
      </w:r>
    </w:p>
    <w:p w:rsidR="00CF2A77" w:rsidRDefault="003812CD">
      <w:pPr>
        <w:pStyle w:val="RedaliaNormal"/>
      </w:pPr>
      <w:r>
        <w:t>- Montant hors TVA (€) : …………………………..</w:t>
      </w:r>
    </w:p>
    <w:p w:rsidR="00CF2A77" w:rsidRDefault="00CF2A77">
      <w:pPr>
        <w:pStyle w:val="RedaliaNormal"/>
      </w:pPr>
    </w:p>
    <w:p w:rsidR="00CF2A77" w:rsidRDefault="003812CD">
      <w:pPr>
        <w:pStyle w:val="RedaliaNormal"/>
      </w:pPr>
      <w:r>
        <w:rPr>
          <w:b/>
        </w:rPr>
        <w:t>Modalités de variation des prix</w:t>
      </w:r>
      <w:r>
        <w:t xml:space="preserve"> : </w:t>
      </w:r>
      <w:r>
        <w:tab/>
      </w:r>
    </w:p>
    <w:p w:rsidR="00CF2A77" w:rsidRDefault="003812CD">
      <w:pPr>
        <w:pStyle w:val="RedaliaNormal"/>
      </w:pPr>
      <w:r>
        <w:tab/>
      </w:r>
    </w:p>
    <w:p w:rsidR="00CF2A77" w:rsidRDefault="00CF2A77">
      <w:pPr>
        <w:pStyle w:val="RedaliaNormal"/>
      </w:pPr>
    </w:p>
    <w:p w:rsidR="00CF2A77" w:rsidRDefault="003812CD">
      <w:pPr>
        <w:pStyle w:val="RedaliaNormal"/>
      </w:pPr>
      <w:r>
        <w:t xml:space="preserve">Le titulaire déclare que son sous-traitant remplit les conditions pour avoir </w:t>
      </w:r>
      <w:r>
        <w:rPr>
          <w:b/>
        </w:rPr>
        <w:t>droit au</w:t>
      </w:r>
      <w:r>
        <w:rPr>
          <w:b/>
        </w:rPr>
        <w:t xml:space="preserve"> paiement direct :</w:t>
      </w:r>
    </w:p>
    <w:p w:rsidR="00CF2A77" w:rsidRDefault="003812CD">
      <w:pPr>
        <w:pStyle w:val="RedaliaNormal"/>
        <w:rPr>
          <w:i/>
          <w:iCs/>
          <w:sz w:val="20"/>
          <w:szCs w:val="18"/>
        </w:rPr>
      </w:pPr>
      <w:r>
        <w:rPr>
          <w:i/>
          <w:iCs/>
          <w:sz w:val="20"/>
          <w:szCs w:val="18"/>
        </w:rPr>
        <w:t>(Art R. 2193-10 ou Art R. 2393-33 du Code de la commande publique)</w:t>
      </w:r>
    </w:p>
    <w:p w:rsidR="00CF2A77" w:rsidRDefault="00CF2A77">
      <w:pPr>
        <w:pStyle w:val="RedaliaNormal"/>
        <w:rPr>
          <w:i/>
          <w:iCs/>
          <w:sz w:val="12"/>
          <w:szCs w:val="10"/>
        </w:rPr>
      </w:pPr>
    </w:p>
    <w:p w:rsidR="00CF2A77" w:rsidRDefault="003812CD">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rsidR="00CF2A77" w:rsidRDefault="003812CD">
      <w:pPr>
        <w:pStyle w:val="RdaliaTitreparagraphe"/>
      </w:pPr>
      <w:r>
        <w:t>Condition de paiement</w:t>
      </w:r>
    </w:p>
    <w:p w:rsidR="00CF2A77" w:rsidRDefault="003812CD">
      <w:pPr>
        <w:pStyle w:val="RedaliaNormal"/>
      </w:pPr>
      <w:r>
        <w:t>Références bancaires :</w:t>
      </w:r>
    </w:p>
    <w:p w:rsidR="00CF2A77" w:rsidRDefault="003812CD">
      <w:pPr>
        <w:pStyle w:val="RdaliaLgende"/>
      </w:pPr>
      <w:r>
        <w:t>(Joindre un IBAN)</w:t>
      </w:r>
    </w:p>
    <w:p w:rsidR="00CF2A77" w:rsidRDefault="00CF2A77">
      <w:pPr>
        <w:pStyle w:val="RedaliaNormal"/>
      </w:pPr>
    </w:p>
    <w:p w:rsidR="00CF2A77" w:rsidRDefault="003812CD">
      <w:pPr>
        <w:pStyle w:val="RedaliaNormal"/>
      </w:pPr>
      <w:r>
        <w:t xml:space="preserve">IBAN : </w:t>
      </w:r>
      <w:r>
        <w:tab/>
      </w:r>
    </w:p>
    <w:p w:rsidR="00CF2A77" w:rsidRDefault="003812CD">
      <w:pPr>
        <w:pStyle w:val="RedaliaNormal"/>
      </w:pPr>
      <w:r>
        <w:t xml:space="preserve">BIC : </w:t>
      </w:r>
      <w:r>
        <w:tab/>
      </w:r>
    </w:p>
    <w:p w:rsidR="00CF2A77" w:rsidRDefault="00CF2A77">
      <w:pPr>
        <w:pStyle w:val="RedaliaNormal"/>
      </w:pPr>
    </w:p>
    <w:p w:rsidR="00CF2A77" w:rsidRDefault="003812CD">
      <w:pPr>
        <w:pStyle w:val="RedaliaNormal"/>
      </w:pPr>
      <w:r>
        <w:t>Le sous-traitant demande à bénéficier d’une avance :</w:t>
      </w:r>
    </w:p>
    <w:p w:rsidR="00CF2A77" w:rsidRDefault="00CF2A77">
      <w:pPr>
        <w:pStyle w:val="RedaliaNormal"/>
        <w:rPr>
          <w:sz w:val="12"/>
          <w:szCs w:val="10"/>
        </w:rPr>
      </w:pPr>
    </w:p>
    <w:p w:rsidR="00CF2A77" w:rsidRDefault="003812CD">
      <w:pPr>
        <w:pStyle w:val="RedaliaNormal"/>
        <w:jc w:val="center"/>
      </w:pPr>
      <w:r>
        <w:rPr>
          <w:rFonts w:ascii="Wingdings" w:eastAsia="Wingdings" w:hAnsi="Wingdings" w:cs="Wingdings"/>
        </w:rPr>
        <w:t></w:t>
      </w:r>
      <w:r>
        <w:t xml:space="preserve"> OUI </w:t>
      </w:r>
      <w:r>
        <w:t xml:space="preserve">        </w:t>
      </w:r>
      <w:r>
        <w:rPr>
          <w:rFonts w:ascii="Wingdings" w:eastAsia="Wingdings" w:hAnsi="Wingdings" w:cs="Wingdings"/>
        </w:rPr>
        <w:t></w:t>
      </w:r>
      <w:r>
        <w:t xml:space="preserve"> NON</w:t>
      </w:r>
    </w:p>
    <w:p w:rsidR="00CF2A77" w:rsidRDefault="003812CD">
      <w:pPr>
        <w:pStyle w:val="RdaliaTitreparagraphe"/>
        <w:jc w:val="both"/>
      </w:pPr>
      <w:r>
        <w:t>Capacités du sous-traitant</w:t>
      </w:r>
    </w:p>
    <w:p w:rsidR="00CF2A77" w:rsidRDefault="003812CD">
      <w:pPr>
        <w:pStyle w:val="RdaliaLgende"/>
        <w:ind w:left="0" w:firstLine="0"/>
      </w:pPr>
      <w:r>
        <w:t>(Nota : ces renseignements ne sont nécessaires que lorsque l’acheteur les exige et qu’ils n’ont pas été déjà transmis dans le cadre du DC2 -voir rubrique H du DC2.)</w:t>
      </w:r>
    </w:p>
    <w:p w:rsidR="00CF2A77" w:rsidRDefault="00CF2A77">
      <w:pPr>
        <w:pStyle w:val="RedaliaNormal"/>
      </w:pPr>
    </w:p>
    <w:p w:rsidR="00CF2A77" w:rsidRDefault="003812CD">
      <w:pPr>
        <w:pStyle w:val="RedaliaNormal"/>
      </w:pPr>
      <w:r>
        <w:t>Récapitulatif des informations et renseignements,</w:t>
      </w:r>
      <w:r>
        <w:t xml:space="preserve"> ou des pièces, demandés par l’acheteur dans les documents de la consultation qui doivent être fournis, en annexe du présent document, par le sous-traitant pour justifier de son aptitude à exercer l’activité professionnelle concernée, ses capacités économi</w:t>
      </w:r>
      <w:r>
        <w:t>ques et financières ou ses capacités professionnelles et techniques :</w:t>
      </w:r>
    </w:p>
    <w:p w:rsidR="00CF2A77" w:rsidRDefault="00CF2A77">
      <w:pPr>
        <w:pStyle w:val="RedaliaNormal"/>
      </w:pPr>
    </w:p>
    <w:p w:rsidR="00CF2A77" w:rsidRDefault="003812CD">
      <w:pPr>
        <w:pStyle w:val="RedaliaNormal"/>
      </w:pPr>
      <w:r>
        <w:t xml:space="preserve"> </w:t>
      </w:r>
    </w:p>
    <w:p w:rsidR="00CF2A77" w:rsidRDefault="00CF2A77">
      <w:pPr>
        <w:pStyle w:val="RedaliaNormal"/>
      </w:pPr>
    </w:p>
    <w:p w:rsidR="00CF2A77" w:rsidRDefault="003812CD">
      <w:pPr>
        <w:pStyle w:val="RedaliaNormal"/>
      </w:pPr>
      <w:r>
        <w:t>Le cas échéant, adresse internet à laquelle les documents justificatifs et moyens de preuve sont accessibles directement et gratuitement, ainsi que l’ensemble des renseignements néce</w:t>
      </w:r>
      <w:r>
        <w:t>ssaires pour y accéder :</w:t>
      </w:r>
    </w:p>
    <w:p w:rsidR="00CF2A77" w:rsidRDefault="00CF2A77">
      <w:pPr>
        <w:pStyle w:val="RedaliaNormal"/>
      </w:pPr>
    </w:p>
    <w:p w:rsidR="00CF2A77" w:rsidRDefault="003812CD">
      <w:pPr>
        <w:pStyle w:val="RedaliaNormal"/>
      </w:pPr>
      <w:r>
        <w:t xml:space="preserve">- Adresse internet : </w:t>
      </w:r>
      <w:r>
        <w:tab/>
      </w:r>
    </w:p>
    <w:p w:rsidR="00CF2A77" w:rsidRDefault="003812CD">
      <w:pPr>
        <w:pStyle w:val="RedaliaNormal"/>
      </w:pPr>
      <w:r>
        <w:tab/>
      </w:r>
    </w:p>
    <w:p w:rsidR="00CF2A77" w:rsidRDefault="00CF2A77">
      <w:pPr>
        <w:pStyle w:val="RedaliaNormal"/>
      </w:pPr>
    </w:p>
    <w:p w:rsidR="00CF2A77" w:rsidRDefault="00CF2A77">
      <w:pPr>
        <w:pStyle w:val="RedaliaNormal"/>
      </w:pPr>
    </w:p>
    <w:p w:rsidR="00CF2A77" w:rsidRDefault="003812CD">
      <w:pPr>
        <w:pStyle w:val="RedaliaNormal"/>
      </w:pPr>
      <w:r>
        <w:t xml:space="preserve">- Renseignements nécessaires pour y accéder : </w:t>
      </w:r>
      <w:r>
        <w:tab/>
      </w:r>
    </w:p>
    <w:p w:rsidR="00CF2A77" w:rsidRDefault="003812CD">
      <w:pPr>
        <w:pStyle w:val="RedaliaNormal"/>
      </w:pPr>
      <w:r>
        <w:tab/>
      </w:r>
    </w:p>
    <w:p w:rsidR="00CF2A77" w:rsidRDefault="003812CD">
      <w:pPr>
        <w:pStyle w:val="RdaliaTitreparagraphe"/>
        <w:jc w:val="both"/>
      </w:pPr>
      <w:r>
        <w:lastRenderedPageBreak/>
        <w:t>Attestations sur l’honneur du sous-traitant au regard des exclusions de la procédure</w:t>
      </w:r>
    </w:p>
    <w:p w:rsidR="00CF2A77" w:rsidRDefault="003812CD">
      <w:pPr>
        <w:pStyle w:val="RedaliaNormal"/>
      </w:pPr>
      <w:r>
        <w:rPr>
          <w:b/>
        </w:rPr>
        <w:t>Le sous-traitant déclare sur l’honneur</w:t>
      </w:r>
      <w:r>
        <w:t xml:space="preserve"> </w:t>
      </w:r>
      <w:r>
        <w:rPr>
          <w:vertAlign w:val="superscript"/>
        </w:rPr>
        <w:t>(*)</w:t>
      </w:r>
      <w:r>
        <w:t xml:space="preserve"> ne pas entrer dans l’un d</w:t>
      </w:r>
      <w:r>
        <w:t xml:space="preserve">es cas d’exclusion prévus aux articles L. 2141-1 à L. 2141-5 ou aux articles L. 2141-7 à L. 2141-10 du Code de la commande publique </w:t>
      </w:r>
      <w:r>
        <w:rPr>
          <w:vertAlign w:val="superscript"/>
        </w:rPr>
        <w:t>(**)</w:t>
      </w:r>
    </w:p>
    <w:p w:rsidR="00CF2A77" w:rsidRDefault="00CF2A77">
      <w:pPr>
        <w:pStyle w:val="RedaliaNormal"/>
      </w:pPr>
    </w:p>
    <w:p w:rsidR="00CF2A77" w:rsidRDefault="003812CD">
      <w:pPr>
        <w:pStyle w:val="RedaliaNormal"/>
      </w:pPr>
      <w:r>
        <w:t>Afin d’attester que le sous-traitant n’est pas dans un de ces cas d’interdiction de soumissionner, cocher la case suiv</w:t>
      </w:r>
      <w:r>
        <w:t xml:space="preserve">ante : </w:t>
      </w:r>
      <w:r>
        <w:rPr>
          <w:rFonts w:ascii="Wingdings" w:eastAsia="Wingdings" w:hAnsi="Wingdings" w:cs="Wingdings"/>
        </w:rPr>
        <w:t></w:t>
      </w:r>
    </w:p>
    <w:p w:rsidR="00CF2A77" w:rsidRDefault="00CF2A77">
      <w:pPr>
        <w:pStyle w:val="RedaliaNormal"/>
      </w:pPr>
    </w:p>
    <w:p w:rsidR="00CF2A77" w:rsidRDefault="003812CD">
      <w:pPr>
        <w:pStyle w:val="RdaliaLgende"/>
        <w:ind w:left="0" w:firstLine="0"/>
      </w:pPr>
      <w:r>
        <w:t>(*) Lorsqu'un opérateur économique est, au cours de la procédure de passation d'un marché, placé dans l'un des cas d'exclusion mentionnés aux articles L. 2141-1 à L. 2141-5, aux articles L. 2141-7 à L. 2141-10 ou aux articles L. 2341-1 à L. 2341-</w:t>
      </w:r>
      <w:r>
        <w:t>3 du Code de la commande publique, il informe sans délai l'acheteur de ce changement de situation.</w:t>
      </w:r>
    </w:p>
    <w:p w:rsidR="00CF2A77" w:rsidRDefault="003812CD">
      <w:pPr>
        <w:pStyle w:val="RdaliaLgende"/>
        <w:ind w:left="0" w:firstLine="0"/>
      </w:pPr>
      <w:r>
        <w:t>(**) Dans l’hypothèse où le sous-traitant est admis à la procédure de redressement judiciaire, son attention est attirée sur le fait qu’il devra prouver qu’i</w:t>
      </w:r>
      <w:r>
        <w:t>l a été habilité à poursuivre ses activités pendant la durée prévisible d’exécution du marché public.</w:t>
      </w:r>
    </w:p>
    <w:p w:rsidR="00CF2A77" w:rsidRDefault="00CF2A77">
      <w:pPr>
        <w:pStyle w:val="RedaliaNormal"/>
      </w:pPr>
    </w:p>
    <w:p w:rsidR="00CF2A77" w:rsidRDefault="003812CD">
      <w:pPr>
        <w:pStyle w:val="RedaliaNormal"/>
      </w:pPr>
      <w:r>
        <w:rPr>
          <w:b/>
        </w:rPr>
        <w:t>Documents de preuve disponibles en ligne</w:t>
      </w:r>
      <w:r>
        <w:t xml:space="preserve"> :</w:t>
      </w:r>
    </w:p>
    <w:p w:rsidR="00CF2A77" w:rsidRDefault="00CF2A77">
      <w:pPr>
        <w:pStyle w:val="RedaliaNormal"/>
      </w:pPr>
    </w:p>
    <w:p w:rsidR="00CF2A77" w:rsidRDefault="003812CD">
      <w:pPr>
        <w:pStyle w:val="RedaliaNormal"/>
      </w:pPr>
      <w:r>
        <w:t xml:space="preserve">Le cas échéant, adresse internet à laquelle les documents justificatifs et moyens de preuve sont accessibles </w:t>
      </w:r>
      <w:r>
        <w:t>directement et gratuitement, ainsi que l’ensemble des renseignements nécessaires pour y accéder :</w:t>
      </w:r>
    </w:p>
    <w:p w:rsidR="00CF2A77" w:rsidRDefault="003812CD">
      <w:pPr>
        <w:pStyle w:val="RdaliaLgende"/>
      </w:pPr>
      <w:r>
        <w:t>(Si l’adresse et les renseignements sont identiques à ceux fournis plus haut se contenter de renvoyer à la rubrique concernée.)</w:t>
      </w:r>
    </w:p>
    <w:p w:rsidR="00CF2A77" w:rsidRDefault="00CF2A77">
      <w:pPr>
        <w:pStyle w:val="RedaliaNormal"/>
      </w:pPr>
    </w:p>
    <w:p w:rsidR="00CF2A77" w:rsidRDefault="003812CD">
      <w:pPr>
        <w:pStyle w:val="RedaliaNormal"/>
      </w:pPr>
      <w:r>
        <w:t xml:space="preserve">- Adresse internet : </w:t>
      </w:r>
      <w:r>
        <w:tab/>
      </w:r>
    </w:p>
    <w:p w:rsidR="00CF2A77" w:rsidRDefault="003812CD">
      <w:pPr>
        <w:pStyle w:val="RedaliaNormal"/>
      </w:pPr>
      <w:r>
        <w:tab/>
      </w:r>
    </w:p>
    <w:p w:rsidR="00CF2A77" w:rsidRDefault="00CF2A77">
      <w:pPr>
        <w:pStyle w:val="RedaliaNormal"/>
      </w:pPr>
    </w:p>
    <w:p w:rsidR="00CF2A77" w:rsidRDefault="003812CD">
      <w:pPr>
        <w:pStyle w:val="RedaliaNormal"/>
      </w:pPr>
      <w:r>
        <w:t>- R</w:t>
      </w:r>
      <w:r>
        <w:t xml:space="preserve">enseignements nécessaires pour y accéder : </w:t>
      </w:r>
      <w:r>
        <w:tab/>
      </w:r>
    </w:p>
    <w:p w:rsidR="00CF2A77" w:rsidRDefault="003812CD">
      <w:pPr>
        <w:pStyle w:val="RedaliaNormal"/>
      </w:pPr>
      <w:r>
        <w:tab/>
      </w:r>
    </w:p>
    <w:p w:rsidR="00CF2A77" w:rsidRDefault="003812CD">
      <w:pPr>
        <w:pStyle w:val="RdaliaTitreparagraphe"/>
        <w:jc w:val="both"/>
      </w:pPr>
      <w:r>
        <w:t>Cession ou nantissement des créances résultant du marché public</w:t>
      </w:r>
    </w:p>
    <w:p w:rsidR="00CF2A77" w:rsidRDefault="003812CD">
      <w:pPr>
        <w:pStyle w:val="RedaliaNormal"/>
      </w:pPr>
      <w:r>
        <w:rPr>
          <w:rFonts w:ascii="Wingdings" w:eastAsia="Wingdings" w:hAnsi="Wingdings" w:cs="Wingdings"/>
        </w:rPr>
        <w:t></w:t>
      </w:r>
      <w:r>
        <w:t xml:space="preserve"> </w:t>
      </w:r>
      <w:r>
        <w:rPr>
          <w:b/>
        </w:rPr>
        <w:t xml:space="preserve">1ère hypothèse : </w:t>
      </w:r>
      <w:r>
        <w:t>La présente déclaration de sous-traitance constitue un</w:t>
      </w:r>
      <w:r>
        <w:rPr>
          <w:b/>
        </w:rPr>
        <w:t xml:space="preserve"> acte spécial.</w:t>
      </w:r>
    </w:p>
    <w:p w:rsidR="00CF2A77" w:rsidRDefault="00CF2A77">
      <w:pPr>
        <w:pStyle w:val="RedaliaNormal"/>
      </w:pPr>
    </w:p>
    <w:p w:rsidR="00CF2A77" w:rsidRDefault="003812CD">
      <w:pPr>
        <w:pStyle w:val="RedaliaNormal"/>
      </w:pPr>
      <w:r>
        <w:t>Le titulaire établit qu'aucune cession ni aucun nantisse</w:t>
      </w:r>
      <w:r>
        <w:t>ment de créances résultant du marché public ne font obstacle au paiement direct du sous-traitant, dans les conditions prévues à l'article R. 2193-22 ou à l’article R. 2393-40 du Code de la commande publique.</w:t>
      </w:r>
    </w:p>
    <w:p w:rsidR="00CF2A77" w:rsidRDefault="003812CD">
      <w:pPr>
        <w:pStyle w:val="RedaliaNormal"/>
      </w:pPr>
      <w:r>
        <w:t>En conséquence, le titulaire produit avec le DC4</w:t>
      </w:r>
      <w:r>
        <w:t> :</w:t>
      </w:r>
    </w:p>
    <w:p w:rsidR="00CF2A77" w:rsidRDefault="003812CD">
      <w:pPr>
        <w:pStyle w:val="RedaliaNormal"/>
        <w:ind w:left="1701" w:hanging="1701"/>
      </w:pPr>
      <w:r>
        <w:tab/>
      </w:r>
      <w:r>
        <w:rPr>
          <w:rFonts w:ascii="Wingdings" w:eastAsia="Wingdings" w:hAnsi="Wingdings" w:cs="Wingdings"/>
        </w:rPr>
        <w:t></w:t>
      </w:r>
      <w:r>
        <w:t xml:space="preserve"> L’exemplaire unique ou le certificat de cessibilité du marché public qui lui a été délivré,</w:t>
      </w:r>
    </w:p>
    <w:p w:rsidR="00CF2A77" w:rsidRDefault="003812CD">
      <w:pPr>
        <w:pStyle w:val="RedaliaNormal"/>
        <w:rPr>
          <w:u w:val="single"/>
        </w:rPr>
      </w:pPr>
      <w:r>
        <w:rPr>
          <w:u w:val="single"/>
        </w:rPr>
        <w:t>OU</w:t>
      </w:r>
    </w:p>
    <w:p w:rsidR="00CF2A77" w:rsidRDefault="003812CD">
      <w:pPr>
        <w:pStyle w:val="RedaliaNormal"/>
        <w:tabs>
          <w:tab w:val="left" w:pos="1701"/>
        </w:tabs>
      </w:pPr>
      <w:r>
        <w:tab/>
      </w:r>
      <w:r>
        <w:rPr>
          <w:rFonts w:ascii="Wingdings" w:eastAsia="Wingdings" w:hAnsi="Wingdings" w:cs="Wingdings"/>
        </w:rPr>
        <w:t></w:t>
      </w:r>
      <w:r>
        <w:t xml:space="preserve"> Une attestation ou une mainlevée du bénéficiaire de la cession ou du nantissement de créances.</w:t>
      </w:r>
    </w:p>
    <w:p w:rsidR="00CF2A77" w:rsidRDefault="00CF2A77">
      <w:pPr>
        <w:pStyle w:val="RedaliaNormal"/>
      </w:pPr>
    </w:p>
    <w:p w:rsidR="00CF2A77" w:rsidRDefault="003812CD">
      <w:pPr>
        <w:pStyle w:val="RedaliaNormal"/>
      </w:pPr>
      <w:r>
        <w:rPr>
          <w:rFonts w:ascii="Wingdings" w:eastAsia="Wingdings" w:hAnsi="Wingdings" w:cs="Wingdings"/>
        </w:rPr>
        <w:t></w:t>
      </w:r>
      <w:r>
        <w:t xml:space="preserve"> </w:t>
      </w:r>
      <w:r>
        <w:rPr>
          <w:b/>
        </w:rPr>
        <w:t xml:space="preserve">2ème hypothèse : </w:t>
      </w:r>
      <w:r>
        <w:t>La présente déclaration de sous-trait</w:t>
      </w:r>
      <w:r>
        <w:t>ance constitue un</w:t>
      </w:r>
      <w:r>
        <w:rPr>
          <w:b/>
        </w:rPr>
        <w:t xml:space="preserve"> acte spécial modificatif :</w:t>
      </w:r>
    </w:p>
    <w:p w:rsidR="00CF2A77" w:rsidRDefault="003812CD">
      <w:pPr>
        <w:pStyle w:val="RedaliaNormal"/>
        <w:ind w:left="1701" w:hanging="1701"/>
      </w:pPr>
      <w:r>
        <w:tab/>
      </w:r>
      <w:r>
        <w:rPr>
          <w:rFonts w:ascii="Wingdings" w:eastAsia="Wingdings" w:hAnsi="Wingdings" w:cs="Wingdings"/>
        </w:rPr>
        <w:t></w:t>
      </w:r>
      <w:r>
        <w:t xml:space="preserve"> Le titulaire demande la modification de l'exemplaire unique ou du certificat de cessibilité, prévus à l'article R. 2193-22 ou à l’article R. 2393-40 du Code de la commande publique, qui est joint au présent </w:t>
      </w:r>
      <w:r>
        <w:t>document ;</w:t>
      </w:r>
    </w:p>
    <w:p w:rsidR="00CF2A77" w:rsidRDefault="003812CD">
      <w:pPr>
        <w:pStyle w:val="RedaliaNormal"/>
        <w:rPr>
          <w:b/>
          <w:u w:val="single"/>
        </w:rPr>
      </w:pPr>
      <w:r>
        <w:rPr>
          <w:b/>
          <w:u w:val="single"/>
        </w:rPr>
        <w:lastRenderedPageBreak/>
        <w:t>OU</w:t>
      </w:r>
    </w:p>
    <w:p w:rsidR="00CF2A77" w:rsidRDefault="003812CD">
      <w:pPr>
        <w:pStyle w:val="RedaliaNormal"/>
        <w:ind w:left="1701" w:hanging="1701"/>
      </w:pPr>
      <w:r>
        <w:tab/>
      </w:r>
      <w:r>
        <w:rPr>
          <w:rFonts w:ascii="Wingdings" w:eastAsia="Wingdings" w:hAnsi="Wingdings" w:cs="Wingdings"/>
        </w:rPr>
        <w:t></w:t>
      </w:r>
      <w:r>
        <w:t xml:space="preserve"> L’exemplaire unique ou le certificat de cessibilité ayant été remis en vue d'une cession ou d'un nantissement de créances et ne pouvant être restitué, le titulaire justifie soit que la cession ou le nantissement de créances concernant le m</w:t>
      </w:r>
      <w:r>
        <w:t>arché public ne fait pas obstacle au paiement direct de la partie sous-traitée, soit que son montant a été réduit afin que ce paiement soit possible.</w:t>
      </w:r>
    </w:p>
    <w:p w:rsidR="00CF2A77" w:rsidRDefault="003812CD">
      <w:pPr>
        <w:pStyle w:val="RedaliaNormal"/>
        <w:ind w:left="1701" w:hanging="1701"/>
      </w:pPr>
      <w:r>
        <w:tab/>
        <w:t>Cette justification est donnée par une attestation ou une mainlevée du bénéficiaire de la cession ou du n</w:t>
      </w:r>
      <w:r>
        <w:t>antissement de créances résultant du marché qui est jointe au présent document.</w:t>
      </w:r>
    </w:p>
    <w:p w:rsidR="00CF2A77" w:rsidRDefault="003812CD">
      <w:pPr>
        <w:pStyle w:val="RdaliaTitreparagraphe"/>
        <w:jc w:val="both"/>
      </w:pPr>
      <w:r>
        <w:t>Acceptation et agrément des conditions de paiement du sous-traitant</w:t>
      </w:r>
    </w:p>
    <w:p w:rsidR="00CF2A77" w:rsidRDefault="003812CD">
      <w:pPr>
        <w:pStyle w:val="RedaliaNormal"/>
        <w:tabs>
          <w:tab w:val="clear" w:pos="8505"/>
          <w:tab w:val="left" w:leader="dot" w:pos="2694"/>
        </w:tabs>
      </w:pPr>
      <w:r>
        <w:t>A …………………., le …………………………</w:t>
      </w:r>
      <w:r>
        <w:tab/>
        <w:t>A …………………., le …………………………</w:t>
      </w:r>
    </w:p>
    <w:p w:rsidR="00CF2A77" w:rsidRDefault="00CF2A77">
      <w:pPr>
        <w:pStyle w:val="RedaliaNormal"/>
        <w:tabs>
          <w:tab w:val="clear" w:pos="8505"/>
          <w:tab w:val="left" w:leader="dot" w:pos="2694"/>
        </w:tabs>
      </w:pPr>
    </w:p>
    <w:p w:rsidR="00CF2A77" w:rsidRDefault="003812CD">
      <w:pPr>
        <w:pStyle w:val="RedaliaNormal"/>
        <w:tabs>
          <w:tab w:val="clear" w:pos="8505"/>
          <w:tab w:val="left" w:pos="2694"/>
        </w:tabs>
      </w:pPr>
      <w:r>
        <w:t>Le sous-traitant :</w:t>
      </w:r>
      <w:r>
        <w:tab/>
      </w:r>
      <w:r>
        <w:tab/>
      </w:r>
      <w:r>
        <w:tab/>
      </w:r>
      <w:r>
        <w:tab/>
      </w:r>
      <w:r>
        <w:tab/>
        <w:t xml:space="preserve">Le soumissionnaire ou le </w:t>
      </w:r>
      <w:r>
        <w:t>titulaire :</w:t>
      </w:r>
    </w:p>
    <w:p w:rsidR="00CF2A77" w:rsidRDefault="003812CD">
      <w:pPr>
        <w:pStyle w:val="RedaliaNormal"/>
        <w:tabs>
          <w:tab w:val="clear" w:pos="8505"/>
          <w:tab w:val="left" w:pos="2694"/>
        </w:tabs>
      </w:pPr>
      <w:r>
        <w:t>…………………………</w:t>
      </w:r>
      <w:r>
        <w:tab/>
      </w:r>
      <w:r>
        <w:tab/>
      </w:r>
      <w:r>
        <w:tab/>
      </w:r>
      <w:r>
        <w:tab/>
      </w:r>
      <w:r>
        <w:tab/>
        <w:t>…………………………</w:t>
      </w:r>
      <w:r>
        <w:tab/>
      </w:r>
      <w:r>
        <w:tab/>
      </w:r>
      <w:r>
        <w:tab/>
      </w:r>
      <w:r>
        <w:tab/>
      </w:r>
      <w:r>
        <w:tab/>
      </w:r>
    </w:p>
    <w:p w:rsidR="00CF2A77" w:rsidRDefault="00CF2A77">
      <w:pPr>
        <w:pStyle w:val="RedaliaNormal"/>
        <w:tabs>
          <w:tab w:val="clear" w:pos="8505"/>
          <w:tab w:val="left" w:leader="dot" w:pos="2694"/>
        </w:tabs>
      </w:pPr>
    </w:p>
    <w:p w:rsidR="00CF2A77" w:rsidRDefault="00CF2A77">
      <w:pPr>
        <w:pStyle w:val="RedaliaNormal"/>
      </w:pPr>
    </w:p>
    <w:p w:rsidR="00CF2A77" w:rsidRDefault="003812CD">
      <w:pPr>
        <w:pStyle w:val="RedaliaNormal"/>
      </w:pPr>
      <w:r>
        <w:t>Le représentant de l’acheteur, compétent pour signer l'accord-cadre, accepte le sous-traitant et agrée ses conditions de paiement.</w:t>
      </w:r>
    </w:p>
    <w:p w:rsidR="00CF2A77" w:rsidRDefault="00CF2A77">
      <w:pPr>
        <w:pStyle w:val="RedaliaNormal"/>
      </w:pPr>
    </w:p>
    <w:p w:rsidR="00CF2A77" w:rsidRDefault="003812CD">
      <w:pPr>
        <w:pStyle w:val="RedaliaNormal"/>
        <w:tabs>
          <w:tab w:val="clear" w:pos="8505"/>
          <w:tab w:val="left" w:leader="dot" w:pos="1843"/>
        </w:tabs>
      </w:pPr>
      <w:r>
        <w:t xml:space="preserve">A </w:t>
      </w:r>
      <w:r>
        <w:tab/>
        <w:t>, le …………………………..</w:t>
      </w:r>
    </w:p>
    <w:p w:rsidR="00CF2A77" w:rsidRDefault="00CF2A77">
      <w:pPr>
        <w:pStyle w:val="RedaliaNormal"/>
      </w:pPr>
    </w:p>
    <w:p w:rsidR="00CF2A77" w:rsidRDefault="003812CD">
      <w:pPr>
        <w:pStyle w:val="RedaliaNormal"/>
      </w:pPr>
      <w:r>
        <w:t>Le représentant de l’acheteur :</w:t>
      </w:r>
    </w:p>
    <w:p w:rsidR="00CF2A77" w:rsidRDefault="00CF2A77">
      <w:pPr>
        <w:pStyle w:val="RedaliaNormal"/>
      </w:pPr>
    </w:p>
    <w:p w:rsidR="00CF2A77" w:rsidRDefault="00CF2A77">
      <w:pPr>
        <w:pStyle w:val="RedaliaNormal"/>
      </w:pPr>
    </w:p>
    <w:p w:rsidR="00CF2A77" w:rsidRDefault="003812CD">
      <w:pPr>
        <w:pStyle w:val="RdaliaTitreparagraphe"/>
        <w:jc w:val="both"/>
      </w:pPr>
      <w:r>
        <w:t xml:space="preserve">Notification de l’acte </w:t>
      </w:r>
      <w:r>
        <w:t>spécial au titulaire</w:t>
      </w:r>
    </w:p>
    <w:p w:rsidR="00CF2A77" w:rsidRDefault="003812CD">
      <w:pPr>
        <w:pStyle w:val="RedaliaNormal"/>
        <w:pBdr>
          <w:top w:val="single" w:sz="4" w:space="1" w:color="000000"/>
          <w:left w:val="single" w:sz="4" w:space="4" w:color="000000"/>
          <w:bottom w:val="single" w:sz="4" w:space="1" w:color="000000"/>
          <w:right w:val="single" w:sz="4" w:space="4" w:color="000000"/>
        </w:pBdr>
      </w:pPr>
      <w:r>
        <w:rPr>
          <w:b/>
          <w:bCs/>
        </w:rPr>
        <w:t>En cas d’envoi en lettre recommandée avec accusé de réception</w:t>
      </w:r>
      <w:r>
        <w:t> :</w:t>
      </w:r>
    </w:p>
    <w:p w:rsidR="00CF2A77" w:rsidRDefault="003812CD">
      <w:pPr>
        <w:pStyle w:val="RedaliaNormal"/>
        <w:pBdr>
          <w:top w:val="single" w:sz="4" w:space="1" w:color="000000"/>
          <w:left w:val="single" w:sz="4" w:space="4" w:color="000000"/>
          <w:bottom w:val="single" w:sz="4" w:space="1" w:color="000000"/>
          <w:right w:val="single" w:sz="4" w:space="4" w:color="000000"/>
        </w:pBdr>
        <w:rPr>
          <w:i/>
          <w:sz w:val="20"/>
          <w:szCs w:val="18"/>
        </w:rPr>
      </w:pPr>
      <w:r>
        <w:rPr>
          <w:i/>
          <w:sz w:val="20"/>
          <w:szCs w:val="18"/>
        </w:rPr>
        <w:t>(Coller dans ce cadre l'avis de réception postal, daté et signé par le titulaire)</w:t>
      </w:r>
    </w:p>
    <w:p w:rsidR="00CF2A77" w:rsidRDefault="00CF2A77">
      <w:pPr>
        <w:pStyle w:val="RedaliaNormal"/>
        <w:pBdr>
          <w:top w:val="single" w:sz="4" w:space="1" w:color="000000"/>
          <w:left w:val="single" w:sz="4" w:space="4" w:color="000000"/>
          <w:bottom w:val="single" w:sz="4" w:space="1" w:color="000000"/>
          <w:right w:val="single" w:sz="4" w:space="4" w:color="000000"/>
        </w:pBdr>
      </w:pPr>
    </w:p>
    <w:p w:rsidR="00CF2A77" w:rsidRDefault="00CF2A77">
      <w:pPr>
        <w:pStyle w:val="RedaliaNormal"/>
        <w:pBdr>
          <w:top w:val="single" w:sz="4" w:space="1" w:color="000000"/>
          <w:left w:val="single" w:sz="4" w:space="4" w:color="000000"/>
          <w:bottom w:val="single" w:sz="4" w:space="1" w:color="000000"/>
          <w:right w:val="single" w:sz="4" w:space="4" w:color="000000"/>
        </w:pBdr>
      </w:pPr>
    </w:p>
    <w:p w:rsidR="00CF2A77" w:rsidRDefault="00CF2A77">
      <w:pPr>
        <w:pStyle w:val="RedaliaNormal"/>
        <w:pBdr>
          <w:top w:val="single" w:sz="4" w:space="1" w:color="000000"/>
          <w:left w:val="single" w:sz="4" w:space="4" w:color="000000"/>
          <w:bottom w:val="single" w:sz="4" w:space="1" w:color="000000"/>
          <w:right w:val="single" w:sz="4" w:space="4" w:color="000000"/>
        </w:pBdr>
      </w:pPr>
    </w:p>
    <w:p w:rsidR="00CF2A77" w:rsidRDefault="00CF2A77">
      <w:pPr>
        <w:pStyle w:val="RedaliaNormal"/>
        <w:pBdr>
          <w:top w:val="single" w:sz="4" w:space="1" w:color="000000"/>
          <w:left w:val="single" w:sz="4" w:space="4" w:color="000000"/>
          <w:bottom w:val="single" w:sz="4" w:space="1" w:color="000000"/>
          <w:right w:val="single" w:sz="4" w:space="4" w:color="000000"/>
        </w:pBdr>
      </w:pPr>
    </w:p>
    <w:p w:rsidR="00CF2A77" w:rsidRDefault="00CF2A77">
      <w:pPr>
        <w:pStyle w:val="RedaliaNormal"/>
        <w:pBdr>
          <w:top w:val="single" w:sz="4" w:space="1" w:color="000000"/>
          <w:left w:val="single" w:sz="4" w:space="4" w:color="000000"/>
          <w:bottom w:val="single" w:sz="4" w:space="1" w:color="000000"/>
          <w:right w:val="single" w:sz="4" w:space="4" w:color="000000"/>
        </w:pBdr>
      </w:pPr>
    </w:p>
    <w:p w:rsidR="00CF2A77" w:rsidRDefault="00CF2A77">
      <w:pPr>
        <w:pBdr>
          <w:top w:val="single" w:sz="4" w:space="1" w:color="000000"/>
          <w:left w:val="single" w:sz="4" w:space="4" w:color="000000"/>
          <w:bottom w:val="single" w:sz="4" w:space="1" w:color="000000"/>
          <w:right w:val="single" w:sz="4" w:space="4" w:color="000000"/>
        </w:pBdr>
        <w:rPr>
          <w:rFonts w:cs="Arial"/>
        </w:rPr>
      </w:pPr>
    </w:p>
    <w:p w:rsidR="00CF2A77" w:rsidRDefault="00CF2A77">
      <w:pPr>
        <w:rPr>
          <w:rFonts w:cs="Arial"/>
        </w:rPr>
      </w:pPr>
    </w:p>
    <w:p w:rsidR="00CF2A77" w:rsidRDefault="003812CD">
      <w:pPr>
        <w:pStyle w:val="RedaliaNormal"/>
        <w:pBdr>
          <w:top w:val="single" w:sz="4" w:space="1" w:color="000000"/>
          <w:left w:val="single" w:sz="4" w:space="4" w:color="000000"/>
          <w:bottom w:val="single" w:sz="4" w:space="1" w:color="000000"/>
          <w:right w:val="single" w:sz="4" w:space="4" w:color="000000"/>
        </w:pBdr>
      </w:pPr>
      <w:r>
        <w:rPr>
          <w:b/>
          <w:bCs/>
        </w:rPr>
        <w:t>En cas de remise contre récépissé</w:t>
      </w:r>
      <w:r>
        <w:t> :</w:t>
      </w:r>
    </w:p>
    <w:p w:rsidR="00CF2A77" w:rsidRDefault="00CF2A77">
      <w:pPr>
        <w:pStyle w:val="RedaliaNormal"/>
        <w:pBdr>
          <w:top w:val="single" w:sz="4" w:space="1" w:color="000000"/>
          <w:left w:val="single" w:sz="4" w:space="4" w:color="000000"/>
          <w:bottom w:val="single" w:sz="4" w:space="1" w:color="000000"/>
          <w:right w:val="single" w:sz="4" w:space="4" w:color="000000"/>
        </w:pBdr>
      </w:pPr>
    </w:p>
    <w:p w:rsidR="00CF2A77" w:rsidRDefault="003812CD">
      <w:pPr>
        <w:pStyle w:val="RedaliaNormal"/>
        <w:pBdr>
          <w:top w:val="single" w:sz="4" w:space="1" w:color="000000"/>
          <w:left w:val="single" w:sz="4" w:space="4" w:color="000000"/>
          <w:bottom w:val="single" w:sz="4" w:space="1" w:color="000000"/>
          <w:right w:val="single" w:sz="4" w:space="4" w:color="000000"/>
        </w:pBdr>
      </w:pPr>
      <w:r>
        <w:t xml:space="preserve">Le titulaire reçoit à titre de notification </w:t>
      </w:r>
      <w:r>
        <w:t>une copie du présent acte spécial :</w:t>
      </w:r>
    </w:p>
    <w:p w:rsidR="00CF2A77" w:rsidRDefault="00CF2A77">
      <w:pPr>
        <w:pStyle w:val="RedaliaNormal"/>
        <w:pBdr>
          <w:top w:val="single" w:sz="4" w:space="1" w:color="000000"/>
          <w:left w:val="single" w:sz="4" w:space="4" w:color="000000"/>
          <w:bottom w:val="single" w:sz="4" w:space="1" w:color="000000"/>
          <w:right w:val="single" w:sz="4" w:space="4" w:color="000000"/>
        </w:pBdr>
      </w:pPr>
    </w:p>
    <w:p w:rsidR="00CF2A77" w:rsidRDefault="003812CD">
      <w:pPr>
        <w:pStyle w:val="RedaliaNormal"/>
        <w:pBdr>
          <w:top w:val="single" w:sz="4" w:space="1" w:color="000000"/>
          <w:left w:val="single" w:sz="4" w:space="4" w:color="000000"/>
          <w:bottom w:val="single" w:sz="4" w:space="1" w:color="000000"/>
          <w:right w:val="single" w:sz="4" w:space="4" w:color="000000"/>
        </w:pBdr>
      </w:pPr>
      <w:r>
        <w:t>A ……………………….., le ……………………………..</w:t>
      </w:r>
    </w:p>
    <w:p w:rsidR="00CF2A77" w:rsidRDefault="00CF2A77">
      <w:pPr>
        <w:pBdr>
          <w:top w:val="single" w:sz="4" w:space="1" w:color="000000"/>
          <w:left w:val="single" w:sz="4" w:space="4" w:color="000000"/>
          <w:bottom w:val="single" w:sz="4" w:space="1" w:color="000000"/>
          <w:right w:val="single" w:sz="4" w:space="4" w:color="000000"/>
        </w:pBdr>
        <w:rPr>
          <w:rFonts w:cs="Arial"/>
        </w:rPr>
      </w:pPr>
    </w:p>
    <w:p w:rsidR="00CF2A77" w:rsidRDefault="00CF2A77">
      <w:pPr>
        <w:pStyle w:val="RedaliaNormal"/>
        <w:tabs>
          <w:tab w:val="clear" w:pos="8505"/>
          <w:tab w:val="left" w:leader="dot" w:pos="4320"/>
        </w:tabs>
      </w:pPr>
    </w:p>
    <w:p w:rsidR="00CF2A77" w:rsidRDefault="00CF2A77">
      <w:pPr>
        <w:pStyle w:val="RedaliaNormal"/>
        <w:pageBreakBefore/>
      </w:pPr>
    </w:p>
    <w:p w:rsidR="00CF2A77" w:rsidRDefault="00CF2A77">
      <w:pPr>
        <w:pStyle w:val="RdaliaTitredossier"/>
      </w:pPr>
    </w:p>
    <w:p w:rsidR="00CF2A77" w:rsidRDefault="003812CD">
      <w:pPr>
        <w:pStyle w:val="RedaliaTitre1"/>
      </w:pPr>
      <w:bookmarkStart w:id="222" w:name="__RefHeading___Toc10594_484324197"/>
      <w:bookmarkStart w:id="223" w:name="_Toc204263506"/>
      <w:r>
        <w:t>Annexe : Désignation des cotraitants et répartition des prestations.</w:t>
      </w:r>
      <w:bookmarkEnd w:id="222"/>
      <w:bookmarkEnd w:id="223"/>
    </w:p>
    <w:p w:rsidR="00CF2A77" w:rsidRDefault="003812CD">
      <w:pPr>
        <w:pStyle w:val="RedaliaNormal"/>
        <w:rPr>
          <w:b/>
          <w:sz w:val="28"/>
        </w:rPr>
      </w:pPr>
      <w:r>
        <w:rPr>
          <w:b/>
          <w:sz w:val="28"/>
        </w:rPr>
        <w:t>Annexe au Contrat Unique (CU)</w:t>
      </w:r>
    </w:p>
    <w:p w:rsidR="00CF2A77" w:rsidRDefault="00CF2A77">
      <w:pPr>
        <w:pStyle w:val="RedaliaNormal"/>
      </w:pPr>
    </w:p>
    <w:p w:rsidR="00CF2A77" w:rsidRDefault="003812CD">
      <w:pPr>
        <w:pStyle w:val="RedaliaNormal"/>
        <w:rPr>
          <w:i/>
        </w:rPr>
      </w:pPr>
      <w:r>
        <w:rPr>
          <w:i/>
        </w:rPr>
        <w:t>Remplir un exemplaire par co-traitant :</w:t>
      </w:r>
    </w:p>
    <w:p w:rsidR="00CF2A77" w:rsidRDefault="00CF2A77">
      <w:pPr>
        <w:pStyle w:val="RedaliaNormal"/>
      </w:pPr>
    </w:p>
    <w:p w:rsidR="00CF2A77" w:rsidRDefault="003812CD">
      <w:pPr>
        <w:pStyle w:val="RedaliaNormal"/>
      </w:pPr>
      <w:r>
        <w:t xml:space="preserve">Nom commercial et dénomination sociale du </w:t>
      </w:r>
      <w:r>
        <w:t>candidat :</w:t>
      </w:r>
    </w:p>
    <w:p w:rsidR="00CF2A77" w:rsidRDefault="003812CD">
      <w:pPr>
        <w:pStyle w:val="RedaliaNormal"/>
      </w:pPr>
      <w:r>
        <w:t>...............................................................................................................................................</w:t>
      </w:r>
    </w:p>
    <w:p w:rsidR="00CF2A77" w:rsidRDefault="003812CD">
      <w:pPr>
        <w:pStyle w:val="RedaliaNormal"/>
      </w:pPr>
      <w:r>
        <w:t>Adresse de l’établissement :</w:t>
      </w:r>
    </w:p>
    <w:p w:rsidR="00CF2A77" w:rsidRDefault="003812CD">
      <w:pPr>
        <w:pStyle w:val="RedaliaNormal"/>
      </w:pPr>
      <w:r>
        <w:t>...............................................................................................................................................</w:t>
      </w:r>
    </w:p>
    <w:p w:rsidR="00CF2A77" w:rsidRDefault="003812CD">
      <w:pPr>
        <w:pStyle w:val="RedaliaNormal"/>
      </w:pPr>
      <w:r>
        <w:t>................................................................................................................</w:t>
      </w:r>
      <w:r>
        <w:t>...............................</w:t>
      </w:r>
    </w:p>
    <w:p w:rsidR="00CF2A77" w:rsidRDefault="003812CD">
      <w:pPr>
        <w:pStyle w:val="RedaliaNormal"/>
      </w:pPr>
      <w:r>
        <w:t>...............................................................................................................................................</w:t>
      </w:r>
    </w:p>
    <w:p w:rsidR="00CF2A77" w:rsidRDefault="003812CD">
      <w:pPr>
        <w:pStyle w:val="RedaliaNormal"/>
      </w:pPr>
      <w:r>
        <w:t xml:space="preserve">Adresse du siège social : </w:t>
      </w:r>
      <w:r>
        <w:rPr>
          <w:i/>
          <w:iCs/>
          <w:sz w:val="18"/>
          <w:szCs w:val="16"/>
        </w:rPr>
        <w:t>(si différente de l’établissement)</w:t>
      </w:r>
    </w:p>
    <w:p w:rsidR="00CF2A77" w:rsidRDefault="003812CD">
      <w:pPr>
        <w:pStyle w:val="RedaliaNormal"/>
      </w:pPr>
      <w:r>
        <w:t>...................</w:t>
      </w:r>
      <w:r>
        <w:t>............................................................................................................................</w:t>
      </w:r>
    </w:p>
    <w:p w:rsidR="00CF2A77" w:rsidRDefault="003812CD">
      <w:pPr>
        <w:pStyle w:val="RedaliaNormal"/>
      </w:pPr>
      <w:r>
        <w:t>...................................................................................................................................</w:t>
      </w:r>
      <w:r>
        <w:t>............</w:t>
      </w:r>
    </w:p>
    <w:p w:rsidR="00CF2A77" w:rsidRDefault="003812CD">
      <w:pPr>
        <w:pStyle w:val="RedaliaNormal"/>
      </w:pPr>
      <w:r>
        <w:t>...............................................................................................................................................</w:t>
      </w:r>
    </w:p>
    <w:p w:rsidR="00CF2A77" w:rsidRDefault="003812CD">
      <w:pPr>
        <w:pStyle w:val="RedaliaNormal"/>
      </w:pPr>
      <w:r>
        <w:t>Adresse électronique : ................................................</w:t>
      </w:r>
    </w:p>
    <w:p w:rsidR="00CF2A77" w:rsidRDefault="003812CD">
      <w:pPr>
        <w:pStyle w:val="RedaliaNormal"/>
      </w:pPr>
      <w:r>
        <w:t xml:space="preserve">Téléphone : </w:t>
      </w:r>
      <w:r>
        <w:t>................................................</w:t>
      </w:r>
    </w:p>
    <w:p w:rsidR="00CF2A77" w:rsidRDefault="003812CD">
      <w:pPr>
        <w:pStyle w:val="RedaliaNormal"/>
      </w:pPr>
      <w:r>
        <w:t>Télécopie : ................................................</w:t>
      </w:r>
    </w:p>
    <w:p w:rsidR="00CF2A77" w:rsidRDefault="003812CD">
      <w:pPr>
        <w:pStyle w:val="RedaliaNormal"/>
      </w:pPr>
      <w:r>
        <w:t>N° SIRET : ................................................ APE : ................................................</w:t>
      </w:r>
    </w:p>
    <w:p w:rsidR="00CF2A77" w:rsidRDefault="003812CD">
      <w:pPr>
        <w:pStyle w:val="RedaliaNormal"/>
      </w:pPr>
      <w:r>
        <w:t xml:space="preserve">N° de TVA intracommunautaire : </w:t>
      </w:r>
      <w:r>
        <w:t>...........................................................</w:t>
      </w:r>
    </w:p>
    <w:p w:rsidR="00CF2A77" w:rsidRDefault="00CF2A77">
      <w:pPr>
        <w:pStyle w:val="RedaliaNormal"/>
      </w:pPr>
    </w:p>
    <w:p w:rsidR="00CF2A77" w:rsidRDefault="003812CD">
      <w:pPr>
        <w:pStyle w:val="RedaliaNormal"/>
      </w:pPr>
      <w:r>
        <w:t>Accepte de recevoir l’avance :</w:t>
      </w:r>
    </w:p>
    <w:p w:rsidR="00CF2A77" w:rsidRDefault="003812CD">
      <w:pPr>
        <w:pStyle w:val="RedaliaNormal"/>
      </w:pPr>
      <w:bookmarkStart w:id="224" w:name="formcheckbox_off_30"/>
      <w:r>
        <w:rPr>
          <w:rFonts w:ascii="Wingdings" w:eastAsia="Wingdings" w:hAnsi="Wingdings" w:cs="Wingdings"/>
        </w:rPr>
        <w:t></w:t>
      </w:r>
      <w:bookmarkEnd w:id="224"/>
      <w:r>
        <w:rPr>
          <w:rFonts w:cs="Arial"/>
        </w:rPr>
        <w:t xml:space="preserve"> </w:t>
      </w:r>
      <w:r>
        <w:t>Oui</w:t>
      </w:r>
    </w:p>
    <w:p w:rsidR="00CF2A77" w:rsidRDefault="003812CD">
      <w:pPr>
        <w:pStyle w:val="RedaliaNormal"/>
      </w:pPr>
      <w:bookmarkStart w:id="225" w:name="formcheckbox_off_31"/>
      <w:r>
        <w:rPr>
          <w:rFonts w:ascii="Wingdings" w:eastAsia="Wingdings" w:hAnsi="Wingdings" w:cs="Wingdings"/>
        </w:rPr>
        <w:t></w:t>
      </w:r>
      <w:bookmarkEnd w:id="225"/>
      <w:r>
        <w:rPr>
          <w:rFonts w:cs="Arial"/>
        </w:rPr>
        <w:t xml:space="preserve"> </w:t>
      </w:r>
      <w:r>
        <w:t>Non</w:t>
      </w:r>
    </w:p>
    <w:p w:rsidR="00CF2A77" w:rsidRDefault="00CF2A77">
      <w:pPr>
        <w:pStyle w:val="RedaliaNormal"/>
      </w:pPr>
    </w:p>
    <w:p w:rsidR="00CF2A77" w:rsidRDefault="003812CD">
      <w:pPr>
        <w:pStyle w:val="RedaliaNormal"/>
      </w:pPr>
      <w:r>
        <w:t>Références bancaires :</w:t>
      </w:r>
    </w:p>
    <w:p w:rsidR="00CF2A77" w:rsidRDefault="003812CD">
      <w:pPr>
        <w:pStyle w:val="RedaliaNormal"/>
      </w:pPr>
      <w:r>
        <w:t>IBAN : .........................................................................................................................</w:t>
      </w:r>
      <w:r>
        <w:t>..............</w:t>
      </w:r>
    </w:p>
    <w:p w:rsidR="00CF2A77" w:rsidRDefault="003812CD">
      <w:pPr>
        <w:pStyle w:val="RedaliaNormal"/>
      </w:pPr>
      <w:r>
        <w:t>BIC : .........................................................................................................................................</w:t>
      </w:r>
    </w:p>
    <w:p w:rsidR="00CF2A77" w:rsidRDefault="00CF2A77">
      <w:pPr>
        <w:pStyle w:val="RedaliaNormal"/>
      </w:pPr>
    </w:p>
    <w:p w:rsidR="00CF2A77" w:rsidRDefault="00CF2A77">
      <w:pPr>
        <w:pStyle w:val="RedaliaNormal"/>
        <w:pageBreakBefore/>
      </w:pPr>
    </w:p>
    <w:tbl>
      <w:tblPr>
        <w:tblW w:w="9309" w:type="dxa"/>
        <w:tblInd w:w="-63" w:type="dxa"/>
        <w:tblLayout w:type="fixed"/>
        <w:tblCellMar>
          <w:left w:w="10" w:type="dxa"/>
          <w:right w:w="10" w:type="dxa"/>
        </w:tblCellMar>
        <w:tblLook w:val="0000" w:firstRow="0" w:lastRow="0" w:firstColumn="0" w:lastColumn="0" w:noHBand="0" w:noVBand="0"/>
      </w:tblPr>
      <w:tblGrid>
        <w:gridCol w:w="2836"/>
        <w:gridCol w:w="2693"/>
        <w:gridCol w:w="1417"/>
        <w:gridCol w:w="943"/>
        <w:gridCol w:w="1420"/>
      </w:tblGrid>
      <w:tr w:rsidR="00CF2A77">
        <w:tblPrEx>
          <w:tblCellMar>
            <w:top w:w="0" w:type="dxa"/>
            <w:bottom w:w="0" w:type="dxa"/>
          </w:tblCellMar>
        </w:tblPrEx>
        <w:trPr>
          <w:cantSplit/>
          <w:trHeight w:val="38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rsidR="00CF2A77" w:rsidRDefault="003812CD">
            <w:pPr>
              <w:pStyle w:val="RedaliaNormal"/>
            </w:pPr>
            <w:r>
              <w:t>Désignation de l’entreprise</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rsidR="00CF2A77" w:rsidRDefault="003812CD">
            <w:pPr>
              <w:pStyle w:val="RedaliaNormal"/>
            </w:pPr>
            <w:r>
              <w:t>Prestations concernées</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rsidR="00CF2A77" w:rsidRDefault="003812CD">
            <w:pPr>
              <w:pStyle w:val="RedaliaNormal"/>
            </w:pPr>
            <w:r>
              <w:t>Montant</w:t>
            </w:r>
          </w:p>
          <w:p w:rsidR="00CF2A77" w:rsidRDefault="003812CD">
            <w:pPr>
              <w:pStyle w:val="RedaliaNormal"/>
            </w:pPr>
            <w:r>
              <w:t>HT (€)</w:t>
            </w: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rsidR="00CF2A77" w:rsidRDefault="003812CD">
            <w:pPr>
              <w:pStyle w:val="RedaliaNormal"/>
            </w:pPr>
            <w:r>
              <w:t>Taux TVA</w:t>
            </w: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rsidR="00CF2A77" w:rsidRDefault="003812CD">
            <w:pPr>
              <w:pStyle w:val="RedaliaNormal"/>
            </w:pPr>
            <w:r>
              <w:t>Montant TTC (€)</w:t>
            </w:r>
          </w:p>
        </w:tc>
      </w:tr>
      <w:tr w:rsidR="00CF2A77">
        <w:tblPrEx>
          <w:tblCellMar>
            <w:top w:w="0" w:type="dxa"/>
            <w:bottom w:w="0" w:type="dxa"/>
          </w:tblCellMar>
        </w:tblPrEx>
        <w:trPr>
          <w:cantSplit/>
          <w:trHeight w:val="217"/>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CF2A77" w:rsidRDefault="003812CD">
            <w:pPr>
              <w:pStyle w:val="RedaliaContenudetableau"/>
            </w:pPr>
            <w:r>
              <w:t>Dénomination sociale : ………….</w:t>
            </w:r>
          </w:p>
          <w:p w:rsidR="00CF2A77" w:rsidRDefault="003812CD">
            <w:pPr>
              <w:pStyle w:val="RedaliaContenudetableau"/>
            </w:pPr>
            <w:r>
              <w:t>...…………………………………...</w:t>
            </w:r>
          </w:p>
          <w:p w:rsidR="00CF2A77" w:rsidRDefault="003812CD">
            <w:pPr>
              <w:pStyle w:val="RedaliaContenudetableau"/>
            </w:pPr>
            <w:r>
              <w:t>...…………………………………...</w:t>
            </w:r>
          </w:p>
          <w:p w:rsidR="00CF2A77" w:rsidRDefault="003812CD">
            <w:pPr>
              <w:pStyle w:val="RedaliaContenudetableau"/>
            </w:pPr>
            <w:r>
              <w:t>...…………………………………...</w:t>
            </w:r>
          </w:p>
          <w:p w:rsidR="00CF2A77" w:rsidRDefault="003812CD">
            <w:pPr>
              <w:pStyle w:val="RedaliaContenudetableau"/>
            </w:pPr>
            <w:r>
              <w:t>...…………………………………...</w:t>
            </w:r>
          </w:p>
          <w:p w:rsidR="00CF2A77" w:rsidRDefault="003812CD">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CF2A77" w:rsidRDefault="00CF2A77">
            <w:pPr>
              <w:pStyle w:val="RedaliaContenudetableau"/>
              <w:rPr>
                <w:sz w:val="16"/>
              </w:rPr>
            </w:pPr>
          </w:p>
          <w:p w:rsidR="00CF2A77" w:rsidRDefault="00CF2A77">
            <w:pPr>
              <w:pStyle w:val="RedaliaContenudetableau"/>
              <w:rPr>
                <w:sz w:val="16"/>
              </w:rPr>
            </w:pPr>
          </w:p>
          <w:p w:rsidR="00CF2A77" w:rsidRDefault="00CF2A77">
            <w:pPr>
              <w:pStyle w:val="RedaliaContenudetableau"/>
              <w:rPr>
                <w:sz w:val="16"/>
              </w:rPr>
            </w:pPr>
          </w:p>
          <w:p w:rsidR="00CF2A77" w:rsidRDefault="00CF2A77">
            <w:pPr>
              <w:pStyle w:val="RedaliaContenudetableau"/>
              <w:rPr>
                <w:sz w:val="16"/>
              </w:rPr>
            </w:pPr>
          </w:p>
          <w:p w:rsidR="00CF2A77" w:rsidRDefault="00CF2A77">
            <w:pPr>
              <w:pStyle w:val="RedaliaContenudetableau"/>
              <w:rPr>
                <w:sz w:val="16"/>
              </w:rPr>
            </w:pPr>
          </w:p>
          <w:p w:rsidR="00CF2A77" w:rsidRDefault="00CF2A77">
            <w:pPr>
              <w:pStyle w:val="RedaliaContenudetableau"/>
              <w:rPr>
                <w:sz w:val="16"/>
              </w:rPr>
            </w:pPr>
          </w:p>
          <w:p w:rsidR="00CF2A77" w:rsidRDefault="00CF2A77">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CF2A77" w:rsidRDefault="00CF2A77">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CF2A77" w:rsidRDefault="00CF2A77">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CF2A77" w:rsidRDefault="00CF2A77">
            <w:pPr>
              <w:pStyle w:val="RedaliaContenudetableau"/>
              <w:rPr>
                <w:sz w:val="16"/>
              </w:rPr>
            </w:pPr>
          </w:p>
        </w:tc>
      </w:tr>
      <w:tr w:rsidR="00CF2A77">
        <w:tblPrEx>
          <w:tblCellMar>
            <w:top w:w="0" w:type="dxa"/>
            <w:bottom w:w="0" w:type="dxa"/>
          </w:tblCellMar>
        </w:tblPrEx>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CF2A77" w:rsidRDefault="003812CD">
            <w:pPr>
              <w:pStyle w:val="RedaliaContenudetableau"/>
            </w:pPr>
            <w:r>
              <w:t>Dénomination sociale : ………….</w:t>
            </w:r>
          </w:p>
          <w:p w:rsidR="00CF2A77" w:rsidRDefault="003812CD">
            <w:pPr>
              <w:pStyle w:val="RedaliaContenudetableau"/>
            </w:pPr>
            <w:r>
              <w:t>...…………………………………...</w:t>
            </w:r>
          </w:p>
          <w:p w:rsidR="00CF2A77" w:rsidRDefault="003812CD">
            <w:pPr>
              <w:pStyle w:val="RedaliaContenudetableau"/>
            </w:pPr>
            <w:r>
              <w:t>...…………………………………...</w:t>
            </w:r>
          </w:p>
          <w:p w:rsidR="00CF2A77" w:rsidRDefault="003812CD">
            <w:pPr>
              <w:pStyle w:val="RedaliaContenudetableau"/>
            </w:pPr>
            <w:r>
              <w:t>...…………………………………...</w:t>
            </w:r>
          </w:p>
          <w:p w:rsidR="00CF2A77" w:rsidRDefault="003812CD">
            <w:pPr>
              <w:pStyle w:val="RedaliaContenudetableau"/>
            </w:pPr>
            <w:r>
              <w:t>...…………………………………...</w:t>
            </w:r>
          </w:p>
          <w:p w:rsidR="00CF2A77" w:rsidRDefault="003812CD">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CF2A77" w:rsidRDefault="00CF2A77">
            <w:pPr>
              <w:pStyle w:val="RedaliaContenudetableau"/>
              <w:rPr>
                <w:sz w:val="16"/>
              </w:rPr>
            </w:pPr>
          </w:p>
          <w:p w:rsidR="00CF2A77" w:rsidRDefault="00CF2A77">
            <w:pPr>
              <w:pStyle w:val="RedaliaContenudetableau"/>
              <w:rPr>
                <w:sz w:val="16"/>
              </w:rPr>
            </w:pPr>
          </w:p>
          <w:p w:rsidR="00CF2A77" w:rsidRDefault="00CF2A77">
            <w:pPr>
              <w:pStyle w:val="RedaliaContenudetableau"/>
              <w:rPr>
                <w:sz w:val="16"/>
              </w:rPr>
            </w:pPr>
          </w:p>
          <w:p w:rsidR="00CF2A77" w:rsidRDefault="00CF2A77">
            <w:pPr>
              <w:pStyle w:val="RedaliaContenudetableau"/>
              <w:rPr>
                <w:sz w:val="16"/>
              </w:rPr>
            </w:pPr>
          </w:p>
          <w:p w:rsidR="00CF2A77" w:rsidRDefault="00CF2A77">
            <w:pPr>
              <w:pStyle w:val="RedaliaContenudetableau"/>
              <w:rPr>
                <w:sz w:val="16"/>
              </w:rPr>
            </w:pPr>
          </w:p>
          <w:p w:rsidR="00CF2A77" w:rsidRDefault="00CF2A77">
            <w:pPr>
              <w:pStyle w:val="RedaliaContenudetableau"/>
              <w:rPr>
                <w:sz w:val="16"/>
              </w:rPr>
            </w:pPr>
          </w:p>
          <w:p w:rsidR="00CF2A77" w:rsidRDefault="00CF2A77">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CF2A77" w:rsidRDefault="00CF2A77">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CF2A77" w:rsidRDefault="00CF2A77">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CF2A77" w:rsidRDefault="00CF2A77">
            <w:pPr>
              <w:pStyle w:val="RedaliaContenudetableau"/>
              <w:rPr>
                <w:sz w:val="16"/>
              </w:rPr>
            </w:pPr>
          </w:p>
        </w:tc>
      </w:tr>
      <w:tr w:rsidR="00CF2A77">
        <w:tblPrEx>
          <w:tblCellMar>
            <w:top w:w="0" w:type="dxa"/>
            <w:bottom w:w="0" w:type="dxa"/>
          </w:tblCellMar>
        </w:tblPrEx>
        <w:trPr>
          <w:cantSplit/>
          <w:trHeight w:val="217"/>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CF2A77" w:rsidRDefault="003812CD">
            <w:pPr>
              <w:pStyle w:val="RedaliaContenudetableau"/>
            </w:pPr>
            <w:r>
              <w:t>Dénomination sociale : ………….</w:t>
            </w:r>
          </w:p>
          <w:p w:rsidR="00CF2A77" w:rsidRDefault="003812CD">
            <w:pPr>
              <w:pStyle w:val="RedaliaContenudetableau"/>
            </w:pPr>
            <w:r>
              <w:t>...…………………………………...</w:t>
            </w:r>
          </w:p>
          <w:p w:rsidR="00CF2A77" w:rsidRDefault="003812CD">
            <w:pPr>
              <w:pStyle w:val="RedaliaContenudetableau"/>
            </w:pPr>
            <w:r>
              <w:t>...…………………………………...</w:t>
            </w:r>
          </w:p>
          <w:p w:rsidR="00CF2A77" w:rsidRDefault="003812CD">
            <w:pPr>
              <w:pStyle w:val="RedaliaContenudetableau"/>
            </w:pPr>
            <w:r>
              <w:t>...…………………………………...</w:t>
            </w:r>
          </w:p>
          <w:p w:rsidR="00CF2A77" w:rsidRDefault="003812CD">
            <w:pPr>
              <w:pStyle w:val="RedaliaContenudetableau"/>
            </w:pPr>
            <w:r>
              <w:t>...…………………………………...</w:t>
            </w:r>
          </w:p>
          <w:p w:rsidR="00CF2A77" w:rsidRDefault="003812CD">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CF2A77" w:rsidRDefault="00CF2A77">
            <w:pPr>
              <w:pStyle w:val="RedaliaContenudetableau"/>
              <w:rPr>
                <w:sz w:val="16"/>
              </w:rPr>
            </w:pPr>
          </w:p>
          <w:p w:rsidR="00CF2A77" w:rsidRDefault="00CF2A77">
            <w:pPr>
              <w:pStyle w:val="RedaliaContenudetableau"/>
              <w:rPr>
                <w:sz w:val="16"/>
              </w:rPr>
            </w:pPr>
          </w:p>
          <w:p w:rsidR="00CF2A77" w:rsidRDefault="00CF2A77">
            <w:pPr>
              <w:pStyle w:val="RedaliaContenudetableau"/>
              <w:rPr>
                <w:sz w:val="16"/>
              </w:rPr>
            </w:pPr>
          </w:p>
          <w:p w:rsidR="00CF2A77" w:rsidRDefault="00CF2A77">
            <w:pPr>
              <w:pStyle w:val="RedaliaContenudetableau"/>
              <w:rPr>
                <w:sz w:val="16"/>
              </w:rPr>
            </w:pPr>
          </w:p>
          <w:p w:rsidR="00CF2A77" w:rsidRDefault="00CF2A77">
            <w:pPr>
              <w:pStyle w:val="RedaliaContenudetableau"/>
              <w:rPr>
                <w:sz w:val="16"/>
              </w:rPr>
            </w:pPr>
          </w:p>
          <w:p w:rsidR="00CF2A77" w:rsidRDefault="00CF2A77">
            <w:pPr>
              <w:pStyle w:val="RedaliaContenudetableau"/>
              <w:rPr>
                <w:sz w:val="16"/>
              </w:rPr>
            </w:pPr>
          </w:p>
          <w:p w:rsidR="00CF2A77" w:rsidRDefault="00CF2A77">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CF2A77" w:rsidRDefault="00CF2A77">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CF2A77" w:rsidRDefault="00CF2A77">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CF2A77" w:rsidRDefault="00CF2A77">
            <w:pPr>
              <w:pStyle w:val="RedaliaContenudetableau"/>
              <w:rPr>
                <w:sz w:val="16"/>
              </w:rPr>
            </w:pPr>
          </w:p>
        </w:tc>
      </w:tr>
      <w:tr w:rsidR="00CF2A77">
        <w:tblPrEx>
          <w:tblCellMar>
            <w:top w:w="0" w:type="dxa"/>
            <w:bottom w:w="0" w:type="dxa"/>
          </w:tblCellMar>
        </w:tblPrEx>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CF2A77" w:rsidRDefault="003812CD">
            <w:pPr>
              <w:pStyle w:val="RedaliaContenudetableau"/>
            </w:pPr>
            <w:r>
              <w:t>Dénomination sociale : ………….</w:t>
            </w:r>
          </w:p>
          <w:p w:rsidR="00CF2A77" w:rsidRDefault="003812CD">
            <w:pPr>
              <w:pStyle w:val="RedaliaContenudetableau"/>
            </w:pPr>
            <w:r>
              <w:t>...…………………………………...</w:t>
            </w:r>
          </w:p>
          <w:p w:rsidR="00CF2A77" w:rsidRDefault="003812CD">
            <w:pPr>
              <w:pStyle w:val="RedaliaContenudetableau"/>
            </w:pPr>
            <w:r>
              <w:t>...…………………………………...</w:t>
            </w:r>
          </w:p>
          <w:p w:rsidR="00CF2A77" w:rsidRDefault="003812CD">
            <w:pPr>
              <w:pStyle w:val="RedaliaContenudetableau"/>
            </w:pPr>
            <w:r>
              <w:t>...…………………………………...</w:t>
            </w:r>
          </w:p>
          <w:p w:rsidR="00CF2A77" w:rsidRDefault="003812CD">
            <w:pPr>
              <w:pStyle w:val="RedaliaContenudetableau"/>
            </w:pPr>
            <w:r>
              <w:t>...…………………………………...</w:t>
            </w:r>
          </w:p>
          <w:p w:rsidR="00CF2A77" w:rsidRDefault="003812CD">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CF2A77" w:rsidRDefault="00CF2A77">
            <w:pPr>
              <w:pStyle w:val="RedaliaContenudetableau"/>
              <w:rPr>
                <w:sz w:val="16"/>
              </w:rPr>
            </w:pPr>
          </w:p>
          <w:p w:rsidR="00CF2A77" w:rsidRDefault="00CF2A77">
            <w:pPr>
              <w:pStyle w:val="RedaliaContenudetableau"/>
              <w:rPr>
                <w:sz w:val="16"/>
              </w:rPr>
            </w:pPr>
          </w:p>
          <w:p w:rsidR="00CF2A77" w:rsidRDefault="00CF2A77">
            <w:pPr>
              <w:pStyle w:val="RedaliaContenudetableau"/>
              <w:rPr>
                <w:sz w:val="16"/>
              </w:rPr>
            </w:pPr>
          </w:p>
          <w:p w:rsidR="00CF2A77" w:rsidRDefault="00CF2A77">
            <w:pPr>
              <w:pStyle w:val="RedaliaContenudetableau"/>
              <w:rPr>
                <w:sz w:val="16"/>
              </w:rPr>
            </w:pPr>
          </w:p>
          <w:p w:rsidR="00CF2A77" w:rsidRDefault="00CF2A77">
            <w:pPr>
              <w:pStyle w:val="RedaliaContenudetableau"/>
              <w:rPr>
                <w:sz w:val="16"/>
              </w:rPr>
            </w:pPr>
          </w:p>
          <w:p w:rsidR="00CF2A77" w:rsidRDefault="00CF2A77">
            <w:pPr>
              <w:pStyle w:val="RedaliaContenudetableau"/>
              <w:rPr>
                <w:sz w:val="16"/>
              </w:rPr>
            </w:pPr>
          </w:p>
          <w:p w:rsidR="00CF2A77" w:rsidRDefault="00CF2A77">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CF2A77" w:rsidRDefault="00CF2A77">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CF2A77" w:rsidRDefault="00CF2A77">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CF2A77" w:rsidRDefault="00CF2A77">
            <w:pPr>
              <w:pStyle w:val="RedaliaContenudetableau"/>
              <w:rPr>
                <w:sz w:val="16"/>
              </w:rPr>
            </w:pPr>
          </w:p>
        </w:tc>
      </w:tr>
      <w:tr w:rsidR="00CF2A77">
        <w:tblPrEx>
          <w:tblCellMar>
            <w:top w:w="0" w:type="dxa"/>
            <w:bottom w:w="0" w:type="dxa"/>
          </w:tblCellMar>
        </w:tblPrEx>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CF2A77" w:rsidRDefault="003812CD">
            <w:pPr>
              <w:pStyle w:val="RedaliaContenudetableau"/>
            </w:pPr>
            <w:r>
              <w:t xml:space="preserve">Dénomination </w:t>
            </w:r>
            <w:r>
              <w:t>sociale : ………….</w:t>
            </w:r>
          </w:p>
          <w:p w:rsidR="00CF2A77" w:rsidRDefault="003812CD">
            <w:pPr>
              <w:pStyle w:val="RedaliaContenudetableau"/>
            </w:pPr>
            <w:r>
              <w:t>...…………………………………...</w:t>
            </w:r>
          </w:p>
          <w:p w:rsidR="00CF2A77" w:rsidRDefault="003812CD">
            <w:pPr>
              <w:pStyle w:val="RedaliaContenudetableau"/>
            </w:pPr>
            <w:r>
              <w:t>...…………………………………...</w:t>
            </w:r>
          </w:p>
          <w:p w:rsidR="00CF2A77" w:rsidRDefault="003812CD">
            <w:pPr>
              <w:pStyle w:val="RedaliaContenudetableau"/>
            </w:pPr>
            <w:r>
              <w:t>...…………………………………...</w:t>
            </w:r>
          </w:p>
          <w:p w:rsidR="00CF2A77" w:rsidRDefault="003812CD">
            <w:pPr>
              <w:pStyle w:val="RedaliaContenudetableau"/>
            </w:pPr>
            <w:r>
              <w:t>...…………………………………...</w:t>
            </w:r>
          </w:p>
          <w:p w:rsidR="00CF2A77" w:rsidRDefault="003812CD">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CF2A77" w:rsidRDefault="00CF2A77">
            <w:pPr>
              <w:pStyle w:val="RedaliaContenudetableau"/>
              <w:rPr>
                <w:sz w:val="16"/>
              </w:rPr>
            </w:pPr>
          </w:p>
          <w:p w:rsidR="00CF2A77" w:rsidRDefault="00CF2A77">
            <w:pPr>
              <w:pStyle w:val="RedaliaContenudetableau"/>
              <w:rPr>
                <w:sz w:val="16"/>
              </w:rPr>
            </w:pPr>
          </w:p>
          <w:p w:rsidR="00CF2A77" w:rsidRDefault="00CF2A77">
            <w:pPr>
              <w:pStyle w:val="RedaliaContenudetableau"/>
              <w:rPr>
                <w:sz w:val="16"/>
              </w:rPr>
            </w:pPr>
          </w:p>
          <w:p w:rsidR="00CF2A77" w:rsidRDefault="00CF2A77">
            <w:pPr>
              <w:pStyle w:val="RedaliaContenudetableau"/>
              <w:rPr>
                <w:sz w:val="16"/>
              </w:rPr>
            </w:pPr>
          </w:p>
          <w:p w:rsidR="00CF2A77" w:rsidRDefault="00CF2A77">
            <w:pPr>
              <w:pStyle w:val="RedaliaContenudetableau"/>
              <w:rPr>
                <w:sz w:val="16"/>
              </w:rPr>
            </w:pPr>
          </w:p>
          <w:p w:rsidR="00CF2A77" w:rsidRDefault="00CF2A77">
            <w:pPr>
              <w:pStyle w:val="RedaliaContenudetableau"/>
              <w:rPr>
                <w:sz w:val="16"/>
              </w:rPr>
            </w:pPr>
          </w:p>
          <w:p w:rsidR="00CF2A77" w:rsidRDefault="00CF2A77">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CF2A77" w:rsidRDefault="00CF2A77">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CF2A77" w:rsidRDefault="00CF2A77">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CF2A77" w:rsidRDefault="00CF2A77">
            <w:pPr>
              <w:pStyle w:val="RedaliaContenudetableau"/>
              <w:rPr>
                <w:sz w:val="16"/>
              </w:rPr>
            </w:pPr>
          </w:p>
        </w:tc>
      </w:tr>
      <w:tr w:rsidR="00CF2A77">
        <w:tblPrEx>
          <w:tblCellMar>
            <w:top w:w="0" w:type="dxa"/>
            <w:bottom w:w="0" w:type="dxa"/>
          </w:tblCellMar>
        </w:tblPrEx>
        <w:trPr>
          <w:cantSplit/>
          <w:trHeight w:val="547"/>
        </w:trPr>
        <w:tc>
          <w:tcPr>
            <w:tcW w:w="2836" w:type="dxa"/>
            <w:tcBorders>
              <w:top w:val="single" w:sz="6" w:space="0" w:color="000000"/>
              <w:right w:val="single" w:sz="6" w:space="0" w:color="000000"/>
            </w:tcBorders>
            <w:shd w:val="clear" w:color="auto" w:fill="auto"/>
            <w:tcMar>
              <w:top w:w="0" w:type="dxa"/>
              <w:left w:w="79" w:type="dxa"/>
              <w:bottom w:w="0" w:type="dxa"/>
              <w:right w:w="79" w:type="dxa"/>
            </w:tcMar>
          </w:tcPr>
          <w:p w:rsidR="00CF2A77" w:rsidRDefault="00CF2A77">
            <w:pPr>
              <w:pStyle w:val="RedaliaNormal"/>
            </w:pPr>
          </w:p>
          <w:p w:rsidR="00CF2A77" w:rsidRDefault="00CF2A77">
            <w:pPr>
              <w:pStyle w:val="RedaliaNormal"/>
            </w:pPr>
          </w:p>
          <w:p w:rsidR="00CF2A77" w:rsidRDefault="00CF2A77">
            <w:pPr>
              <w:pStyle w:val="RedaliaNormal"/>
            </w:pP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rsidR="00CF2A77" w:rsidRDefault="003812CD">
            <w:pPr>
              <w:pStyle w:val="RedaliaNormal"/>
              <w:rPr>
                <w:i/>
              </w:rPr>
            </w:pPr>
            <w:r>
              <w:rPr>
                <w:i/>
              </w:rPr>
              <w:t>Totaux</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CF2A77" w:rsidRDefault="00CF2A77">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CF2A77" w:rsidRDefault="00CF2A77">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CF2A77" w:rsidRDefault="00CF2A77">
            <w:pPr>
              <w:pStyle w:val="RedaliaNormal"/>
              <w:rPr>
                <w:sz w:val="16"/>
              </w:rPr>
            </w:pPr>
          </w:p>
        </w:tc>
      </w:tr>
    </w:tbl>
    <w:p w:rsidR="00CF2A77" w:rsidRDefault="00CF2A77">
      <w:pPr>
        <w:pStyle w:val="RedaliaNormal"/>
        <w:pageBreakBefore/>
      </w:pPr>
    </w:p>
    <w:p w:rsidR="00CF2A77" w:rsidRDefault="00CF2A77">
      <w:pPr>
        <w:pStyle w:val="RdaliaTitredossier"/>
      </w:pPr>
    </w:p>
    <w:p w:rsidR="00CF2A77" w:rsidRDefault="003812CD">
      <w:pPr>
        <w:pStyle w:val="RedaliaTitre1"/>
      </w:pPr>
      <w:bookmarkStart w:id="226" w:name="__RefHeading___Toc10596_484324197"/>
      <w:bookmarkStart w:id="227" w:name="_Toc204263507"/>
      <w:r>
        <w:t>Annexe : Nantissement ou cession de créances</w:t>
      </w:r>
      <w:bookmarkEnd w:id="226"/>
      <w:bookmarkEnd w:id="227"/>
    </w:p>
    <w:p w:rsidR="00CF2A77" w:rsidRDefault="00CF2A77">
      <w:pPr>
        <w:pStyle w:val="RedaliaNormal"/>
      </w:pPr>
    </w:p>
    <w:p w:rsidR="00CF2A77" w:rsidRDefault="00CF2A77">
      <w:pPr>
        <w:pStyle w:val="RedaliaNormal"/>
      </w:pPr>
    </w:p>
    <w:p w:rsidR="00CF2A77" w:rsidRDefault="003812CD">
      <w:pPr>
        <w:pStyle w:val="RedaliaNormal"/>
      </w:pPr>
      <w:bookmarkStart w:id="228" w:name="formcheckbox_off_22"/>
      <w:r>
        <w:rPr>
          <w:rFonts w:ascii="Wingdings" w:eastAsia="Wingdings" w:hAnsi="Wingdings" w:cs="Wingdings"/>
        </w:rPr>
        <w:t></w:t>
      </w:r>
      <w:bookmarkEnd w:id="228"/>
      <w:r>
        <w:t xml:space="preserve"> </w:t>
      </w:r>
      <w:r>
        <w:rPr>
          <w:b/>
        </w:rPr>
        <w:t>Certificat de cessibilité</w:t>
      </w:r>
      <w:r>
        <w:t xml:space="preserve"> </w:t>
      </w:r>
      <w:r>
        <w:t>établi (1) en date du ………………………….. à ……………………………………</w:t>
      </w:r>
    </w:p>
    <w:p w:rsidR="00CF2A77" w:rsidRDefault="00CF2A77">
      <w:pPr>
        <w:pStyle w:val="RedaliaNormal"/>
      </w:pPr>
    </w:p>
    <w:p w:rsidR="00CF2A77" w:rsidRDefault="003812CD">
      <w:pPr>
        <w:pStyle w:val="RedaliaNormal"/>
        <w:jc w:val="center"/>
        <w:rPr>
          <w:b/>
        </w:rPr>
      </w:pPr>
      <w:r>
        <w:rPr>
          <w:b/>
        </w:rPr>
        <w:t>OU</w:t>
      </w:r>
    </w:p>
    <w:p w:rsidR="00CF2A77" w:rsidRDefault="00CF2A77">
      <w:pPr>
        <w:pStyle w:val="RedaliaNormal"/>
      </w:pPr>
    </w:p>
    <w:p w:rsidR="00CF2A77" w:rsidRDefault="003812CD">
      <w:pPr>
        <w:pStyle w:val="RedaliaNormal"/>
      </w:pPr>
      <w:bookmarkStart w:id="229" w:name="formcheckbox_off_23"/>
      <w:r>
        <w:rPr>
          <w:rFonts w:ascii="Wingdings" w:eastAsia="Wingdings" w:hAnsi="Wingdings" w:cs="Wingdings"/>
        </w:rPr>
        <w:t></w:t>
      </w:r>
      <w:bookmarkEnd w:id="229"/>
      <w:r>
        <w:t xml:space="preserve"> </w:t>
      </w:r>
      <w:r>
        <w:rPr>
          <w:b/>
        </w:rPr>
        <w:t>Copie délivrée en unique exemplaire</w:t>
      </w:r>
      <w:r>
        <w:t xml:space="preserve"> (1) pour être remise à l’établissement de crédit en cas de cession ou de nantissement de créance de :</w:t>
      </w:r>
    </w:p>
    <w:p w:rsidR="00CF2A77" w:rsidRDefault="003812CD">
      <w:pPr>
        <w:pStyle w:val="RedaliaNormal"/>
      </w:pPr>
      <w:r>
        <w:t>1 </w:t>
      </w:r>
      <w:bookmarkStart w:id="230" w:name="formcheckbox_off_24"/>
      <w:r>
        <w:rPr>
          <w:rFonts w:ascii="Wingdings" w:eastAsia="Wingdings" w:hAnsi="Wingdings" w:cs="Wingdings"/>
        </w:rPr>
        <w:t></w:t>
      </w:r>
      <w:bookmarkEnd w:id="230"/>
      <w:r>
        <w:t xml:space="preserve"> La totalité de l'accord-cadre dont le montant est de </w:t>
      </w:r>
      <w:r>
        <w:rPr>
          <w:i/>
        </w:rPr>
        <w:t>(i</w:t>
      </w:r>
      <w:r>
        <w:rPr>
          <w:i/>
        </w:rPr>
        <w:t>ndiquer le montant en chiffres et en lettres)</w:t>
      </w:r>
      <w:r>
        <w:t> : ……………………………………………………………………………………………………………</w:t>
      </w:r>
    </w:p>
    <w:p w:rsidR="00CF2A77" w:rsidRDefault="003812CD">
      <w:pPr>
        <w:pStyle w:val="RedaliaNormal"/>
      </w:pPr>
      <w:r>
        <w:t>……………………………………………………………………………………………………………</w:t>
      </w:r>
    </w:p>
    <w:p w:rsidR="00CF2A77" w:rsidRDefault="003812CD">
      <w:pPr>
        <w:pStyle w:val="RedaliaNormal"/>
      </w:pPr>
      <w:r>
        <w:t>……………………………………………………………………………………………………………</w:t>
      </w:r>
    </w:p>
    <w:p w:rsidR="00CF2A77" w:rsidRDefault="003812CD">
      <w:pPr>
        <w:pStyle w:val="RedaliaNormal"/>
      </w:pPr>
      <w:r>
        <w:t>2 </w:t>
      </w:r>
      <w:bookmarkStart w:id="231" w:name="formcheckbox_off_25"/>
      <w:r>
        <w:rPr>
          <w:rFonts w:ascii="Wingdings" w:eastAsia="Wingdings" w:hAnsi="Wingdings" w:cs="Wingdings"/>
        </w:rPr>
        <w:t></w:t>
      </w:r>
      <w:bookmarkEnd w:id="231"/>
      <w:r>
        <w:t xml:space="preserve"> La totalité du bon de commande n°…………………………………afférent à l'accord-cadre </w:t>
      </w:r>
      <w:r>
        <w:rPr>
          <w:i/>
        </w:rPr>
        <w:t>(indiquer le montant en chiffres et lettres)</w:t>
      </w:r>
      <w:r>
        <w:t> :</w:t>
      </w:r>
    </w:p>
    <w:p w:rsidR="00CF2A77" w:rsidRDefault="003812CD">
      <w:pPr>
        <w:pStyle w:val="RedaliaNormal"/>
      </w:pPr>
      <w:r>
        <w:t>……………………………………………………………………………………………………………</w:t>
      </w:r>
    </w:p>
    <w:p w:rsidR="00CF2A77" w:rsidRDefault="003812CD">
      <w:pPr>
        <w:pStyle w:val="RedaliaNormal"/>
      </w:pPr>
      <w:r>
        <w:t>……………………………………………………………………………………………………………</w:t>
      </w:r>
    </w:p>
    <w:p w:rsidR="00CF2A77" w:rsidRDefault="003812CD">
      <w:pPr>
        <w:pStyle w:val="RedaliaNormal"/>
      </w:pPr>
      <w:r>
        <w:t>……………………………………………………………………………………………………………</w:t>
      </w:r>
    </w:p>
    <w:p w:rsidR="00CF2A77" w:rsidRDefault="003812CD">
      <w:pPr>
        <w:pStyle w:val="RedaliaNormal"/>
      </w:pPr>
      <w:r>
        <w:t>3 </w:t>
      </w:r>
      <w:bookmarkStart w:id="232" w:name="formcheckbox_off_26"/>
      <w:r>
        <w:rPr>
          <w:rFonts w:ascii="Wingdings" w:eastAsia="Wingdings" w:hAnsi="Wingdings" w:cs="Wingdings"/>
        </w:rPr>
        <w:t></w:t>
      </w:r>
      <w:bookmarkEnd w:id="232"/>
      <w:r>
        <w:t> La partie des prestations que le titulaire n’envisage pas de confier à des sous</w:t>
      </w:r>
      <w:r>
        <w:t xml:space="preserve">-traitants bénéficiant du paiement direct, est évaluée à </w:t>
      </w:r>
      <w:r>
        <w:rPr>
          <w:i/>
        </w:rPr>
        <w:t>(indiquer en chiffres et en lettres)</w:t>
      </w:r>
      <w:r>
        <w:t> : ……………………………………………………………………………………………………………</w:t>
      </w:r>
    </w:p>
    <w:p w:rsidR="00CF2A77" w:rsidRDefault="003812CD">
      <w:pPr>
        <w:pStyle w:val="RedaliaNormal"/>
      </w:pPr>
      <w:r>
        <w:t>……………………………………………………………………………………………………………</w:t>
      </w:r>
    </w:p>
    <w:p w:rsidR="00CF2A77" w:rsidRDefault="003812CD">
      <w:pPr>
        <w:pStyle w:val="RedaliaNormal"/>
      </w:pPr>
      <w:r>
        <w:t>……………………………………………………………………………………………………………</w:t>
      </w:r>
    </w:p>
    <w:p w:rsidR="00CF2A77" w:rsidRDefault="003812CD">
      <w:pPr>
        <w:pStyle w:val="RedaliaNormal"/>
      </w:pPr>
      <w:r>
        <w:t>4 </w:t>
      </w:r>
      <w:bookmarkStart w:id="233" w:name="formcheckbox_off_27"/>
      <w:r>
        <w:rPr>
          <w:rFonts w:ascii="Wingdings" w:eastAsia="Wingdings" w:hAnsi="Wingdings" w:cs="Wingdings"/>
        </w:rPr>
        <w:t></w:t>
      </w:r>
      <w:bookmarkEnd w:id="233"/>
      <w:r>
        <w:t> La partie des prestations éval</w:t>
      </w:r>
      <w:r>
        <w:t xml:space="preserve">uée à </w:t>
      </w:r>
      <w:r>
        <w:rPr>
          <w:i/>
        </w:rPr>
        <w:t>(indiquer le montant en chiffres et en lettres)</w:t>
      </w:r>
      <w:r>
        <w:t> : ……………………………………………………………………………………………………………</w:t>
      </w:r>
    </w:p>
    <w:p w:rsidR="00CF2A77" w:rsidRDefault="003812CD">
      <w:pPr>
        <w:pStyle w:val="RedaliaNormal"/>
      </w:pPr>
      <w:r>
        <w:t>……………………………………………………………………………………………………………</w:t>
      </w:r>
    </w:p>
    <w:p w:rsidR="00CF2A77" w:rsidRDefault="003812CD">
      <w:pPr>
        <w:pStyle w:val="RedaliaNormal"/>
      </w:pPr>
      <w:r>
        <w:t>……………………………………………………………………………………………………………</w:t>
      </w:r>
    </w:p>
    <w:p w:rsidR="00CF2A77" w:rsidRDefault="003812CD">
      <w:pPr>
        <w:pStyle w:val="RedaliaNormal"/>
      </w:pPr>
      <w:r>
        <w:t>et devant être exécutée par</w:t>
      </w:r>
    </w:p>
    <w:p w:rsidR="00CF2A77" w:rsidRDefault="003812CD">
      <w:pPr>
        <w:pStyle w:val="RedaliaNormal"/>
      </w:pPr>
      <w:r>
        <w:t>……………………………………………………………………………………………………........</w:t>
      </w:r>
      <w:r>
        <w:t>...</w:t>
      </w:r>
    </w:p>
    <w:p w:rsidR="00CF2A77" w:rsidRDefault="003812CD">
      <w:pPr>
        <w:pStyle w:val="RedaliaNormal"/>
      </w:pPr>
      <w:r>
        <w:t>en qualité de :</w:t>
      </w:r>
    </w:p>
    <w:p w:rsidR="00CF2A77" w:rsidRDefault="003812CD">
      <w:pPr>
        <w:pStyle w:val="RedaliaNormal"/>
      </w:pPr>
      <w:bookmarkStart w:id="234" w:name="formcheckbox_off_28"/>
      <w:r>
        <w:rPr>
          <w:rFonts w:ascii="Wingdings" w:eastAsia="Wingdings" w:hAnsi="Wingdings" w:cs="Wingdings"/>
        </w:rPr>
        <w:t></w:t>
      </w:r>
      <w:bookmarkEnd w:id="234"/>
      <w:r>
        <w:t> membre d’un groupement d’entreprise</w:t>
      </w:r>
    </w:p>
    <w:p w:rsidR="00CF2A77" w:rsidRDefault="003812CD">
      <w:pPr>
        <w:pStyle w:val="RedaliaNormal"/>
      </w:pPr>
      <w:bookmarkStart w:id="235" w:name="formcheckbox_off_29"/>
      <w:r>
        <w:rPr>
          <w:rFonts w:ascii="Wingdings" w:eastAsia="Wingdings" w:hAnsi="Wingdings" w:cs="Wingdings"/>
        </w:rPr>
        <w:t></w:t>
      </w:r>
      <w:bookmarkEnd w:id="235"/>
      <w:r>
        <w:t> sous-traitant</w:t>
      </w:r>
    </w:p>
    <w:p w:rsidR="00CF2A77" w:rsidRDefault="00CF2A77">
      <w:pPr>
        <w:pStyle w:val="RedaliaNormal"/>
      </w:pPr>
    </w:p>
    <w:p w:rsidR="00CF2A77" w:rsidRDefault="00CF2A77">
      <w:pPr>
        <w:pStyle w:val="RedaliaNormal"/>
      </w:pPr>
    </w:p>
    <w:tbl>
      <w:tblPr>
        <w:tblW w:w="9212" w:type="dxa"/>
        <w:tblLayout w:type="fixed"/>
        <w:tblCellMar>
          <w:left w:w="10" w:type="dxa"/>
          <w:right w:w="10" w:type="dxa"/>
        </w:tblCellMar>
        <w:tblLook w:val="0000" w:firstRow="0" w:lastRow="0" w:firstColumn="0" w:lastColumn="0" w:noHBand="0" w:noVBand="0"/>
      </w:tblPr>
      <w:tblGrid>
        <w:gridCol w:w="9212"/>
      </w:tblGrid>
      <w:tr w:rsidR="00CF2A77">
        <w:tblPrEx>
          <w:tblCellMar>
            <w:top w:w="0" w:type="dxa"/>
            <w:bottom w:w="0" w:type="dxa"/>
          </w:tblCellMar>
        </w:tblPrEx>
        <w:trPr>
          <w:cantSplit/>
        </w:trPr>
        <w:tc>
          <w:tcPr>
            <w:tcW w:w="9212" w:type="dxa"/>
            <w:shd w:val="clear" w:color="auto" w:fill="auto"/>
            <w:tcMar>
              <w:top w:w="0" w:type="dxa"/>
              <w:left w:w="70" w:type="dxa"/>
              <w:bottom w:w="0" w:type="dxa"/>
              <w:right w:w="70" w:type="dxa"/>
            </w:tcMar>
          </w:tcPr>
          <w:p w:rsidR="00CF2A77" w:rsidRDefault="003812CD">
            <w:pPr>
              <w:pStyle w:val="RedaliaNormal"/>
            </w:pPr>
            <w:r>
              <w:t>A ……………………………………………..           le ……………………………………………..</w:t>
            </w:r>
          </w:p>
        </w:tc>
      </w:tr>
      <w:tr w:rsidR="00CF2A77">
        <w:tblPrEx>
          <w:tblCellMar>
            <w:top w:w="0" w:type="dxa"/>
            <w:bottom w:w="0" w:type="dxa"/>
          </w:tblCellMar>
        </w:tblPrEx>
        <w:trPr>
          <w:cantSplit/>
        </w:trPr>
        <w:tc>
          <w:tcPr>
            <w:tcW w:w="9212" w:type="dxa"/>
            <w:shd w:val="clear" w:color="auto" w:fill="auto"/>
            <w:tcMar>
              <w:top w:w="0" w:type="dxa"/>
              <w:left w:w="70" w:type="dxa"/>
              <w:bottom w:w="0" w:type="dxa"/>
              <w:right w:w="70" w:type="dxa"/>
            </w:tcMar>
          </w:tcPr>
          <w:p w:rsidR="00CF2A77" w:rsidRDefault="003812CD">
            <w:pPr>
              <w:pStyle w:val="RedaliaNormal"/>
            </w:pPr>
            <w:r>
              <w:t xml:space="preserve">                                                                             Signature (2)</w:t>
            </w:r>
          </w:p>
        </w:tc>
      </w:tr>
    </w:tbl>
    <w:p w:rsidR="00CF2A77" w:rsidRDefault="00CF2A77">
      <w:pPr>
        <w:pStyle w:val="RedaliaNormal"/>
      </w:pPr>
    </w:p>
    <w:p w:rsidR="00CF2A77" w:rsidRDefault="00CF2A77">
      <w:pPr>
        <w:pStyle w:val="RedaliaNormal"/>
      </w:pPr>
    </w:p>
    <w:p w:rsidR="00CF2A77" w:rsidRDefault="00CF2A77">
      <w:pPr>
        <w:pStyle w:val="RedaliaNormal"/>
      </w:pPr>
    </w:p>
    <w:p w:rsidR="00CF2A77" w:rsidRDefault="003812CD">
      <w:pPr>
        <w:pStyle w:val="RdaliaLgende"/>
      </w:pPr>
      <w:r>
        <w:t xml:space="preserve">(1) Cochez la case qui </w:t>
      </w:r>
      <w:r>
        <w:t>correspond à votre choix, soit certification de cessibilité soit copie délivrée en unique exemplaire</w:t>
      </w:r>
    </w:p>
    <w:p w:rsidR="00CF2A77" w:rsidRDefault="003812CD">
      <w:pPr>
        <w:pStyle w:val="RdaliaLgende"/>
      </w:pPr>
      <w:r>
        <w:t>(2) Date et signature originales</w:t>
      </w:r>
    </w:p>
    <w:p w:rsidR="00CF2A77" w:rsidRDefault="00CF2A77">
      <w:pPr>
        <w:pStyle w:val="RedaliaNormal"/>
        <w:pageBreakBefore/>
      </w:pPr>
    </w:p>
    <w:p w:rsidR="00CF2A77" w:rsidRDefault="00CF2A77">
      <w:pPr>
        <w:pStyle w:val="RdaliaTitredossier"/>
      </w:pPr>
    </w:p>
    <w:p w:rsidR="00CF2A77" w:rsidRDefault="00CF2A77">
      <w:pPr>
        <w:pStyle w:val="RedaliaNormal"/>
        <w:pageBreakBefore/>
      </w:pPr>
    </w:p>
    <w:p w:rsidR="00CF2A77" w:rsidRDefault="00CF2A77">
      <w:pPr>
        <w:pStyle w:val="RedaliaNormal"/>
      </w:pPr>
    </w:p>
    <w:p w:rsidR="00CF2A77" w:rsidRDefault="003812CD">
      <w:pPr>
        <w:pStyle w:val="RedaliaTitre1"/>
      </w:pPr>
      <w:bookmarkStart w:id="236" w:name="__RefHeading___Toc10600_484324197"/>
      <w:bookmarkStart w:id="237" w:name="_Toc204263508"/>
      <w:r>
        <w:t>Annexe - RGPD</w:t>
      </w:r>
      <w:bookmarkEnd w:id="236"/>
      <w:bookmarkEnd w:id="237"/>
    </w:p>
    <w:p w:rsidR="00CF2A77" w:rsidRDefault="00CF2A77">
      <w:pPr>
        <w:pStyle w:val="RedaliaNormal"/>
      </w:pPr>
    </w:p>
    <w:p w:rsidR="00CF2A77" w:rsidRDefault="00CF2A77">
      <w:pPr>
        <w:pStyle w:val="RedaliaNormal"/>
      </w:pPr>
    </w:p>
    <w:p w:rsidR="00CF2A77" w:rsidRDefault="003812CD">
      <w:pPr>
        <w:pStyle w:val="RedaliaNormal"/>
        <w:rPr>
          <w:b/>
          <w:bCs/>
          <w:sz w:val="20"/>
          <w:u w:val="single"/>
        </w:rPr>
      </w:pPr>
      <w:r>
        <w:rPr>
          <w:b/>
          <w:bCs/>
          <w:sz w:val="20"/>
          <w:u w:val="single"/>
        </w:rPr>
        <w:t>ARTICLE XXX - PROTECTION DES DONNEES PERSONNELLES</w:t>
      </w:r>
    </w:p>
    <w:p w:rsidR="00CF2A77" w:rsidRDefault="00CF2A77">
      <w:pPr>
        <w:pStyle w:val="RedaliaNormal"/>
        <w:rPr>
          <w:b/>
          <w:bCs/>
          <w:sz w:val="20"/>
          <w:u w:val="single"/>
        </w:rPr>
      </w:pPr>
    </w:p>
    <w:p w:rsidR="00CF2A77" w:rsidRDefault="003812CD">
      <w:pPr>
        <w:pStyle w:val="RedaliaNormal"/>
        <w:rPr>
          <w:sz w:val="20"/>
        </w:rPr>
      </w:pPr>
      <w:r>
        <w:rPr>
          <w:sz w:val="20"/>
        </w:rPr>
        <w:t>Dans le cadre de l’exécution du contrat, XXX pourra</w:t>
      </w:r>
      <w:r>
        <w:rPr>
          <w:sz w:val="20"/>
        </w:rPr>
        <w:t xml:space="preserve"> être amené à avoir accès et traiter des données à caractère personnel, au sens du Règlement Général sur la Protection des Données (EU) 2016/679 (ci-après « les Données »), pour le compte de l’AFD.</w:t>
      </w:r>
    </w:p>
    <w:p w:rsidR="00CF2A77" w:rsidRDefault="00CF2A77">
      <w:pPr>
        <w:pStyle w:val="RedaliaNormal"/>
        <w:rPr>
          <w:sz w:val="20"/>
        </w:rPr>
      </w:pPr>
    </w:p>
    <w:p w:rsidR="00CF2A77" w:rsidRDefault="003812CD">
      <w:pPr>
        <w:pStyle w:val="RedaliaNormal"/>
        <w:rPr>
          <w:b/>
          <w:bCs/>
          <w:sz w:val="20"/>
        </w:rPr>
      </w:pPr>
      <w:r>
        <w:rPr>
          <w:b/>
          <w:bCs/>
          <w:sz w:val="20"/>
        </w:rPr>
        <w:t>a) Obligations du Prestataire vis-à-vis de l’AFD </w:t>
      </w:r>
    </w:p>
    <w:p w:rsidR="00CF2A77" w:rsidRDefault="00CF2A77">
      <w:pPr>
        <w:pStyle w:val="RedaliaNormal"/>
        <w:rPr>
          <w:sz w:val="20"/>
        </w:rPr>
      </w:pPr>
    </w:p>
    <w:p w:rsidR="00CF2A77" w:rsidRDefault="003812CD">
      <w:pPr>
        <w:pStyle w:val="RedaliaNormal"/>
        <w:rPr>
          <w:sz w:val="20"/>
        </w:rPr>
      </w:pPr>
      <w:r>
        <w:rPr>
          <w:sz w:val="20"/>
        </w:rPr>
        <w:t xml:space="preserve">Le </w:t>
      </w:r>
      <w:r>
        <w:rPr>
          <w:sz w:val="20"/>
        </w:rPr>
        <w:t>Prestataire s'engage à :</w:t>
      </w:r>
    </w:p>
    <w:p w:rsidR="00CF2A77" w:rsidRDefault="003812CD">
      <w:pPr>
        <w:pStyle w:val="Redaliapuces"/>
        <w:numPr>
          <w:ilvl w:val="0"/>
          <w:numId w:val="12"/>
        </w:numPr>
      </w:pPr>
      <w:r>
        <w:t>Traiter les Données uniquement pour la ou les seule(s) finalité(s) nécessaire à la réalisation des prestations et conformément aux instructions documentées de l’AFD. Si le Prestataire considère qu’une instruction constitue une viol</w:t>
      </w:r>
      <w:r>
        <w:t>ation du Règlement ou de toute autre disposition du droit de l’Union ou du droit des Etats membres relative à la protection des données, il en informe immédiatement l’AFD ;</w:t>
      </w:r>
    </w:p>
    <w:p w:rsidR="00CF2A77" w:rsidRDefault="003812CD">
      <w:pPr>
        <w:pStyle w:val="Redaliapuces"/>
        <w:numPr>
          <w:ilvl w:val="0"/>
          <w:numId w:val="12"/>
        </w:numPr>
      </w:pPr>
      <w:r>
        <w:t>Ne réaliser aucun transfert des Données hors de l’Espace Economique Européen, au se</w:t>
      </w:r>
      <w:r>
        <w:t>ns de la réglementation applicable, sauf à recueillir le consentement préalable exprès de l’AFD ;</w:t>
      </w:r>
    </w:p>
    <w:p w:rsidR="00CF2A77" w:rsidRDefault="003812CD">
      <w:pPr>
        <w:pStyle w:val="Redaliapuces"/>
        <w:numPr>
          <w:ilvl w:val="0"/>
          <w:numId w:val="12"/>
        </w:numPr>
      </w:pPr>
      <w:r>
        <w:t>Mettre en œuvre toutes mesures utiles propres à garantir la confidentialité des Données traitées dans le cadre du présent contrat ;</w:t>
      </w:r>
    </w:p>
    <w:p w:rsidR="00CF2A77" w:rsidRDefault="003812CD">
      <w:pPr>
        <w:pStyle w:val="Redaliapuces"/>
        <w:numPr>
          <w:ilvl w:val="0"/>
          <w:numId w:val="12"/>
        </w:numPr>
      </w:pPr>
      <w:r>
        <w:t>Ne divulguer les Données q</w:t>
      </w:r>
      <w:r>
        <w:t>u’aux personnes dûment autorisées, en raison de leurs fonctions, à en recevoir communication, qu’il s’agisse de personnes privées, publiques, physiques ou morales ;</w:t>
      </w:r>
    </w:p>
    <w:p w:rsidR="00CF2A77" w:rsidRDefault="003812CD">
      <w:pPr>
        <w:pStyle w:val="Redaliapuces"/>
        <w:numPr>
          <w:ilvl w:val="0"/>
          <w:numId w:val="12"/>
        </w:numPr>
      </w:pPr>
      <w:r>
        <w:t>Ne faire aucune copie des Données sauf à ce que cela soit nécessaire à l’exécution de ses f</w:t>
      </w:r>
      <w:r>
        <w:t>onctions. Le cas échant, supprimer l’ensemble des copies effectuées, au terme de la Prestation ;</w:t>
      </w:r>
    </w:p>
    <w:p w:rsidR="00CF2A77" w:rsidRDefault="003812CD">
      <w:pPr>
        <w:pStyle w:val="Redaliapuces"/>
        <w:numPr>
          <w:ilvl w:val="0"/>
          <w:numId w:val="12"/>
        </w:numPr>
      </w:pPr>
      <w:r>
        <w:rPr>
          <w:sz w:val="20"/>
        </w:rPr>
        <w:t>Notifier immédiatement à l’AFD tout incident constaté qui constituerait potentiellement une violation de données, au sens de la réglementation applicable. Cett</w:t>
      </w:r>
      <w:r>
        <w:rPr>
          <w:sz w:val="20"/>
        </w:rPr>
        <w:t xml:space="preserve">e notification sera effectuée à l’adresse suivante : </w:t>
      </w:r>
      <w:hyperlink r:id="rId72" w:history="1">
        <w:r>
          <w:rPr>
            <w:rStyle w:val="Lienhypertexte"/>
            <w:b/>
            <w:bCs/>
            <w:sz w:val="20"/>
          </w:rPr>
          <w:t>#DPO_notification@afd.fr</w:t>
        </w:r>
      </w:hyperlink>
    </w:p>
    <w:p w:rsidR="00CF2A77" w:rsidRDefault="00CF2A77">
      <w:pPr>
        <w:pStyle w:val="Redaliapuces"/>
        <w:numPr>
          <w:ilvl w:val="0"/>
          <w:numId w:val="0"/>
        </w:numPr>
        <w:tabs>
          <w:tab w:val="clear" w:pos="-171"/>
          <w:tab w:val="clear" w:pos="8051"/>
          <w:tab w:val="left" w:leader="dot" w:pos="8505"/>
        </w:tabs>
        <w:ind w:left="284" w:hanging="227"/>
        <w:rPr>
          <w:sz w:val="2"/>
          <w:szCs w:val="2"/>
        </w:rPr>
      </w:pPr>
    </w:p>
    <w:p w:rsidR="00CF2A77" w:rsidRDefault="003812CD">
      <w:pPr>
        <w:pStyle w:val="RedaliaNormal"/>
        <w:ind w:left="567"/>
        <w:rPr>
          <w:sz w:val="20"/>
        </w:rPr>
      </w:pPr>
      <w:r>
        <w:rPr>
          <w:sz w:val="20"/>
        </w:rPr>
        <w:t xml:space="preserve">Cette notification doit être accompagnée de toute information utile afin de permettre à l’AFD, si nécessaire, de notifier cette </w:t>
      </w:r>
      <w:r>
        <w:rPr>
          <w:sz w:val="20"/>
        </w:rPr>
        <w:t>violation à l’autorité de contrôle compétente.</w:t>
      </w:r>
    </w:p>
    <w:p w:rsidR="00CF2A77" w:rsidRDefault="00CF2A77">
      <w:pPr>
        <w:pStyle w:val="RedaliaNormal"/>
        <w:rPr>
          <w:sz w:val="6"/>
          <w:szCs w:val="6"/>
        </w:rPr>
      </w:pPr>
    </w:p>
    <w:p w:rsidR="00CF2A77" w:rsidRDefault="003812CD">
      <w:pPr>
        <w:pStyle w:val="Redaliapuces"/>
        <w:numPr>
          <w:ilvl w:val="0"/>
          <w:numId w:val="12"/>
        </w:numPr>
      </w:pPr>
      <w:r>
        <w:rPr>
          <w:sz w:val="20"/>
        </w:rPr>
        <w:t>Veiller à ce que les personnes autorisées à traiter les Données à caractère personnel en vertu du présent contrat :</w:t>
      </w:r>
    </w:p>
    <w:p w:rsidR="00CF2A77" w:rsidRDefault="003812CD">
      <w:pPr>
        <w:pStyle w:val="Redaliapuces"/>
        <w:numPr>
          <w:ilvl w:val="0"/>
          <w:numId w:val="12"/>
        </w:numPr>
      </w:pPr>
      <w:r>
        <w:t>s’engagent à respecter la confidentialité ou soient soumises à une obligation légale appropr</w:t>
      </w:r>
      <w:r>
        <w:t>iée de confidentialité ;</w:t>
      </w:r>
    </w:p>
    <w:p w:rsidR="00CF2A77" w:rsidRDefault="003812CD">
      <w:pPr>
        <w:pStyle w:val="Redaliapuces"/>
        <w:numPr>
          <w:ilvl w:val="0"/>
          <w:numId w:val="12"/>
        </w:numPr>
      </w:pPr>
      <w:r>
        <w:t>reçoivent la formation nécessaire en matière de protection des données à caractère personnel</w:t>
      </w:r>
    </w:p>
    <w:p w:rsidR="00CF2A77" w:rsidRDefault="003812CD">
      <w:pPr>
        <w:pStyle w:val="Redaliapuces"/>
        <w:numPr>
          <w:ilvl w:val="0"/>
          <w:numId w:val="12"/>
        </w:numPr>
      </w:pPr>
      <w:r>
        <w:t>s’engagent à respecter les consignes de sécurité de l’AFD</w:t>
      </w:r>
    </w:p>
    <w:p w:rsidR="00CF2A77" w:rsidRDefault="00CF2A77">
      <w:pPr>
        <w:pStyle w:val="Redaliapuces"/>
        <w:numPr>
          <w:ilvl w:val="0"/>
          <w:numId w:val="0"/>
        </w:numPr>
        <w:tabs>
          <w:tab w:val="clear" w:pos="-171"/>
          <w:tab w:val="clear" w:pos="8051"/>
          <w:tab w:val="left" w:leader="dot" w:pos="8505"/>
        </w:tabs>
        <w:ind w:left="170" w:hanging="227"/>
        <w:rPr>
          <w:sz w:val="20"/>
        </w:rPr>
      </w:pPr>
    </w:p>
    <w:p w:rsidR="00CF2A77" w:rsidRDefault="003812CD">
      <w:pPr>
        <w:pStyle w:val="RedaliaNormal"/>
        <w:rPr>
          <w:sz w:val="20"/>
        </w:rPr>
      </w:pPr>
      <w:r>
        <w:rPr>
          <w:sz w:val="20"/>
        </w:rPr>
        <w:t xml:space="preserve">Dans la mesure où le Prestataire aurait désigné un Délégué à la protection des </w:t>
      </w:r>
      <w:r>
        <w:rPr>
          <w:sz w:val="20"/>
        </w:rPr>
        <w:t>données, il s’engage à en communiquer le nom et les coordonnées à l’AFD. Par ailleurs, le Prestataire déclare tenir par écrit un registre de toutes les catégories d’activités de traitement effectuées pour le compte de l’AFD, comprenant l’ensemble des infor</w:t>
      </w:r>
      <w:r>
        <w:rPr>
          <w:sz w:val="20"/>
        </w:rPr>
        <w:t>mations requises en application de l’article 30 (2) du Règlement.</w:t>
      </w:r>
    </w:p>
    <w:p w:rsidR="00CF2A77" w:rsidRDefault="00CF2A77">
      <w:pPr>
        <w:pStyle w:val="RedaliaNormal"/>
        <w:rPr>
          <w:sz w:val="20"/>
        </w:rPr>
      </w:pPr>
    </w:p>
    <w:p w:rsidR="00CF2A77" w:rsidRDefault="003812CD">
      <w:pPr>
        <w:pStyle w:val="RedaliaNormal"/>
        <w:rPr>
          <w:b/>
          <w:bCs/>
          <w:sz w:val="20"/>
        </w:rPr>
      </w:pPr>
      <w:r>
        <w:rPr>
          <w:b/>
          <w:bCs/>
          <w:sz w:val="20"/>
        </w:rPr>
        <w:lastRenderedPageBreak/>
        <w:t>b) Description du traitement auquel participe le Prestataire dans le cadre de la prestation</w:t>
      </w:r>
    </w:p>
    <w:p w:rsidR="00CF2A77" w:rsidRDefault="00CF2A77">
      <w:pPr>
        <w:pStyle w:val="RedaliaNormal"/>
        <w:rPr>
          <w:sz w:val="20"/>
        </w:rPr>
      </w:pPr>
    </w:p>
    <w:p w:rsidR="00CF2A77" w:rsidRDefault="003812CD">
      <w:pPr>
        <w:pStyle w:val="RedaliaNormal"/>
        <w:rPr>
          <w:sz w:val="20"/>
          <w:u w:val="single"/>
        </w:rPr>
      </w:pPr>
      <w:r>
        <w:rPr>
          <w:sz w:val="20"/>
          <w:u w:val="single"/>
        </w:rPr>
        <w:t>Nature des opérations réalisées sur les Données :</w:t>
      </w:r>
    </w:p>
    <w:p w:rsidR="00CF2A77" w:rsidRDefault="00CF2A77">
      <w:pPr>
        <w:pStyle w:val="RedaliaNormal"/>
        <w:rPr>
          <w:sz w:val="20"/>
        </w:rPr>
      </w:pPr>
    </w:p>
    <w:p w:rsidR="00CF2A77" w:rsidRDefault="003812CD">
      <w:pPr>
        <w:pStyle w:val="RedaliaNormal"/>
      </w:pPr>
      <w:r>
        <w:rPr>
          <w:color w:val="FF0000"/>
          <w:sz w:val="20"/>
        </w:rPr>
        <w:t>[</w:t>
      </w:r>
      <w:r>
        <w:rPr>
          <w:i/>
          <w:iCs/>
          <w:color w:val="FF0000"/>
          <w:sz w:val="20"/>
        </w:rPr>
        <w:t>Supprimer, parmi les propositions suivantes,</w:t>
      </w:r>
      <w:r>
        <w:rPr>
          <w:i/>
          <w:iCs/>
          <w:color w:val="FF0000"/>
          <w:sz w:val="20"/>
        </w:rPr>
        <w:t xml:space="preserve"> les actions non comprises dans le traitement réalisé par le Sous-traitant</w:t>
      </w:r>
      <w:r>
        <w:rPr>
          <w:color w:val="FF0000"/>
          <w:sz w:val="20"/>
        </w:rPr>
        <w:t xml:space="preserve"> : collecte, l'enregistrement, l'organisation, la structuration, la conservation, l'adaptation ou la modification, l'extraction, la consultation, l'utilisation, la communication par </w:t>
      </w:r>
      <w:r>
        <w:rPr>
          <w:color w:val="FF0000"/>
          <w:sz w:val="20"/>
        </w:rPr>
        <w:t>transmission, la diffusion ou toute autre forme de mise à disposition, le rapprochement ou l'interconnexion, la limitation, l'effacement ou la destruction]</w:t>
      </w:r>
    </w:p>
    <w:p w:rsidR="00CF2A77" w:rsidRDefault="00CF2A77">
      <w:pPr>
        <w:pStyle w:val="RedaliaNormal"/>
        <w:rPr>
          <w:sz w:val="20"/>
        </w:rPr>
      </w:pPr>
    </w:p>
    <w:p w:rsidR="00CF2A77" w:rsidRDefault="003812CD">
      <w:pPr>
        <w:pStyle w:val="RedaliaNormal"/>
        <w:rPr>
          <w:sz w:val="20"/>
          <w:u w:val="single"/>
        </w:rPr>
      </w:pPr>
      <w:r>
        <w:rPr>
          <w:sz w:val="20"/>
          <w:u w:val="single"/>
        </w:rPr>
        <w:t>Finalité(s) du traitement :</w:t>
      </w:r>
    </w:p>
    <w:p w:rsidR="00CF2A77" w:rsidRDefault="00CF2A77">
      <w:pPr>
        <w:pStyle w:val="RedaliaNormal"/>
        <w:rPr>
          <w:sz w:val="20"/>
        </w:rPr>
      </w:pPr>
    </w:p>
    <w:p w:rsidR="00CF2A77" w:rsidRDefault="003812CD">
      <w:pPr>
        <w:pStyle w:val="RedaliaNormal"/>
        <w:rPr>
          <w:i/>
          <w:iCs/>
          <w:color w:val="FF0000"/>
          <w:sz w:val="20"/>
        </w:rPr>
      </w:pPr>
      <w:r>
        <w:rPr>
          <w:i/>
          <w:iCs/>
          <w:color w:val="FF0000"/>
          <w:sz w:val="20"/>
        </w:rPr>
        <w:t>[Compléter par les objectifs poursuivis par le traitement considéré]</w:t>
      </w:r>
    </w:p>
    <w:p w:rsidR="00CF2A77" w:rsidRDefault="00CF2A77">
      <w:pPr>
        <w:pStyle w:val="RedaliaNormal"/>
        <w:rPr>
          <w:sz w:val="20"/>
        </w:rPr>
      </w:pPr>
    </w:p>
    <w:p w:rsidR="00CF2A77" w:rsidRDefault="003812CD">
      <w:pPr>
        <w:pStyle w:val="RedaliaNormal"/>
        <w:rPr>
          <w:sz w:val="20"/>
          <w:u w:val="single"/>
        </w:rPr>
      </w:pPr>
      <w:r>
        <w:rPr>
          <w:sz w:val="20"/>
          <w:u w:val="single"/>
        </w:rPr>
        <w:t>Catégories de données à caractère personnel traitées :</w:t>
      </w:r>
    </w:p>
    <w:p w:rsidR="00CF2A77" w:rsidRDefault="00CF2A77">
      <w:pPr>
        <w:pStyle w:val="RedaliaNormal"/>
        <w:rPr>
          <w:sz w:val="20"/>
        </w:rPr>
      </w:pPr>
    </w:p>
    <w:p w:rsidR="00CF2A77" w:rsidRDefault="003812CD">
      <w:pPr>
        <w:pStyle w:val="RedaliaNormal"/>
        <w:rPr>
          <w:i/>
          <w:iCs/>
          <w:color w:val="FF0000"/>
          <w:sz w:val="20"/>
        </w:rPr>
      </w:pPr>
      <w:r>
        <w:rPr>
          <w:i/>
          <w:iCs/>
          <w:color w:val="FF0000"/>
          <w:sz w:val="20"/>
        </w:rPr>
        <w:t>(Cocher les cases pertinentes)</w:t>
      </w:r>
    </w:p>
    <w:p w:rsidR="00CF2A77" w:rsidRDefault="00CF2A77">
      <w:pPr>
        <w:pStyle w:val="RedaliaNormal"/>
        <w:rPr>
          <w:sz w:val="20"/>
        </w:rPr>
      </w:pPr>
    </w:p>
    <w:p w:rsidR="00CF2A77" w:rsidRDefault="003812CD">
      <w:pPr>
        <w:pStyle w:val="RedaliaNormal"/>
      </w:pPr>
      <w:r>
        <w:rPr>
          <w:sz w:val="20"/>
        </w:rPr>
        <w:t>☐</w:t>
      </w:r>
      <w:r>
        <w:rPr>
          <w:sz w:val="20"/>
        </w:rPr>
        <w:t>Etat civil, Identité, Données d’identification</w:t>
      </w:r>
    </w:p>
    <w:p w:rsidR="00CF2A77" w:rsidRDefault="003812CD">
      <w:pPr>
        <w:pStyle w:val="RedaliaNormal"/>
      </w:pPr>
      <w:r>
        <w:rPr>
          <w:sz w:val="20"/>
        </w:rPr>
        <w:t>☐</w:t>
      </w:r>
      <w:r>
        <w:rPr>
          <w:sz w:val="20"/>
        </w:rPr>
        <w:t>Vie personnelle (habitudes de vie, situation familiale, etc.)</w:t>
      </w:r>
    </w:p>
    <w:p w:rsidR="00CF2A77" w:rsidRDefault="003812CD">
      <w:pPr>
        <w:pStyle w:val="RedaliaNormal"/>
      </w:pPr>
      <w:r>
        <w:rPr>
          <w:sz w:val="20"/>
        </w:rPr>
        <w:t>☐</w:t>
      </w:r>
      <w:r>
        <w:rPr>
          <w:sz w:val="20"/>
        </w:rPr>
        <w:t>Vie professionnelle (CV, adresse mail professionnelle, f</w:t>
      </w:r>
      <w:r>
        <w:rPr>
          <w:sz w:val="20"/>
        </w:rPr>
        <w:t>ormation professionnelle, parcours académique, etc.)</w:t>
      </w:r>
    </w:p>
    <w:p w:rsidR="00CF2A77" w:rsidRDefault="003812CD">
      <w:pPr>
        <w:pStyle w:val="RedaliaNormal"/>
      </w:pPr>
      <w:r>
        <w:rPr>
          <w:sz w:val="20"/>
        </w:rPr>
        <w:t>☐</w:t>
      </w:r>
      <w:r>
        <w:rPr>
          <w:sz w:val="20"/>
        </w:rPr>
        <w:t>Informations d’ordre économique et financier (revenus, situation financière, situation fiscale, etc.)</w:t>
      </w:r>
    </w:p>
    <w:p w:rsidR="00CF2A77" w:rsidRDefault="003812CD">
      <w:pPr>
        <w:pStyle w:val="RedaliaNormal"/>
      </w:pPr>
      <w:r>
        <w:rPr>
          <w:sz w:val="20"/>
        </w:rPr>
        <w:t>☐</w:t>
      </w:r>
      <w:r>
        <w:rPr>
          <w:sz w:val="20"/>
        </w:rPr>
        <w:t>Données de connexion (adresse IP, journaux de connexion, etc.)</w:t>
      </w:r>
    </w:p>
    <w:p w:rsidR="00CF2A77" w:rsidRDefault="003812CD">
      <w:pPr>
        <w:pStyle w:val="RedaliaNormal"/>
      </w:pPr>
      <w:r>
        <w:rPr>
          <w:sz w:val="20"/>
        </w:rPr>
        <w:t>☐</w:t>
      </w:r>
      <w:r>
        <w:rPr>
          <w:sz w:val="20"/>
        </w:rPr>
        <w:t>Données de localisation (déplacemen</w:t>
      </w:r>
      <w:r>
        <w:rPr>
          <w:sz w:val="20"/>
        </w:rPr>
        <w:t>ts, données GPS, GSM, etc.)</w:t>
      </w:r>
    </w:p>
    <w:p w:rsidR="00CF2A77" w:rsidRDefault="003812CD">
      <w:pPr>
        <w:pStyle w:val="RedaliaNormal"/>
      </w:pPr>
      <w:r>
        <w:rPr>
          <w:sz w:val="20"/>
        </w:rPr>
        <w:t>☐</w:t>
      </w:r>
      <w:r>
        <w:rPr>
          <w:sz w:val="20"/>
        </w:rPr>
        <w:t>Autre :</w:t>
      </w:r>
    </w:p>
    <w:p w:rsidR="00CF2A77" w:rsidRDefault="00CF2A77">
      <w:pPr>
        <w:pStyle w:val="RedaliaNormal"/>
        <w:rPr>
          <w:sz w:val="20"/>
        </w:rPr>
      </w:pPr>
    </w:p>
    <w:p w:rsidR="00CF2A77" w:rsidRDefault="003812CD">
      <w:pPr>
        <w:pStyle w:val="RedaliaNormal"/>
        <w:rPr>
          <w:sz w:val="20"/>
          <w:u w:val="single"/>
        </w:rPr>
      </w:pPr>
      <w:r>
        <w:rPr>
          <w:sz w:val="20"/>
          <w:u w:val="single"/>
        </w:rPr>
        <w:t>Catégories de personnes concernées :</w:t>
      </w:r>
    </w:p>
    <w:p w:rsidR="00CF2A77" w:rsidRDefault="00CF2A77">
      <w:pPr>
        <w:pStyle w:val="RedaliaNormal"/>
        <w:rPr>
          <w:sz w:val="20"/>
        </w:rPr>
      </w:pPr>
    </w:p>
    <w:p w:rsidR="00CF2A77" w:rsidRDefault="003812CD">
      <w:pPr>
        <w:pStyle w:val="RedaliaNormal"/>
        <w:rPr>
          <w:i/>
          <w:iCs/>
          <w:color w:val="FF0000"/>
          <w:sz w:val="20"/>
        </w:rPr>
      </w:pPr>
      <w:r>
        <w:rPr>
          <w:i/>
          <w:iCs/>
          <w:color w:val="FF0000"/>
          <w:sz w:val="20"/>
        </w:rPr>
        <w:t>(Cocher les cases pertinentes)</w:t>
      </w:r>
    </w:p>
    <w:p w:rsidR="00CF2A77" w:rsidRDefault="00CF2A77">
      <w:pPr>
        <w:pStyle w:val="RedaliaNormal"/>
        <w:rPr>
          <w:sz w:val="20"/>
        </w:rPr>
      </w:pPr>
    </w:p>
    <w:p w:rsidR="00CF2A77" w:rsidRDefault="003812CD">
      <w:pPr>
        <w:pStyle w:val="RedaliaNormal"/>
      </w:pPr>
      <w:r>
        <w:rPr>
          <w:sz w:val="20"/>
        </w:rPr>
        <w:t>☐</w:t>
      </w:r>
      <w:r>
        <w:rPr>
          <w:sz w:val="20"/>
        </w:rPr>
        <w:t>Salariés</w:t>
      </w:r>
    </w:p>
    <w:p w:rsidR="00CF2A77" w:rsidRDefault="003812CD">
      <w:pPr>
        <w:pStyle w:val="RedaliaNormal"/>
      </w:pPr>
      <w:r>
        <w:rPr>
          <w:sz w:val="20"/>
        </w:rPr>
        <w:t>☐</w:t>
      </w:r>
      <w:r>
        <w:rPr>
          <w:sz w:val="20"/>
        </w:rPr>
        <w:t>Candidats</w:t>
      </w:r>
    </w:p>
    <w:p w:rsidR="00CF2A77" w:rsidRDefault="003812CD">
      <w:pPr>
        <w:pStyle w:val="RedaliaNormal"/>
      </w:pPr>
      <w:r>
        <w:rPr>
          <w:sz w:val="20"/>
        </w:rPr>
        <w:t>☐</w:t>
      </w:r>
      <w:r>
        <w:rPr>
          <w:sz w:val="20"/>
        </w:rPr>
        <w:t>Fournisseurs et prestataires</w:t>
      </w:r>
    </w:p>
    <w:p w:rsidR="00CF2A77" w:rsidRDefault="003812CD">
      <w:pPr>
        <w:pStyle w:val="RedaliaNormal"/>
      </w:pPr>
      <w:r>
        <w:rPr>
          <w:sz w:val="20"/>
        </w:rPr>
        <w:t>☐</w:t>
      </w:r>
      <w:r>
        <w:rPr>
          <w:sz w:val="20"/>
        </w:rPr>
        <w:t>Visiteurs</w:t>
      </w:r>
    </w:p>
    <w:p w:rsidR="00CF2A77" w:rsidRDefault="003812CD">
      <w:pPr>
        <w:pStyle w:val="RedaliaNormal"/>
      </w:pPr>
      <w:r>
        <w:rPr>
          <w:sz w:val="20"/>
        </w:rPr>
        <w:t>☐</w:t>
      </w:r>
      <w:r>
        <w:rPr>
          <w:sz w:val="20"/>
        </w:rPr>
        <w:t>Prospects</w:t>
      </w:r>
    </w:p>
    <w:p w:rsidR="00CF2A77" w:rsidRDefault="003812CD">
      <w:pPr>
        <w:pStyle w:val="RedaliaNormal"/>
      </w:pPr>
      <w:r>
        <w:rPr>
          <w:sz w:val="20"/>
        </w:rPr>
        <w:t>☐</w:t>
      </w:r>
      <w:r>
        <w:rPr>
          <w:sz w:val="20"/>
        </w:rPr>
        <w:t>Partenaires</w:t>
      </w:r>
    </w:p>
    <w:p w:rsidR="00CF2A77" w:rsidRDefault="003812CD">
      <w:pPr>
        <w:pStyle w:val="RedaliaNormal"/>
      </w:pPr>
      <w:r>
        <w:rPr>
          <w:sz w:val="20"/>
        </w:rPr>
        <w:t>☐</w:t>
      </w:r>
      <w:r>
        <w:rPr>
          <w:sz w:val="20"/>
        </w:rPr>
        <w:t>Autre :</w:t>
      </w:r>
    </w:p>
    <w:p w:rsidR="00CF2A77" w:rsidRDefault="00CF2A77">
      <w:pPr>
        <w:pStyle w:val="RedaliaNormal"/>
        <w:rPr>
          <w:sz w:val="20"/>
        </w:rPr>
      </w:pPr>
    </w:p>
    <w:p w:rsidR="00CF2A77" w:rsidRDefault="003812CD">
      <w:pPr>
        <w:pStyle w:val="RedaliaNormal"/>
        <w:rPr>
          <w:b/>
          <w:bCs/>
          <w:sz w:val="20"/>
        </w:rPr>
      </w:pPr>
      <w:r>
        <w:rPr>
          <w:b/>
          <w:bCs/>
          <w:sz w:val="20"/>
        </w:rPr>
        <w:t>c) Pouvoir d’instruction de l’AFD</w:t>
      </w:r>
    </w:p>
    <w:p w:rsidR="00CF2A77" w:rsidRDefault="00CF2A77">
      <w:pPr>
        <w:pStyle w:val="RedaliaNormal"/>
        <w:rPr>
          <w:sz w:val="20"/>
        </w:rPr>
      </w:pPr>
    </w:p>
    <w:p w:rsidR="00CF2A77" w:rsidRDefault="003812CD">
      <w:pPr>
        <w:pStyle w:val="RedaliaNormal"/>
        <w:rPr>
          <w:sz w:val="20"/>
        </w:rPr>
      </w:pPr>
      <w:r>
        <w:rPr>
          <w:sz w:val="20"/>
        </w:rPr>
        <w:t xml:space="preserve">Le Prestataire </w:t>
      </w:r>
      <w:r>
        <w:rPr>
          <w:sz w:val="20"/>
        </w:rPr>
        <w:t>est tenu à tout moment de respecter les instructions générales et spécifiques de l’AFD relatives au traitement des Données. Le Prestataire ne peut transmettre de Données à des tiers qu’avec le consentement préalable et écrit de l’AFD.</w:t>
      </w:r>
    </w:p>
    <w:p w:rsidR="00CF2A77" w:rsidRDefault="00CF2A77">
      <w:pPr>
        <w:pStyle w:val="RedaliaNormal"/>
        <w:rPr>
          <w:sz w:val="20"/>
        </w:rPr>
      </w:pPr>
    </w:p>
    <w:p w:rsidR="00CF2A77" w:rsidRDefault="003812CD">
      <w:pPr>
        <w:pStyle w:val="RedaliaNormal"/>
        <w:rPr>
          <w:b/>
          <w:bCs/>
          <w:sz w:val="20"/>
        </w:rPr>
      </w:pPr>
      <w:r>
        <w:rPr>
          <w:b/>
          <w:bCs/>
          <w:sz w:val="20"/>
        </w:rPr>
        <w:t>d) Information des p</w:t>
      </w:r>
      <w:r>
        <w:rPr>
          <w:b/>
          <w:bCs/>
          <w:sz w:val="20"/>
        </w:rPr>
        <w:t>ersonnes concernées</w:t>
      </w:r>
    </w:p>
    <w:p w:rsidR="00CF2A77" w:rsidRDefault="00CF2A77">
      <w:pPr>
        <w:pStyle w:val="RedaliaNormal"/>
        <w:rPr>
          <w:sz w:val="20"/>
        </w:rPr>
      </w:pPr>
    </w:p>
    <w:p w:rsidR="00CF2A77" w:rsidRDefault="003812CD">
      <w:pPr>
        <w:pStyle w:val="RedaliaNormal"/>
        <w:rPr>
          <w:sz w:val="20"/>
        </w:rPr>
      </w:pPr>
      <w:r>
        <w:rPr>
          <w:sz w:val="20"/>
        </w:rPr>
        <w:t>Le Prestataire s’engage à informer les personnes dont les données sont traitées en vertu du présent contrat du traitement de leurs données.</w:t>
      </w:r>
    </w:p>
    <w:p w:rsidR="00CF2A77" w:rsidRDefault="00CF2A77">
      <w:pPr>
        <w:pStyle w:val="RedaliaNormal"/>
        <w:rPr>
          <w:sz w:val="20"/>
        </w:rPr>
      </w:pPr>
    </w:p>
    <w:p w:rsidR="00CF2A77" w:rsidRDefault="003812CD">
      <w:pPr>
        <w:pStyle w:val="RedaliaNormal"/>
        <w:rPr>
          <w:sz w:val="20"/>
        </w:rPr>
      </w:pPr>
      <w:r>
        <w:rPr>
          <w:sz w:val="20"/>
        </w:rPr>
        <w:lastRenderedPageBreak/>
        <w:t>Le Prestataire s’engage en particulier à informer ces personnes des finalités suivantes du tra</w:t>
      </w:r>
      <w:r>
        <w:rPr>
          <w:sz w:val="20"/>
        </w:rPr>
        <w:t>itement:</w:t>
      </w:r>
    </w:p>
    <w:p w:rsidR="00CF2A77" w:rsidRDefault="003812CD">
      <w:pPr>
        <w:pStyle w:val="Redaliapuces"/>
        <w:numPr>
          <w:ilvl w:val="0"/>
          <w:numId w:val="12"/>
        </w:numPr>
      </w:pPr>
      <w:r>
        <w:t>Suivie de la mission qui pourra lui être confiée</w:t>
      </w:r>
    </w:p>
    <w:p w:rsidR="00CF2A77" w:rsidRDefault="003812CD">
      <w:pPr>
        <w:pStyle w:val="Redaliapuces"/>
        <w:numPr>
          <w:ilvl w:val="0"/>
          <w:numId w:val="12"/>
        </w:numPr>
      </w:pPr>
      <w:r>
        <w:t>Appréciation de la qualité de la prestation fournie</w:t>
      </w:r>
    </w:p>
    <w:p w:rsidR="00CF2A77" w:rsidRDefault="003812CD">
      <w:pPr>
        <w:pStyle w:val="Redaliapuces"/>
        <w:numPr>
          <w:ilvl w:val="0"/>
          <w:numId w:val="12"/>
        </w:numPr>
      </w:pPr>
      <w:r>
        <w:t>Constitution et exploitation d’un fichier recensant les prestataires auxquels l’AFD a recours</w:t>
      </w:r>
    </w:p>
    <w:p w:rsidR="00CF2A77" w:rsidRDefault="00CF2A77">
      <w:pPr>
        <w:pStyle w:val="Redaliapuces"/>
        <w:numPr>
          <w:ilvl w:val="0"/>
          <w:numId w:val="0"/>
        </w:numPr>
        <w:tabs>
          <w:tab w:val="clear" w:pos="-171"/>
          <w:tab w:val="clear" w:pos="8051"/>
          <w:tab w:val="left" w:pos="510"/>
          <w:tab w:val="left" w:pos="8732"/>
        </w:tabs>
        <w:ind w:left="227" w:hanging="227"/>
        <w:rPr>
          <w:sz w:val="20"/>
        </w:rPr>
      </w:pPr>
    </w:p>
    <w:p w:rsidR="00CF2A77" w:rsidRDefault="003812CD">
      <w:pPr>
        <w:pStyle w:val="RedaliaNormal"/>
      </w:pPr>
      <w:r>
        <w:rPr>
          <w:sz w:val="20"/>
        </w:rPr>
        <w:t xml:space="preserve">Le Prestataire s’engage aussi à communiquer aux </w:t>
      </w:r>
      <w:r>
        <w:rPr>
          <w:sz w:val="20"/>
        </w:rPr>
        <w:t xml:space="preserve">personnes agissant sous sa responsabilité la politique de confidentialité de l’AFD et l’adresse du DPO de l’AFD </w:t>
      </w:r>
      <w:r>
        <w:rPr>
          <w:color w:val="0070C0"/>
          <w:sz w:val="20"/>
        </w:rPr>
        <w:t>(</w:t>
      </w:r>
      <w:hyperlink r:id="rId73" w:history="1">
        <w:r>
          <w:t>informatique.libertes@afd.fr</w:t>
        </w:r>
      </w:hyperlink>
      <w:r>
        <w:rPr>
          <w:sz w:val="20"/>
        </w:rPr>
        <w:t xml:space="preserve"> ). Le DPO de l’AFD pourra ainsi répondre à l’ensemble de ques</w:t>
      </w:r>
      <w:r>
        <w:rPr>
          <w:sz w:val="20"/>
        </w:rPr>
        <w:t>tions relatives au traitement de leurs données personnelles.</w:t>
      </w:r>
    </w:p>
    <w:sectPr w:rsidR="00CF2A77">
      <w:headerReference w:type="default" r:id="rId74"/>
      <w:footerReference w:type="default" r:id="rId75"/>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3812CD">
      <w:r>
        <w:separator/>
      </w:r>
    </w:p>
  </w:endnote>
  <w:endnote w:type="continuationSeparator" w:id="0">
    <w:p w:rsidR="00000000" w:rsidRDefault="00381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2"/>
    <w:family w:val="auto"/>
    <w:pitch w:val="default"/>
  </w:font>
  <w:font w:name="ITC Avant Garde Std Bk">
    <w:altName w:val="Arial"/>
    <w:charset w:val="00"/>
    <w:family w:val="swiss"/>
    <w:pitch w:val="variable"/>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7D0A" w:rsidRDefault="003812CD">
    <w:pPr>
      <w:rPr>
        <w:i/>
        <w:vanish/>
        <w:sz w:val="16"/>
      </w:rPr>
    </w:pPr>
  </w:p>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F97D0A">
      <w:tblPrEx>
        <w:tblCellMar>
          <w:top w:w="0" w:type="dxa"/>
          <w:bottom w:w="0" w:type="dxa"/>
        </w:tblCellMar>
      </w:tblPrEx>
      <w:tc>
        <w:tcPr>
          <w:tcW w:w="6770" w:type="dxa"/>
          <w:tcBorders>
            <w:top w:val="single" w:sz="4" w:space="0" w:color="000000"/>
          </w:tcBorders>
          <w:shd w:val="clear" w:color="auto" w:fill="auto"/>
          <w:tcMar>
            <w:top w:w="0" w:type="dxa"/>
            <w:left w:w="108" w:type="dxa"/>
            <w:bottom w:w="0" w:type="dxa"/>
            <w:right w:w="108" w:type="dxa"/>
          </w:tcMar>
        </w:tcPr>
        <w:p w:rsidR="00F97D0A" w:rsidRDefault="003812CD">
          <w:pPr>
            <w:pStyle w:val="RdaliaLgende"/>
            <w:rPr>
              <w:rFonts w:cs="Calibri"/>
            </w:rPr>
          </w:pPr>
        </w:p>
      </w:tc>
      <w:tc>
        <w:tcPr>
          <w:tcW w:w="2234" w:type="dxa"/>
          <w:tcBorders>
            <w:top w:val="single" w:sz="4" w:space="0" w:color="000000"/>
          </w:tcBorders>
          <w:shd w:val="clear" w:color="auto" w:fill="auto"/>
          <w:tcMar>
            <w:top w:w="0" w:type="dxa"/>
            <w:left w:w="108" w:type="dxa"/>
            <w:bottom w:w="0" w:type="dxa"/>
            <w:right w:w="108" w:type="dxa"/>
          </w:tcMar>
        </w:tcPr>
        <w:p w:rsidR="00F97D0A" w:rsidRDefault="003812CD">
          <w:pPr>
            <w:pStyle w:val="RdaliaLgende"/>
            <w:ind w:left="605" w:firstLine="0"/>
          </w:pPr>
          <w:r>
            <w:rPr>
              <w:rFonts w:cs="Calibri"/>
            </w:rPr>
            <w:t xml:space="preserve">Page </w:t>
          </w:r>
          <w:r>
            <w:rPr>
              <w:rFonts w:cs="Calibri"/>
              <w:b/>
              <w:bCs/>
            </w:rPr>
            <w:fldChar w:fldCharType="begin"/>
          </w:r>
          <w:r>
            <w:rPr>
              <w:rFonts w:cs="Calibri"/>
              <w:b/>
              <w:bCs/>
            </w:rPr>
            <w:instrText xml:space="preserve"> PAGE \* ARABIC </w:instrText>
          </w:r>
          <w:r>
            <w:rPr>
              <w:rFonts w:cs="Calibri"/>
              <w:b/>
              <w:bCs/>
            </w:rPr>
            <w:fldChar w:fldCharType="separate"/>
          </w:r>
          <w:r>
            <w:rPr>
              <w:rFonts w:cs="Calibri"/>
              <w:b/>
              <w:bCs/>
              <w:noProof/>
            </w:rPr>
            <w:t>2</w:t>
          </w:r>
          <w:r>
            <w:rPr>
              <w:rFonts w:cs="Calibri"/>
              <w:b/>
              <w:bCs/>
            </w:rPr>
            <w:fldChar w:fldCharType="end"/>
          </w:r>
          <w:r>
            <w:rPr>
              <w:rFonts w:cs="Calibri"/>
            </w:rPr>
            <w:t xml:space="preserve"> sur </w:t>
          </w:r>
          <w:r>
            <w:rPr>
              <w:rFonts w:cs="Calibri"/>
              <w:b/>
              <w:bCs/>
            </w:rPr>
            <w:fldChar w:fldCharType="begin"/>
          </w:r>
          <w:r>
            <w:rPr>
              <w:rFonts w:cs="Calibri"/>
              <w:b/>
              <w:bCs/>
            </w:rPr>
            <w:instrText xml:space="preserve"> NUMPAGES \* ARABIC </w:instrText>
          </w:r>
          <w:r>
            <w:rPr>
              <w:rFonts w:cs="Calibri"/>
              <w:b/>
              <w:bCs/>
            </w:rPr>
            <w:fldChar w:fldCharType="separate"/>
          </w:r>
          <w:r>
            <w:rPr>
              <w:rFonts w:cs="Calibri"/>
              <w:b/>
              <w:bCs/>
              <w:noProof/>
            </w:rPr>
            <w:t>47</w:t>
          </w:r>
          <w:r>
            <w:rPr>
              <w:rFonts w:cs="Calibri"/>
              <w:b/>
              <w:bCs/>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3812CD">
      <w:r>
        <w:rPr>
          <w:color w:val="000000"/>
        </w:rPr>
        <w:separator/>
      </w:r>
    </w:p>
  </w:footnote>
  <w:footnote w:type="continuationSeparator" w:id="0">
    <w:p w:rsidR="00000000" w:rsidRDefault="003812CD">
      <w:r>
        <w:continuationSeparator/>
      </w:r>
    </w:p>
  </w:footnote>
  <w:footnote w:id="1">
    <w:p w:rsidR="00CF2A77" w:rsidRDefault="003812CD">
      <w:pPr>
        <w:pStyle w:val="Footnote"/>
      </w:pPr>
      <w:r>
        <w:rPr>
          <w:rStyle w:val="Appelnotedebasdep"/>
        </w:rPr>
        <w:footnoteRef/>
      </w:r>
      <w:r>
        <w:t xml:space="preserve"> Pour les entreprises en cours d’inscription ou lorsque le Prestataire n’est pas tenu de s’immatriculer au registre des commerces et des sociétés ou au répertoire des métiers</w:t>
      </w:r>
      <w:r>
        <w:t>.</w:t>
      </w:r>
    </w:p>
  </w:footnote>
  <w:footnote w:id="2">
    <w:p w:rsidR="00CF2A77" w:rsidRDefault="003812CD">
      <w:pPr>
        <w:pStyle w:val="Footnote"/>
      </w:pPr>
      <w:r>
        <w:rPr>
          <w:rStyle w:val="Appelnotedebasdep"/>
        </w:rPr>
        <w:footnoteRef/>
      </w:r>
      <w:r>
        <w:t xml:space="preserve"> A insérer si le Prestataire emploie des salariés pour une durée supérieure à un mois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F97D0A">
      <w:tblPrEx>
        <w:tblCellMar>
          <w:top w:w="0" w:type="dxa"/>
          <w:bottom w:w="0" w:type="dxa"/>
        </w:tblCellMar>
      </w:tblPrEx>
      <w:tc>
        <w:tcPr>
          <w:tcW w:w="6770" w:type="dxa"/>
          <w:shd w:val="clear" w:color="auto" w:fill="auto"/>
          <w:tcMar>
            <w:top w:w="0" w:type="dxa"/>
            <w:left w:w="108" w:type="dxa"/>
            <w:bottom w:w="0" w:type="dxa"/>
            <w:right w:w="108" w:type="dxa"/>
          </w:tcMar>
        </w:tcPr>
        <w:p w:rsidR="00F97D0A" w:rsidRDefault="003812CD">
          <w:pPr>
            <w:pStyle w:val="RdaliaLgende"/>
            <w:rPr>
              <w:rFonts w:cs="Calibri"/>
            </w:rPr>
          </w:pPr>
        </w:p>
      </w:tc>
      <w:tc>
        <w:tcPr>
          <w:tcW w:w="2234" w:type="dxa"/>
          <w:shd w:val="clear" w:color="auto" w:fill="auto"/>
          <w:tcMar>
            <w:top w:w="0" w:type="dxa"/>
            <w:left w:w="108" w:type="dxa"/>
            <w:bottom w:w="0" w:type="dxa"/>
            <w:right w:w="108" w:type="dxa"/>
          </w:tcMar>
        </w:tcPr>
        <w:p w:rsidR="00F97D0A" w:rsidRDefault="003812CD">
          <w:pPr>
            <w:pStyle w:val="RdaliaLgende"/>
            <w:ind w:left="321" w:firstLine="0"/>
            <w:rPr>
              <w:rFonts w:cs="Calibri"/>
            </w:rPr>
          </w:pPr>
          <w:r>
            <w:rPr>
              <w:rFonts w:cs="Calibri"/>
            </w:rPr>
            <w:t>Contrat : SYF-2025-0287</w:t>
          </w:r>
        </w:p>
      </w:tc>
    </w:tr>
  </w:tbl>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946E7"/>
    <w:multiLevelType w:val="multilevel"/>
    <w:tmpl w:val="A0F20504"/>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 w15:restartNumberingAfterBreak="0">
    <w:nsid w:val="0671434C"/>
    <w:multiLevelType w:val="multilevel"/>
    <w:tmpl w:val="0B181164"/>
    <w:styleLink w:val="LFO24"/>
    <w:lvl w:ilvl="0">
      <w:numFmt w:val="bullet"/>
      <w:pStyle w:val="RdaliaTextemasqu"/>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 w15:restartNumberingAfterBreak="0">
    <w:nsid w:val="06E948A1"/>
    <w:multiLevelType w:val="multilevel"/>
    <w:tmpl w:val="F77E4900"/>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3" w15:restartNumberingAfterBreak="0">
    <w:nsid w:val="07253C16"/>
    <w:multiLevelType w:val="multilevel"/>
    <w:tmpl w:val="C6EE52B2"/>
    <w:styleLink w:val="LFO10"/>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8170183"/>
    <w:multiLevelType w:val="multilevel"/>
    <w:tmpl w:val="6AF84222"/>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5" w15:restartNumberingAfterBreak="0">
    <w:nsid w:val="0E3956B7"/>
    <w:multiLevelType w:val="multilevel"/>
    <w:tmpl w:val="0850642A"/>
    <w:styleLink w:val="LFO7"/>
    <w:lvl w:ilvl="0">
      <w:numFmt w:val="bullet"/>
      <w:pStyle w:val="RedaliaRetraitsanspuce"/>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6" w15:restartNumberingAfterBreak="0">
    <w:nsid w:val="10F94860"/>
    <w:multiLevelType w:val="multilevel"/>
    <w:tmpl w:val="A060FE9E"/>
    <w:styleLink w:val="WWOutlineListStyle1"/>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 w15:restartNumberingAfterBreak="0">
    <w:nsid w:val="182D37A6"/>
    <w:multiLevelType w:val="multilevel"/>
    <w:tmpl w:val="4866DF16"/>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 w15:restartNumberingAfterBreak="0">
    <w:nsid w:val="22D90883"/>
    <w:multiLevelType w:val="multilevel"/>
    <w:tmpl w:val="58705A1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2D3C1A5F"/>
    <w:multiLevelType w:val="multilevel"/>
    <w:tmpl w:val="D9FC151A"/>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0" w15:restartNumberingAfterBreak="0">
    <w:nsid w:val="2EC75794"/>
    <w:multiLevelType w:val="multilevel"/>
    <w:tmpl w:val="3B429C70"/>
    <w:styleLink w:val="Outlin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 w15:restartNumberingAfterBreak="0">
    <w:nsid w:val="3DC31899"/>
    <w:multiLevelType w:val="multilevel"/>
    <w:tmpl w:val="B5F89970"/>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 w15:restartNumberingAfterBreak="0">
    <w:nsid w:val="40506EE6"/>
    <w:multiLevelType w:val="multilevel"/>
    <w:tmpl w:val="95E6137E"/>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3" w15:restartNumberingAfterBreak="0">
    <w:nsid w:val="44CE5FE2"/>
    <w:multiLevelType w:val="multilevel"/>
    <w:tmpl w:val="785E1B54"/>
    <w:styleLink w:val="WWOutlineListStyl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4" w15:restartNumberingAfterBreak="0">
    <w:nsid w:val="471D7780"/>
    <w:multiLevelType w:val="multilevel"/>
    <w:tmpl w:val="7EE0BA7A"/>
    <w:styleLink w:val="WWOutlineListStyle11"/>
    <w:lvl w:ilvl="0">
      <w:start w:val="1"/>
      <w:numFmt w:val="decimal"/>
      <w:lvlText w:val="%1."/>
      <w:lvlJc w:val="left"/>
      <w:pPr>
        <w:ind w:left="1495"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5" w15:restartNumberingAfterBreak="0">
    <w:nsid w:val="48176819"/>
    <w:multiLevelType w:val="multilevel"/>
    <w:tmpl w:val="8E9C925A"/>
    <w:styleLink w:val="LFO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15:restartNumberingAfterBreak="0">
    <w:nsid w:val="4A3D4415"/>
    <w:multiLevelType w:val="multilevel"/>
    <w:tmpl w:val="43207622"/>
    <w:styleLink w:val="WWOutlineListStyle7"/>
    <w:lvl w:ilvl="0">
      <w:start w:val="1"/>
      <w:numFmt w:val="decimal"/>
      <w:lvlText w:val="%1."/>
      <w:lvlJc w:val="left"/>
      <w:pPr>
        <w:ind w:left="1495"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7" w15:restartNumberingAfterBreak="0">
    <w:nsid w:val="605B4E7E"/>
    <w:multiLevelType w:val="multilevel"/>
    <w:tmpl w:val="E1E24A66"/>
    <w:styleLink w:val="LFO2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8" w15:restartNumberingAfterBreak="0">
    <w:nsid w:val="6D6E6DC0"/>
    <w:multiLevelType w:val="multilevel"/>
    <w:tmpl w:val="65DC26E4"/>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9" w15:restartNumberingAfterBreak="0">
    <w:nsid w:val="720D2BFF"/>
    <w:multiLevelType w:val="multilevel"/>
    <w:tmpl w:val="02943A96"/>
    <w:styleLink w:val="LFO9"/>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0" w15:restartNumberingAfterBreak="0">
    <w:nsid w:val="73D625EC"/>
    <w:multiLevelType w:val="multilevel"/>
    <w:tmpl w:val="147408D0"/>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 w15:restartNumberingAfterBreak="0">
    <w:nsid w:val="75505E48"/>
    <w:multiLevelType w:val="multilevel"/>
    <w:tmpl w:val="86E0DFA8"/>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2" w15:restartNumberingAfterBreak="0">
    <w:nsid w:val="76FE41A8"/>
    <w:multiLevelType w:val="multilevel"/>
    <w:tmpl w:val="F3BE7A6C"/>
    <w:styleLink w:val="WWOutlineListStyle2"/>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9"/>
      <w:lvlJc w:val="left"/>
    </w:lvl>
  </w:abstractNum>
  <w:abstractNum w:abstractNumId="23" w15:restartNumberingAfterBreak="0">
    <w:nsid w:val="78E12C58"/>
    <w:multiLevelType w:val="multilevel"/>
    <w:tmpl w:val="E27073CE"/>
    <w:styleLink w:val="LFO23"/>
    <w:lvl w:ilvl="0">
      <w:numFmt w:val="bullet"/>
      <w:pStyle w:val="RedaliaRetrait2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24" w15:restartNumberingAfterBreak="0">
    <w:nsid w:val="7B0E1984"/>
    <w:multiLevelType w:val="multilevel"/>
    <w:tmpl w:val="3F3C5A0C"/>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7EF71080"/>
    <w:multiLevelType w:val="multilevel"/>
    <w:tmpl w:val="46D48C0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22"/>
  </w:num>
  <w:num w:numId="2">
    <w:abstractNumId w:val="6"/>
  </w:num>
  <w:num w:numId="3">
    <w:abstractNumId w:val="13"/>
  </w:num>
  <w:num w:numId="4">
    <w:abstractNumId w:val="17"/>
  </w:num>
  <w:num w:numId="5">
    <w:abstractNumId w:val="14"/>
  </w:num>
  <w:num w:numId="6">
    <w:abstractNumId w:val="16"/>
  </w:num>
  <w:num w:numId="7">
    <w:abstractNumId w:val="10"/>
  </w:num>
  <w:num w:numId="8">
    <w:abstractNumId w:val="4"/>
  </w:num>
  <w:num w:numId="9">
    <w:abstractNumId w:val="15"/>
  </w:num>
  <w:num w:numId="10">
    <w:abstractNumId w:val="7"/>
  </w:num>
  <w:num w:numId="11">
    <w:abstractNumId w:val="21"/>
  </w:num>
  <w:num w:numId="12">
    <w:abstractNumId w:val="18"/>
  </w:num>
  <w:num w:numId="13">
    <w:abstractNumId w:val="12"/>
  </w:num>
  <w:num w:numId="14">
    <w:abstractNumId w:val="5"/>
  </w:num>
  <w:num w:numId="15">
    <w:abstractNumId w:val="0"/>
  </w:num>
  <w:num w:numId="16">
    <w:abstractNumId w:val="19"/>
  </w:num>
  <w:num w:numId="17">
    <w:abstractNumId w:val="3"/>
  </w:num>
  <w:num w:numId="18">
    <w:abstractNumId w:val="2"/>
  </w:num>
  <w:num w:numId="19">
    <w:abstractNumId w:val="23"/>
  </w:num>
  <w:num w:numId="20">
    <w:abstractNumId w:val="1"/>
  </w:num>
  <w:num w:numId="21">
    <w:abstractNumId w:val="11"/>
  </w:num>
  <w:num w:numId="22">
    <w:abstractNumId w:val="20"/>
  </w:num>
  <w:num w:numId="23">
    <w:abstractNumId w:val="9"/>
  </w:num>
  <w:num w:numId="24">
    <w:abstractNumId w:val="24"/>
  </w:num>
  <w:num w:numId="25">
    <w:abstractNumId w:val="18"/>
    <w:lvlOverride w:ilvl="0"/>
  </w:num>
  <w:num w:numId="26">
    <w:abstractNumId w:val="8"/>
  </w:num>
  <w:num w:numId="27">
    <w:abstractNumId w:val="18"/>
    <w:lvlOverride w:ilvl="0"/>
  </w:num>
  <w:num w:numId="28">
    <w:abstractNumId w:val="7"/>
    <w:lvlOverride w:ilvl="0"/>
  </w:num>
  <w:num w:numId="29">
    <w:abstractNumId w:val="18"/>
    <w:lvlOverride w:ilvl="0"/>
  </w:num>
  <w:num w:numId="30">
    <w:abstractNumId w:val="25"/>
  </w:num>
  <w:num w:numId="31">
    <w:abstractNumId w:val="5"/>
    <w:lvlOverride w:ilv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ttachedTemplate r:id="rId1"/>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
  <w:rsids>
    <w:rsidRoot w:val="00CF2A77"/>
    <w:rsid w:val="003812CD"/>
    <w:rsid w:val="00CF2A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0EB5334-FACC-4494-8E5D-F50C4EA7E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widowControl w:val="0"/>
      <w:suppressAutoHyphens/>
    </w:pPr>
    <w:rPr>
      <w:rFonts w:ascii="ITC Avant Garde Std Bk" w:eastAsia="ITC Avant Garde Std Bk" w:hAnsi="ITC Avant Garde Std Bk" w:cs="ITC Avant Garde Std Bk"/>
      <w:sz w:val="22"/>
    </w:rPr>
  </w:style>
  <w:style w:type="paragraph" w:styleId="Titre1">
    <w:name w:val="heading 1"/>
    <w:basedOn w:val="Normal"/>
    <w:next w:val="Normal"/>
    <w:pPr>
      <w:keepNext/>
      <w:spacing w:before="240" w:after="160"/>
      <w:outlineLvl w:val="0"/>
    </w:pPr>
    <w:rPr>
      <w:b/>
      <w:kern w:val="3"/>
      <w:sz w:val="32"/>
    </w:rPr>
  </w:style>
  <w:style w:type="paragraph" w:styleId="Titre2">
    <w:name w:val="heading 2"/>
    <w:basedOn w:val="Normal"/>
    <w:next w:val="Normal"/>
    <w:pPr>
      <w:keepNext/>
      <w:spacing w:before="240" w:after="160"/>
      <w:outlineLvl w:val="1"/>
    </w:pPr>
    <w:rPr>
      <w:sz w:val="28"/>
      <w:u w:val="single"/>
    </w:rPr>
  </w:style>
  <w:style w:type="paragraph" w:styleId="Titre3">
    <w:name w:val="heading 3"/>
    <w:basedOn w:val="Normal"/>
    <w:next w:val="Normal"/>
    <w:pPr>
      <w:keepNext/>
      <w:spacing w:before="240" w:after="160"/>
      <w:outlineLvl w:val="2"/>
    </w:pPr>
    <w:rPr>
      <w:sz w:val="24"/>
      <w:u w:val="single"/>
    </w:rPr>
  </w:style>
  <w:style w:type="paragraph" w:styleId="Titre4">
    <w:name w:val="heading 4"/>
    <w:basedOn w:val="Normal"/>
    <w:next w:val="Normal"/>
    <w:pPr>
      <w:keepNext/>
      <w:spacing w:before="240" w:after="60"/>
      <w:ind w:left="567"/>
      <w:outlineLvl w:val="3"/>
    </w:pPr>
    <w:rPr>
      <w:i/>
      <w:sz w:val="24"/>
    </w:rPr>
  </w:style>
  <w:style w:type="paragraph" w:styleId="Titre5">
    <w:name w:val="heading 5"/>
    <w:basedOn w:val="Normal"/>
    <w:next w:val="Normal"/>
    <w:pPr>
      <w:spacing w:before="240" w:after="60"/>
      <w:ind w:left="1134"/>
      <w:outlineLvl w:val="4"/>
    </w:pPr>
    <w:rPr>
      <w:i/>
    </w:rPr>
  </w:style>
  <w:style w:type="paragraph" w:styleId="Titre6">
    <w:name w:val="heading 6"/>
    <w:basedOn w:val="Normal"/>
    <w:next w:val="Normal"/>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2">
    <w:name w:val="WW_OutlineListStyle_2"/>
    <w:basedOn w:val="Aucuneliste"/>
    <w:pPr>
      <w:numPr>
        <w:numId w:val="1"/>
      </w:numPr>
    </w:pPr>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TITRETROIS">
    <w:name w:val="TITRE TROIS"/>
    <w:basedOn w:val="Titre4"/>
    <w:pPr>
      <w:shd w:val="clear" w:color="auto" w:fill="993300"/>
      <w:spacing w:before="280" w:after="240"/>
      <w:jc w:val="both"/>
    </w:pPr>
    <w:rPr>
      <w:bCs/>
      <w:color w:val="FFFFFF"/>
    </w:rPr>
  </w:style>
  <w:style w:type="paragraph" w:customStyle="1" w:styleId="TITRECINQ">
    <w:name w:val="TITRE CINQ"/>
    <w:basedOn w:val="Titre5"/>
    <w:next w:val="Normal"/>
    <w:pPr>
      <w:shd w:val="clear" w:color="auto" w:fill="EE6000"/>
      <w:ind w:left="1418"/>
      <w:jc w:val="both"/>
    </w:pPr>
    <w:rPr>
      <w:bCs/>
      <w:sz w:val="24"/>
      <w:szCs w:val="24"/>
    </w:rPr>
  </w:style>
  <w:style w:type="paragraph" w:styleId="Titre">
    <w:name w:val="Title"/>
    <w:next w:val="Normal"/>
    <w:pPr>
      <w:suppressAutoHyphens/>
      <w:outlineLvl w:val="8"/>
    </w:pPr>
  </w:style>
  <w:style w:type="paragraph" w:customStyle="1" w:styleId="Standard">
    <w:name w:val="Standard"/>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pPr>
      <w:keepNext w:val="0"/>
      <w:tabs>
        <w:tab w:val="right" w:leader="dot" w:pos="9072"/>
      </w:tabs>
      <w:spacing w:before="120" w:after="0"/>
    </w:pPr>
    <w:rPr>
      <w:sz w:val="24"/>
    </w:rPr>
  </w:style>
  <w:style w:type="paragraph" w:styleId="TM2">
    <w:name w:val="toc 2"/>
    <w:basedOn w:val="Titre2"/>
    <w:next w:val="Normal"/>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style>
  <w:style w:type="paragraph" w:customStyle="1" w:styleId="RdaliaRetraitniveau2">
    <w:name w:val="Rédalia : Retrait niveau 2"/>
    <w:basedOn w:val="RedaliaNormal"/>
    <w:pPr>
      <w:numPr>
        <w:numId w:val="21"/>
      </w:numPr>
    </w:pPr>
  </w:style>
  <w:style w:type="paragraph" w:customStyle="1" w:styleId="RdaliaTableau">
    <w:name w:val="Rédalia : Tableau"/>
    <w:basedOn w:val="RedaliaNormal"/>
    <w:pPr>
      <w:numPr>
        <w:numId w:val="22"/>
      </w:numPr>
    </w:pPr>
    <w:rPr>
      <w:b/>
      <w:color w:val="0000FF"/>
    </w:rPr>
  </w:style>
  <w:style w:type="paragraph" w:customStyle="1" w:styleId="RdaliaTextemasqu">
    <w:name w:val="Rédalia : Texte masqué"/>
    <w:basedOn w:val="RdaliaRetraitniveau1"/>
    <w:pPr>
      <w:numPr>
        <w:numId w:val="20"/>
      </w:num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8"/>
      </w:numPr>
      <w:tabs>
        <w:tab w:val="clear" w:pos="8505"/>
        <w:tab w:val="left" w:pos="-171"/>
        <w:tab w:val="left" w:pos="8051"/>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numPr>
        <w:numId w:val="19"/>
      </w:numPr>
      <w:tabs>
        <w:tab w:val="clear" w:pos="8505"/>
        <w:tab w:val="left" w:pos="261"/>
        <w:tab w:val="left" w:leader="dot" w:pos="7065"/>
      </w:tabs>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RedaliaRetraitPuceniveau3">
    <w:name w:val="Redalia : Retrait Puce niveau 3"/>
    <w:basedOn w:val="RdaliaRetraitPuceniveau2"/>
    <w:pPr>
      <w:numPr>
        <w:numId w:val="10"/>
      </w:numPr>
      <w:tabs>
        <w:tab w:val="clear" w:pos="-3639"/>
        <w:tab w:val="left" w:pos="-1881"/>
        <w:tab w:val="left" w:pos="-1440"/>
      </w:tabs>
    </w:pPr>
  </w:style>
  <w:style w:type="paragraph" w:customStyle="1" w:styleId="RdaliaRetraitPuceniveau2">
    <w:name w:val="Rédalia : Retrait Puce niveau 2"/>
    <w:basedOn w:val="RedaliaNormal"/>
    <w:pPr>
      <w:numPr>
        <w:numId w:val="15"/>
      </w:numPr>
      <w:tabs>
        <w:tab w:val="clear" w:pos="8505"/>
        <w:tab w:val="left" w:pos="-3639"/>
      </w:tabs>
    </w:pPr>
  </w:style>
  <w:style w:type="paragraph" w:customStyle="1" w:styleId="RdaliaRetraitGrandepuce">
    <w:name w:val="Rédalia : Retrait Grande puce"/>
    <w:basedOn w:val="RedaliaNormal"/>
    <w:pPr>
      <w:numPr>
        <w:numId w:val="11"/>
      </w:numPr>
      <w:tabs>
        <w:tab w:val="clear" w:pos="8505"/>
        <w:tab w:val="left" w:pos="-2896"/>
        <w:tab w:val="left" w:pos="-2120"/>
      </w:tabs>
    </w:pPr>
  </w:style>
  <w:style w:type="paragraph" w:customStyle="1" w:styleId="RedaliaRetraitPuceniveau1">
    <w:name w:val="Redalia : Retrait Puce niveau 1"/>
    <w:basedOn w:val="RedaliaNormal"/>
    <w:pPr>
      <w:tabs>
        <w:tab w:val="clear" w:pos="8505"/>
        <w:tab w:val="left" w:pos="-1276"/>
      </w:tabs>
    </w:pPr>
  </w:style>
  <w:style w:type="paragraph" w:customStyle="1" w:styleId="RedaliaRetraitsanspuce">
    <w:name w:val="Redalia : Retrait sans puce"/>
    <w:basedOn w:val="RedaliaRetraitPuceniveau1"/>
    <w:pPr>
      <w:numPr>
        <w:numId w:val="14"/>
      </w:numPr>
      <w:tabs>
        <w:tab w:val="clear" w:pos="-1276"/>
        <w:tab w:val="left" w:pos="-283"/>
      </w:tabs>
    </w:pPr>
  </w:style>
  <w:style w:type="paragraph" w:customStyle="1" w:styleId="TITREUN">
    <w:name w:val="TITRE UN"/>
    <w:basedOn w:val="Titre1"/>
    <w:next w:val="TITREDEUX"/>
    <w:pPr>
      <w:shd w:val="clear" w:color="auto" w:fill="003366"/>
      <w:spacing w:before="600" w:after="480"/>
    </w:pPr>
    <w:rPr>
      <w:caps/>
      <w:color w:val="FFFFFF"/>
      <w:sz w:val="44"/>
      <w:szCs w:val="48"/>
    </w:rPr>
  </w:style>
  <w:style w:type="paragraph" w:customStyle="1" w:styleId="TITREDEUX">
    <w:name w:val="TITRE DEUX"/>
    <w:basedOn w:val="Titre2"/>
    <w:next w:val="TITRETROIS"/>
    <w:pPr>
      <w:shd w:val="clear" w:color="auto" w:fill="0000FF"/>
      <w:spacing w:before="360" w:after="280"/>
      <w:ind w:left="284"/>
      <w:jc w:val="both"/>
    </w:pPr>
    <w:rPr>
      <w:iCs/>
      <w:color w:val="FFFFFF"/>
      <w:sz w:val="44"/>
      <w:szCs w:val="44"/>
    </w:rPr>
  </w:style>
  <w:style w:type="paragraph" w:customStyle="1" w:styleId="TITREQUATRE">
    <w:name w:val="TITRE QUATRE"/>
    <w:basedOn w:val="Titre4"/>
    <w:next w:val="TITRECINQ"/>
    <w:pPr>
      <w:shd w:val="clear" w:color="auto" w:fill="FFCC00"/>
      <w:spacing w:before="0" w:after="200"/>
      <w:ind w:left="851"/>
      <w:jc w:val="both"/>
    </w:pPr>
    <w:rPr>
      <w:rFonts w:cs="Arial"/>
      <w:i w:val="0"/>
      <w:color w:val="FFFFFF"/>
      <w:u w:val="single"/>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24"/>
      </w:numPr>
      <w:tabs>
        <w:tab w:val="left" w:pos="-231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23"/>
      </w:numPr>
      <w:tabs>
        <w:tab w:val="left" w:pos="-873"/>
      </w:tabs>
      <w:spacing w:before="120" w:after="120"/>
      <w:jc w:val="both"/>
    </w:pPr>
    <w:rPr>
      <w:rFonts w:cs="Calibri"/>
      <w:b/>
      <w:bCs/>
      <w:sz w:val="24"/>
      <w:szCs w:val="28"/>
    </w:rPr>
  </w:style>
  <w:style w:type="paragraph" w:styleId="Sansinterligne">
    <w:name w:val="No Spacing"/>
    <w:pPr>
      <w:suppressAutoHyphens/>
    </w:pPr>
    <w:rPr>
      <w:rFonts w:ascii="Arial" w:eastAsia="Arial" w:hAnsi="Arial" w:cs="Arial"/>
      <w:sz w:val="22"/>
      <w:szCs w:val="22"/>
      <w:lang w:eastAsia="en-US"/>
    </w:rPr>
  </w:style>
  <w:style w:type="paragraph" w:styleId="Paragraphedeliste">
    <w:name w:val="List Paragraph"/>
    <w:basedOn w:val="Normal"/>
    <w:pPr>
      <w:ind w:left="720"/>
    </w:pPr>
  </w:style>
  <w:style w:type="paragraph" w:styleId="Sous-titre">
    <w:name w:val="Subtitle"/>
    <w:basedOn w:val="Titre"/>
    <w:next w:val="Normal"/>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pPr>
      <w:spacing w:before="100" w:after="142" w:line="276" w:lineRule="auto"/>
    </w:pPr>
    <w:rPr>
      <w:rFonts w:ascii="Times New Roman" w:eastAsia="Times New Roman" w:hAnsi="Times New Roman" w:cs="Times New Roman"/>
      <w:sz w:val="24"/>
      <w:szCs w:val="24"/>
    </w:rPr>
  </w:style>
  <w:style w:type="paragraph" w:customStyle="1" w:styleId="western">
    <w:name w:val="western"/>
    <w:basedOn w:val="Normal"/>
    <w:pPr>
      <w:spacing w:before="100" w:after="142" w:line="276" w:lineRule="auto"/>
    </w:pPr>
    <w:rPr>
      <w:rFonts w:ascii="Times New Roman" w:eastAsia="Times New Roman" w:hAnsi="Times New Roman" w:cs="Times New Roman"/>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Arial" w:eastAsia="Arial" w:hAnsi="Arial" w:cs="Arial"/>
      <w:sz w:val="22"/>
      <w:lang w:eastAsia="en-US"/>
    </w:rPr>
  </w:style>
  <w:style w:type="character" w:customStyle="1" w:styleId="Titre8Car">
    <w:name w:val="Titre 8 Car"/>
    <w:rPr>
      <w:rFonts w:ascii="Arial" w:eastAsia="Arial" w:hAnsi="Arial" w:cs="Arial"/>
      <w:sz w:val="22"/>
      <w:lang w:eastAsia="en-US"/>
    </w:rPr>
  </w:style>
  <w:style w:type="character" w:customStyle="1" w:styleId="Titre9Car">
    <w:name w:val="Titre 9 Car"/>
    <w:rPr>
      <w:rFonts w:ascii="Arial" w:eastAsia="Arial" w:hAnsi="Arial" w:cs="Arial"/>
      <w:sz w:val="22"/>
      <w:lang w:eastAsia="en-US"/>
    </w:rPr>
  </w:style>
  <w:style w:type="character" w:styleId="Lienhypertexte">
    <w:name w:val="Hyperlink"/>
    <w:rPr>
      <w:rFonts w:ascii="Arial" w:eastAsia="Arial" w:hAnsi="Arial" w:cs="Arial"/>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lev">
    <w:name w:val="Strong"/>
  </w:style>
  <w:style w:type="character" w:styleId="Accentuation">
    <w:name w:val="Emphasis"/>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styleId="Numrodepage">
    <w:name w:val="page number"/>
    <w:rPr>
      <w:rFonts w:ascii="Times New Roman" w:eastAsia="Times New Roman" w:hAnsi="Times New Roman" w:cs="Times New Roman"/>
    </w:rPr>
  </w:style>
  <w:style w:type="character" w:customStyle="1" w:styleId="EmailStyle1482">
    <w:name w:val="EmailStyle1482"/>
    <w:rPr>
      <w:rFonts w:ascii="Century Gothic" w:eastAsia="Century Gothic" w:hAnsi="Century Gothic" w:cs="Century Gothic"/>
      <w:color w:val="auto"/>
      <w:sz w:val="20"/>
    </w:rPr>
  </w:style>
  <w:style w:type="character" w:customStyle="1" w:styleId="EmailStyle1492">
    <w:name w:val="EmailStyle1492"/>
    <w:rPr>
      <w:rFonts w:ascii="Arial" w:eastAsia="Arial" w:hAnsi="Arial" w:cs="Arial"/>
      <w:color w:val="auto"/>
      <w:sz w:val="16"/>
    </w:rPr>
  </w:style>
  <w:style w:type="character" w:customStyle="1" w:styleId="EmailStyle1502">
    <w:name w:val="EmailStyle1502"/>
    <w:rPr>
      <w:rFonts w:ascii="Century Gothic" w:eastAsia="Century Gothic" w:hAnsi="Century Gothic" w:cs="Century Gothic"/>
      <w:color w:val="auto"/>
      <w:sz w:val="20"/>
    </w:rPr>
  </w:style>
  <w:style w:type="character" w:customStyle="1" w:styleId="EmailStyle1512">
    <w:name w:val="EmailStyle1512"/>
    <w:rPr>
      <w:rFonts w:ascii="Arial" w:eastAsia="Arial" w:hAnsi="Arial" w:cs="Arial"/>
      <w:color w:val="auto"/>
      <w:sz w:val="16"/>
    </w:rPr>
  </w:style>
  <w:style w:type="character" w:customStyle="1" w:styleId="EmailStyle1522">
    <w:name w:val="EmailStyle1522"/>
    <w:rPr>
      <w:rFonts w:ascii="Century Gothic" w:eastAsia="Century Gothic" w:hAnsi="Century Gothic" w:cs="Century Gothic"/>
      <w:color w:val="auto"/>
      <w:sz w:val="20"/>
    </w:rPr>
  </w:style>
  <w:style w:type="character" w:customStyle="1" w:styleId="EmailStyle1532">
    <w:name w:val="EmailStyle1532"/>
    <w:rPr>
      <w:rFonts w:ascii="Arial" w:eastAsia="Arial" w:hAnsi="Arial" w:cs="Arial"/>
      <w:color w:val="auto"/>
      <w:sz w:val="16"/>
    </w:rPr>
  </w:style>
  <w:style w:type="character" w:customStyle="1" w:styleId="EmailStyle1542">
    <w:name w:val="EmailStyle1542"/>
    <w:rPr>
      <w:rFonts w:ascii="Century Gothic" w:eastAsia="Century Gothic" w:hAnsi="Century Gothic" w:cs="Century Gothic"/>
      <w:color w:val="auto"/>
      <w:sz w:val="20"/>
    </w:rPr>
  </w:style>
  <w:style w:type="character" w:customStyle="1" w:styleId="EmailStyle1552">
    <w:name w:val="EmailStyle1552"/>
    <w:rPr>
      <w:rFonts w:ascii="Arial" w:eastAsia="Arial" w:hAnsi="Arial" w:cs="Arial"/>
      <w:color w:val="auto"/>
      <w:sz w:val="16"/>
    </w:rPr>
  </w:style>
  <w:style w:type="character" w:customStyle="1" w:styleId="EmailStyle1562">
    <w:name w:val="EmailStyle1562"/>
    <w:rPr>
      <w:rFonts w:ascii="Century Gothic" w:eastAsia="Century Gothic" w:hAnsi="Century Gothic" w:cs="Century Gothic"/>
      <w:color w:val="auto"/>
      <w:sz w:val="20"/>
    </w:rPr>
  </w:style>
  <w:style w:type="character" w:customStyle="1" w:styleId="EmailStyle1572">
    <w:name w:val="EmailStyle1572"/>
    <w:rPr>
      <w:rFonts w:ascii="Arial" w:eastAsia="Arial" w:hAnsi="Arial" w:cs="Arial"/>
      <w:color w:val="auto"/>
      <w:sz w:val="16"/>
    </w:rPr>
  </w:style>
  <w:style w:type="character" w:customStyle="1" w:styleId="EmailStyle1582">
    <w:name w:val="EmailStyle1582"/>
    <w:rPr>
      <w:rFonts w:ascii="Century Gothic" w:eastAsia="Century Gothic" w:hAnsi="Century Gothic" w:cs="Century Gothic"/>
      <w:color w:val="auto"/>
      <w:sz w:val="20"/>
    </w:rPr>
  </w:style>
  <w:style w:type="character" w:customStyle="1" w:styleId="EmailStyle1592">
    <w:name w:val="EmailStyle1592"/>
    <w:rPr>
      <w:rFonts w:ascii="Arial" w:eastAsia="Arial" w:hAnsi="Arial" w:cs="Arial"/>
      <w:color w:val="auto"/>
      <w:sz w:val="16"/>
    </w:rPr>
  </w:style>
  <w:style w:type="character" w:customStyle="1" w:styleId="EmailStyle1602">
    <w:name w:val="EmailStyle1602"/>
    <w:rPr>
      <w:rFonts w:ascii="Century Gothic" w:eastAsia="Century Gothic" w:hAnsi="Century Gothic" w:cs="Century Gothic"/>
      <w:color w:val="auto"/>
      <w:sz w:val="20"/>
    </w:rPr>
  </w:style>
  <w:style w:type="character" w:customStyle="1" w:styleId="EmailStyle1612">
    <w:name w:val="EmailStyle1612"/>
    <w:rPr>
      <w:rFonts w:ascii="Arial" w:eastAsia="Arial" w:hAnsi="Arial" w:cs="Arial"/>
      <w:color w:val="auto"/>
      <w:sz w:val="16"/>
    </w:rPr>
  </w:style>
  <w:style w:type="character" w:customStyle="1" w:styleId="EmailStyle1622">
    <w:name w:val="EmailStyle1622"/>
    <w:rPr>
      <w:rFonts w:ascii="Century Gothic" w:eastAsia="Century Gothic" w:hAnsi="Century Gothic" w:cs="Century Gothic"/>
      <w:color w:val="auto"/>
      <w:sz w:val="20"/>
    </w:rPr>
  </w:style>
  <w:style w:type="character" w:customStyle="1" w:styleId="EmailStyle1632">
    <w:name w:val="EmailStyle1632"/>
    <w:rPr>
      <w:rFonts w:ascii="Arial" w:eastAsia="Arial" w:hAnsi="Arial" w:cs="Arial"/>
      <w:color w:val="auto"/>
      <w:sz w:val="16"/>
    </w:rPr>
  </w:style>
  <w:style w:type="character" w:customStyle="1" w:styleId="EmailStyle1642">
    <w:name w:val="EmailStyle1642"/>
    <w:rPr>
      <w:rFonts w:ascii="Century Gothic" w:eastAsia="Century Gothic" w:hAnsi="Century Gothic" w:cs="Century Gothic"/>
      <w:color w:val="auto"/>
      <w:sz w:val="20"/>
    </w:rPr>
  </w:style>
  <w:style w:type="character" w:customStyle="1" w:styleId="EmailStyle1652">
    <w:name w:val="EmailStyle1652"/>
    <w:rPr>
      <w:rFonts w:ascii="Arial" w:eastAsia="Arial" w:hAnsi="Arial" w:cs="Arial"/>
      <w:color w:val="auto"/>
      <w:sz w:val="16"/>
    </w:rPr>
  </w:style>
  <w:style w:type="character" w:customStyle="1" w:styleId="EmailStyle1662">
    <w:name w:val="EmailStyle1662"/>
    <w:rPr>
      <w:rFonts w:ascii="Century Gothic" w:eastAsia="Century Gothic" w:hAnsi="Century Gothic" w:cs="Century Gothic"/>
      <w:color w:val="auto"/>
      <w:sz w:val="20"/>
    </w:rPr>
  </w:style>
  <w:style w:type="character" w:customStyle="1" w:styleId="EmailStyle1671">
    <w:name w:val="EmailStyle1671"/>
    <w:rPr>
      <w:rFonts w:ascii="Arial" w:eastAsia="Arial" w:hAnsi="Arial" w:cs="Arial"/>
      <w:color w:val="auto"/>
      <w:sz w:val="16"/>
    </w:rPr>
  </w:style>
  <w:style w:type="character" w:customStyle="1" w:styleId="EmailStyle1681">
    <w:name w:val="EmailStyle1681"/>
    <w:rPr>
      <w:rFonts w:ascii="Century Gothic" w:eastAsia="Century Gothic" w:hAnsi="Century Gothic" w:cs="Century Gothic"/>
      <w:color w:val="auto"/>
      <w:sz w:val="20"/>
    </w:rPr>
  </w:style>
  <w:style w:type="character" w:customStyle="1" w:styleId="EmailStyle1691">
    <w:name w:val="EmailStyle1691"/>
    <w:rPr>
      <w:rFonts w:ascii="Arial" w:eastAsia="Arial" w:hAnsi="Arial" w:cs="Arial"/>
      <w:color w:val="auto"/>
      <w:sz w:val="16"/>
    </w:rPr>
  </w:style>
  <w:style w:type="character" w:customStyle="1" w:styleId="EmailStyle1701">
    <w:name w:val="EmailStyle1701"/>
    <w:rPr>
      <w:rFonts w:ascii="Century Gothic" w:eastAsia="Century Gothic" w:hAnsi="Century Gothic" w:cs="Century Gothic"/>
      <w:color w:val="auto"/>
      <w:sz w:val="20"/>
    </w:rPr>
  </w:style>
  <w:style w:type="character" w:customStyle="1" w:styleId="EmailStyle1711">
    <w:name w:val="EmailStyle1711"/>
    <w:rPr>
      <w:rFonts w:ascii="Arial" w:eastAsia="Arial" w:hAnsi="Arial" w:cs="Arial"/>
      <w:color w:val="auto"/>
      <w:sz w:val="16"/>
    </w:rPr>
  </w:style>
  <w:style w:type="character" w:customStyle="1" w:styleId="EmailStyle1721">
    <w:name w:val="EmailStyle1721"/>
    <w:rPr>
      <w:rFonts w:ascii="Century Gothic" w:eastAsia="Century Gothic" w:hAnsi="Century Gothic" w:cs="Century Gothic"/>
      <w:color w:val="auto"/>
      <w:sz w:val="20"/>
    </w:rPr>
  </w:style>
  <w:style w:type="character" w:customStyle="1" w:styleId="EmailStyle1731">
    <w:name w:val="EmailStyle1731"/>
    <w:rPr>
      <w:rFonts w:ascii="Arial" w:eastAsia="Arial" w:hAnsi="Arial" w:cs="Arial"/>
      <w:color w:val="auto"/>
      <w:sz w:val="16"/>
    </w:rPr>
  </w:style>
  <w:style w:type="character" w:customStyle="1" w:styleId="EmailStyle1741">
    <w:name w:val="EmailStyle1741"/>
    <w:rPr>
      <w:rFonts w:ascii="Century Gothic" w:eastAsia="Century Gothic" w:hAnsi="Century Gothic" w:cs="Century Gothic"/>
      <w:color w:val="auto"/>
      <w:sz w:val="20"/>
    </w:rPr>
  </w:style>
  <w:style w:type="character" w:customStyle="1" w:styleId="EmailStyle1751">
    <w:name w:val="EmailStyle1751"/>
    <w:rPr>
      <w:rFonts w:ascii="Arial" w:eastAsia="Arial" w:hAnsi="Arial" w:cs="Arial"/>
      <w:color w:val="auto"/>
      <w:sz w:val="16"/>
    </w:rPr>
  </w:style>
  <w:style w:type="character" w:customStyle="1" w:styleId="EmailStyle1761">
    <w:name w:val="EmailStyle1761"/>
    <w:rPr>
      <w:rFonts w:ascii="Century Gothic" w:eastAsia="Century Gothic" w:hAnsi="Century Gothic" w:cs="Century Gothic"/>
      <w:color w:val="auto"/>
      <w:sz w:val="20"/>
    </w:rPr>
  </w:style>
  <w:style w:type="character" w:customStyle="1" w:styleId="EmailStyle1771">
    <w:name w:val="EmailStyle1771"/>
    <w:rPr>
      <w:rFonts w:ascii="Arial" w:eastAsia="Arial" w:hAnsi="Arial" w:cs="Arial"/>
      <w:color w:val="auto"/>
      <w:sz w:val="16"/>
    </w:rPr>
  </w:style>
  <w:style w:type="character" w:customStyle="1" w:styleId="EmailStyle1781">
    <w:name w:val="EmailStyle1781"/>
    <w:rPr>
      <w:rFonts w:ascii="Century Gothic" w:eastAsia="Century Gothic" w:hAnsi="Century Gothic" w:cs="Century Gothic"/>
      <w:color w:val="auto"/>
      <w:sz w:val="20"/>
    </w:rPr>
  </w:style>
  <w:style w:type="character" w:customStyle="1" w:styleId="EmailStyle1791">
    <w:name w:val="EmailStyle1791"/>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
    <w:name w:val="EmailStyle192"/>
    <w:rPr>
      <w:rFonts w:ascii="Century Gothic" w:eastAsia="Century Gothic" w:hAnsi="Century Gothic" w:cs="Century Gothic"/>
      <w:color w:val="auto"/>
      <w:sz w:val="20"/>
    </w:rPr>
  </w:style>
  <w:style w:type="character" w:customStyle="1" w:styleId="EmailStyle193">
    <w:name w:val="EmailStyle193"/>
    <w:rPr>
      <w:rFonts w:ascii="Arial" w:eastAsia="Arial" w:hAnsi="Arial" w:cs="Arial"/>
      <w:color w:val="auto"/>
      <w:sz w:val="16"/>
    </w:rPr>
  </w:style>
  <w:style w:type="character" w:customStyle="1" w:styleId="EmailStyle194">
    <w:name w:val="EmailStyle194"/>
    <w:rPr>
      <w:rFonts w:ascii="Century Gothic" w:eastAsia="Century Gothic" w:hAnsi="Century Gothic" w:cs="Century Gothic"/>
      <w:color w:val="auto"/>
      <w:sz w:val="20"/>
    </w:rPr>
  </w:style>
  <w:style w:type="character" w:customStyle="1" w:styleId="EmailStyle195">
    <w:name w:val="EmailStyle195"/>
    <w:rPr>
      <w:rFonts w:ascii="Arial" w:eastAsia="Arial" w:hAnsi="Arial" w:cs="Arial"/>
      <w:color w:val="auto"/>
      <w:sz w:val="16"/>
    </w:rPr>
  </w:style>
  <w:style w:type="character" w:customStyle="1" w:styleId="EmailStyle196">
    <w:name w:val="EmailStyle196"/>
    <w:rPr>
      <w:rFonts w:ascii="Century Gothic" w:eastAsia="Century Gothic" w:hAnsi="Century Gothic" w:cs="Century Gothic"/>
      <w:color w:val="auto"/>
      <w:sz w:val="20"/>
    </w:rPr>
  </w:style>
  <w:style w:type="character" w:customStyle="1" w:styleId="EmailStyle197">
    <w:name w:val="EmailStyle197"/>
    <w:rPr>
      <w:rFonts w:ascii="Arial" w:eastAsia="Arial" w:hAnsi="Arial" w:cs="Arial"/>
      <w:color w:val="auto"/>
      <w:sz w:val="16"/>
    </w:rPr>
  </w:style>
  <w:style w:type="character" w:customStyle="1" w:styleId="EmailStyle198">
    <w:name w:val="EmailStyle198"/>
    <w:rPr>
      <w:rFonts w:ascii="Century Gothic" w:eastAsia="Century Gothic" w:hAnsi="Century Gothic" w:cs="Century Gothic"/>
      <w:color w:val="auto"/>
      <w:sz w:val="20"/>
    </w:rPr>
  </w:style>
  <w:style w:type="character" w:customStyle="1" w:styleId="EmailStyle199">
    <w:name w:val="EmailStyle199"/>
    <w:rPr>
      <w:rFonts w:ascii="Arial" w:eastAsia="Arial" w:hAnsi="Arial" w:cs="Arial"/>
      <w:color w:val="auto"/>
      <w:sz w:val="16"/>
    </w:rPr>
  </w:style>
  <w:style w:type="character" w:customStyle="1" w:styleId="EmailStyle200">
    <w:name w:val="EmailStyle200"/>
    <w:rPr>
      <w:rFonts w:ascii="Century Gothic" w:eastAsia="Century Gothic" w:hAnsi="Century Gothic" w:cs="Century Gothic"/>
      <w:color w:val="auto"/>
      <w:sz w:val="20"/>
    </w:rPr>
  </w:style>
  <w:style w:type="character" w:customStyle="1" w:styleId="EmailStyle201">
    <w:name w:val="EmailStyle201"/>
    <w:rPr>
      <w:rFonts w:ascii="Arial" w:eastAsia="Arial" w:hAnsi="Arial" w:cs="Arial"/>
      <w:color w:val="auto"/>
      <w:sz w:val="16"/>
    </w:rPr>
  </w:style>
  <w:style w:type="character" w:customStyle="1" w:styleId="EmailStyle202">
    <w:name w:val="EmailStyle202"/>
    <w:rPr>
      <w:rFonts w:ascii="Century Gothic" w:eastAsia="Century Gothic" w:hAnsi="Century Gothic" w:cs="Century Gothic"/>
      <w:color w:val="auto"/>
      <w:sz w:val="20"/>
    </w:rPr>
  </w:style>
  <w:style w:type="character" w:customStyle="1" w:styleId="EmailStyle203">
    <w:name w:val="EmailStyle203"/>
    <w:rPr>
      <w:rFonts w:ascii="Arial" w:eastAsia="Arial" w:hAnsi="Arial" w:cs="Arial"/>
      <w:color w:val="auto"/>
      <w:sz w:val="16"/>
    </w:rPr>
  </w:style>
  <w:style w:type="character" w:customStyle="1" w:styleId="EmailStyle204">
    <w:name w:val="EmailStyle204"/>
    <w:rPr>
      <w:rFonts w:ascii="Century Gothic" w:eastAsia="Century Gothic" w:hAnsi="Century Gothic" w:cs="Century Gothic"/>
      <w:color w:val="auto"/>
      <w:sz w:val="20"/>
    </w:rPr>
  </w:style>
  <w:style w:type="character" w:customStyle="1" w:styleId="EmailStyle205">
    <w:name w:val="EmailStyle205"/>
    <w:rPr>
      <w:rFonts w:ascii="Arial" w:eastAsia="Arial" w:hAnsi="Arial" w:cs="Arial"/>
      <w:color w:val="auto"/>
      <w:sz w:val="16"/>
    </w:rPr>
  </w:style>
  <w:style w:type="character" w:customStyle="1" w:styleId="EmailStyle206">
    <w:name w:val="EmailStyle206"/>
    <w:rPr>
      <w:rFonts w:ascii="Century Gothic" w:eastAsia="Century Gothic" w:hAnsi="Century Gothic" w:cs="Century Gothic"/>
      <w:color w:val="auto"/>
      <w:sz w:val="20"/>
    </w:rPr>
  </w:style>
  <w:style w:type="character" w:customStyle="1" w:styleId="EmailStyle207">
    <w:name w:val="EmailStyle207"/>
    <w:rPr>
      <w:rFonts w:ascii="Arial" w:eastAsia="Arial" w:hAnsi="Arial" w:cs="Arial"/>
      <w:color w:val="auto"/>
      <w:sz w:val="16"/>
    </w:rPr>
  </w:style>
  <w:style w:type="character" w:customStyle="1" w:styleId="EmailStyle208">
    <w:name w:val="EmailStyle208"/>
    <w:rPr>
      <w:rFonts w:ascii="Century Gothic" w:eastAsia="Century Gothic" w:hAnsi="Century Gothic" w:cs="Century Gothic"/>
      <w:color w:val="auto"/>
      <w:sz w:val="20"/>
    </w:rPr>
  </w:style>
  <w:style w:type="character" w:customStyle="1" w:styleId="EmailStyle209">
    <w:name w:val="EmailStyle209"/>
    <w:rPr>
      <w:rFonts w:ascii="Arial" w:eastAsia="Arial" w:hAnsi="Arial" w:cs="Arial"/>
      <w:color w:val="auto"/>
      <w:sz w:val="16"/>
    </w:rPr>
  </w:style>
  <w:style w:type="character" w:customStyle="1" w:styleId="EmailStyle210">
    <w:name w:val="EmailStyle210"/>
    <w:rPr>
      <w:rFonts w:ascii="Century Gothic" w:eastAsia="Century Gothic" w:hAnsi="Century Gothic" w:cs="Century Gothic"/>
      <w:color w:val="auto"/>
      <w:sz w:val="20"/>
    </w:rPr>
  </w:style>
  <w:style w:type="character" w:customStyle="1" w:styleId="EmailStyle211">
    <w:name w:val="EmailStyle211"/>
    <w:rPr>
      <w:rFonts w:ascii="Arial" w:eastAsia="Arial" w:hAnsi="Arial" w:cs="Arial"/>
      <w:color w:val="auto"/>
      <w:sz w:val="16"/>
    </w:rPr>
  </w:style>
  <w:style w:type="character" w:customStyle="1" w:styleId="EmailStyle212">
    <w:name w:val="EmailStyle212"/>
    <w:rPr>
      <w:rFonts w:ascii="Century Gothic" w:eastAsia="Century Gothic" w:hAnsi="Century Gothic" w:cs="Century Gothic"/>
      <w:color w:val="auto"/>
      <w:sz w:val="20"/>
    </w:rPr>
  </w:style>
  <w:style w:type="character" w:customStyle="1" w:styleId="EmailStyle213">
    <w:name w:val="EmailStyle213"/>
    <w:rPr>
      <w:rFonts w:ascii="Arial" w:eastAsia="Arial" w:hAnsi="Arial" w:cs="Arial"/>
      <w:color w:val="auto"/>
      <w:sz w:val="16"/>
    </w:rPr>
  </w:style>
  <w:style w:type="character" w:customStyle="1" w:styleId="EmailStyle214">
    <w:name w:val="EmailStyle214"/>
    <w:rPr>
      <w:rFonts w:ascii="Century Gothic" w:eastAsia="Century Gothic" w:hAnsi="Century Gothic" w:cs="Century Gothic"/>
      <w:color w:val="auto"/>
      <w:sz w:val="20"/>
    </w:rPr>
  </w:style>
  <w:style w:type="character" w:customStyle="1" w:styleId="EmailStyle215">
    <w:name w:val="EmailStyle215"/>
    <w:rPr>
      <w:rFonts w:ascii="Arial" w:eastAsia="Arial" w:hAnsi="Arial" w:cs="Arial"/>
      <w:color w:val="auto"/>
      <w:sz w:val="16"/>
    </w:rPr>
  </w:style>
  <w:style w:type="character" w:customStyle="1" w:styleId="EmailStyle216">
    <w:name w:val="EmailStyle216"/>
    <w:rPr>
      <w:rFonts w:ascii="Century Gothic" w:eastAsia="Century Gothic" w:hAnsi="Century Gothic" w:cs="Century Gothic"/>
      <w:color w:val="auto"/>
      <w:sz w:val="20"/>
    </w:rPr>
  </w:style>
  <w:style w:type="character" w:customStyle="1" w:styleId="EmailStyle217">
    <w:name w:val="EmailStyle217"/>
    <w:rPr>
      <w:rFonts w:ascii="Arial" w:eastAsia="Arial" w:hAnsi="Arial" w:cs="Arial"/>
      <w:color w:val="auto"/>
      <w:sz w:val="16"/>
    </w:rPr>
  </w:style>
  <w:style w:type="character" w:customStyle="1" w:styleId="EmailStyle218">
    <w:name w:val="EmailStyle218"/>
    <w:rPr>
      <w:rFonts w:ascii="Century Gothic" w:eastAsia="Century Gothic" w:hAnsi="Century Gothic" w:cs="Century Gothic"/>
      <w:color w:val="auto"/>
      <w:sz w:val="20"/>
    </w:rPr>
  </w:style>
  <w:style w:type="character" w:customStyle="1" w:styleId="EmailStyle219">
    <w:name w:val="EmailStyle219"/>
    <w:rPr>
      <w:rFonts w:ascii="Arial" w:eastAsia="Arial" w:hAnsi="Arial" w:cs="Arial"/>
      <w:color w:val="auto"/>
      <w:sz w:val="16"/>
    </w:rPr>
  </w:style>
  <w:style w:type="character" w:customStyle="1" w:styleId="EmailStyle220">
    <w:name w:val="EmailStyle220"/>
    <w:rPr>
      <w:rFonts w:ascii="Century Gothic" w:eastAsia="Century Gothic" w:hAnsi="Century Gothic" w:cs="Century Gothic"/>
      <w:color w:val="auto"/>
      <w:sz w:val="20"/>
    </w:rPr>
  </w:style>
  <w:style w:type="character" w:customStyle="1" w:styleId="EmailStyle221">
    <w:name w:val="EmailStyle221"/>
    <w:rPr>
      <w:rFonts w:ascii="Arial" w:eastAsia="Arial" w:hAnsi="Arial" w:cs="Arial"/>
      <w:color w:val="auto"/>
      <w:sz w:val="16"/>
    </w:rPr>
  </w:style>
  <w:style w:type="character" w:customStyle="1" w:styleId="EmailStyle222">
    <w:name w:val="EmailStyle222"/>
    <w:rPr>
      <w:rFonts w:ascii="Century Gothic" w:eastAsia="Century Gothic" w:hAnsi="Century Gothic" w:cs="Century Gothic"/>
      <w:color w:val="auto"/>
      <w:sz w:val="20"/>
    </w:rPr>
  </w:style>
  <w:style w:type="character" w:customStyle="1" w:styleId="EmailStyle223">
    <w:name w:val="EmailStyle223"/>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1">
    <w:name w:val="EmailStyle2361"/>
    <w:rPr>
      <w:rFonts w:ascii="Century Gothic" w:eastAsia="Century Gothic" w:hAnsi="Century Gothic" w:cs="Century Gothic"/>
      <w:color w:val="auto"/>
      <w:sz w:val="20"/>
    </w:rPr>
  </w:style>
  <w:style w:type="character" w:customStyle="1" w:styleId="EmailStyle2371">
    <w:name w:val="EmailStyle2371"/>
    <w:rPr>
      <w:rFonts w:ascii="Arial" w:eastAsia="Arial" w:hAnsi="Arial" w:cs="Arial"/>
      <w:color w:val="auto"/>
      <w:sz w:val="16"/>
    </w:rPr>
  </w:style>
  <w:style w:type="character" w:customStyle="1" w:styleId="EmailStyle2381">
    <w:name w:val="EmailStyle2381"/>
    <w:rPr>
      <w:rFonts w:ascii="Century Gothic" w:eastAsia="Century Gothic" w:hAnsi="Century Gothic" w:cs="Century Gothic"/>
      <w:color w:val="auto"/>
      <w:sz w:val="20"/>
    </w:rPr>
  </w:style>
  <w:style w:type="character" w:customStyle="1" w:styleId="EmailStyle2391">
    <w:name w:val="EmailStyle2391"/>
    <w:rPr>
      <w:rFonts w:ascii="Arial" w:eastAsia="Arial" w:hAnsi="Arial" w:cs="Arial"/>
      <w:color w:val="auto"/>
      <w:sz w:val="16"/>
    </w:rPr>
  </w:style>
  <w:style w:type="character" w:customStyle="1" w:styleId="EmailStyle2401">
    <w:name w:val="EmailStyle2401"/>
    <w:rPr>
      <w:rFonts w:ascii="Century Gothic" w:eastAsia="Century Gothic" w:hAnsi="Century Gothic" w:cs="Century Gothic"/>
      <w:color w:val="auto"/>
      <w:sz w:val="20"/>
    </w:rPr>
  </w:style>
  <w:style w:type="character" w:customStyle="1" w:styleId="EmailStyle2411">
    <w:name w:val="EmailStyle2411"/>
    <w:rPr>
      <w:rFonts w:ascii="Arial" w:eastAsia="Arial" w:hAnsi="Arial" w:cs="Arial"/>
      <w:color w:val="auto"/>
      <w:sz w:val="16"/>
    </w:rPr>
  </w:style>
  <w:style w:type="character" w:customStyle="1" w:styleId="EmailStyle2421">
    <w:name w:val="EmailStyle2421"/>
    <w:rPr>
      <w:rFonts w:ascii="Century Gothic" w:eastAsia="Century Gothic" w:hAnsi="Century Gothic" w:cs="Century Gothic"/>
      <w:color w:val="auto"/>
      <w:sz w:val="20"/>
    </w:rPr>
  </w:style>
  <w:style w:type="character" w:customStyle="1" w:styleId="EmailStyle2431">
    <w:name w:val="EmailStyle2431"/>
    <w:rPr>
      <w:rFonts w:ascii="Arial" w:eastAsia="Arial" w:hAnsi="Arial" w:cs="Arial"/>
      <w:color w:val="auto"/>
      <w:sz w:val="16"/>
    </w:rPr>
  </w:style>
  <w:style w:type="character" w:customStyle="1" w:styleId="EmailStyle2441">
    <w:name w:val="EmailStyle2441"/>
    <w:rPr>
      <w:rFonts w:ascii="Century Gothic" w:eastAsia="Century Gothic" w:hAnsi="Century Gothic" w:cs="Century Gothic"/>
      <w:color w:val="auto"/>
      <w:sz w:val="20"/>
    </w:rPr>
  </w:style>
  <w:style w:type="character" w:customStyle="1" w:styleId="EmailStyle2451">
    <w:name w:val="EmailStyle2451"/>
    <w:rPr>
      <w:rFonts w:ascii="Arial" w:eastAsia="Arial" w:hAnsi="Arial" w:cs="Arial"/>
      <w:color w:val="auto"/>
      <w:sz w:val="16"/>
    </w:rPr>
  </w:style>
  <w:style w:type="character" w:customStyle="1" w:styleId="EmailStyle2461">
    <w:name w:val="EmailStyle2461"/>
    <w:rPr>
      <w:rFonts w:ascii="Century Gothic" w:eastAsia="Century Gothic" w:hAnsi="Century Gothic" w:cs="Century Gothic"/>
      <w:color w:val="auto"/>
      <w:sz w:val="20"/>
    </w:rPr>
  </w:style>
  <w:style w:type="character" w:customStyle="1" w:styleId="EmailStyle2471">
    <w:name w:val="EmailStyle2471"/>
    <w:rPr>
      <w:rFonts w:ascii="Arial" w:eastAsia="Arial" w:hAnsi="Arial" w:cs="Arial"/>
      <w:color w:val="auto"/>
      <w:sz w:val="16"/>
    </w:rPr>
  </w:style>
  <w:style w:type="character" w:customStyle="1" w:styleId="EmailStyle2481">
    <w:name w:val="EmailStyle2481"/>
    <w:rPr>
      <w:rFonts w:ascii="Century Gothic" w:eastAsia="Century Gothic" w:hAnsi="Century Gothic" w:cs="Century Gothic"/>
      <w:color w:val="auto"/>
      <w:sz w:val="20"/>
    </w:rPr>
  </w:style>
  <w:style w:type="character" w:customStyle="1" w:styleId="EmailStyle2491">
    <w:name w:val="EmailStyle2491"/>
    <w:rPr>
      <w:rFonts w:ascii="Arial" w:eastAsia="Arial" w:hAnsi="Arial" w:cs="Arial"/>
      <w:color w:val="auto"/>
      <w:sz w:val="16"/>
    </w:rPr>
  </w:style>
  <w:style w:type="character" w:customStyle="1" w:styleId="EmailStyle2501">
    <w:name w:val="EmailStyle2501"/>
    <w:rPr>
      <w:rFonts w:ascii="Century Gothic" w:eastAsia="Century Gothic" w:hAnsi="Century Gothic" w:cs="Century Gothic"/>
      <w:color w:val="auto"/>
      <w:sz w:val="20"/>
    </w:rPr>
  </w:style>
  <w:style w:type="character" w:customStyle="1" w:styleId="EmailStyle2511">
    <w:name w:val="EmailStyle2511"/>
    <w:rPr>
      <w:rFonts w:ascii="Arial" w:eastAsia="Arial" w:hAnsi="Arial" w:cs="Arial"/>
      <w:color w:val="auto"/>
      <w:sz w:val="16"/>
    </w:rPr>
  </w:style>
  <w:style w:type="character" w:customStyle="1" w:styleId="EmailStyle2521">
    <w:name w:val="EmailStyle2521"/>
    <w:rPr>
      <w:rFonts w:ascii="Century Gothic" w:eastAsia="Century Gothic" w:hAnsi="Century Gothic" w:cs="Century Gothic"/>
      <w:color w:val="auto"/>
      <w:sz w:val="20"/>
    </w:rPr>
  </w:style>
  <w:style w:type="character" w:customStyle="1" w:styleId="EmailStyle2531">
    <w:name w:val="EmailStyle2531"/>
    <w:rPr>
      <w:rFonts w:ascii="Arial" w:eastAsia="Arial" w:hAnsi="Arial" w:cs="Arial"/>
      <w:color w:val="auto"/>
      <w:sz w:val="16"/>
    </w:rPr>
  </w:style>
  <w:style w:type="character" w:customStyle="1" w:styleId="EmailStyle2541">
    <w:name w:val="EmailStyle2541"/>
    <w:rPr>
      <w:rFonts w:ascii="Century Gothic" w:eastAsia="Century Gothic" w:hAnsi="Century Gothic" w:cs="Century Gothic"/>
      <w:color w:val="auto"/>
      <w:sz w:val="20"/>
    </w:rPr>
  </w:style>
  <w:style w:type="character" w:customStyle="1" w:styleId="EmailStyle2551">
    <w:name w:val="EmailStyle2551"/>
    <w:rPr>
      <w:rFonts w:ascii="Arial" w:eastAsia="Arial" w:hAnsi="Arial" w:cs="Arial"/>
      <w:color w:val="auto"/>
      <w:sz w:val="16"/>
    </w:rPr>
  </w:style>
  <w:style w:type="character" w:customStyle="1" w:styleId="EmailStyle2561">
    <w:name w:val="EmailStyle2561"/>
    <w:rPr>
      <w:rFonts w:ascii="Century Gothic" w:eastAsia="Century Gothic" w:hAnsi="Century Gothic" w:cs="Century Gothic"/>
      <w:color w:val="auto"/>
      <w:sz w:val="20"/>
    </w:rPr>
  </w:style>
  <w:style w:type="character" w:customStyle="1" w:styleId="EmailStyle2571">
    <w:name w:val="EmailStyle2571"/>
    <w:rPr>
      <w:rFonts w:ascii="Arial" w:eastAsia="Arial" w:hAnsi="Arial" w:cs="Arial"/>
      <w:color w:val="auto"/>
      <w:sz w:val="16"/>
    </w:rPr>
  </w:style>
  <w:style w:type="character" w:customStyle="1" w:styleId="EmailStyle2581">
    <w:name w:val="EmailStyle2581"/>
    <w:rPr>
      <w:rFonts w:ascii="Century Gothic" w:eastAsia="Century Gothic" w:hAnsi="Century Gothic" w:cs="Century Gothic"/>
      <w:color w:val="auto"/>
      <w:sz w:val="20"/>
    </w:rPr>
  </w:style>
  <w:style w:type="character" w:customStyle="1" w:styleId="EmailStyle2591">
    <w:name w:val="EmailStyle2591"/>
    <w:rPr>
      <w:rFonts w:ascii="Arial" w:eastAsia="Arial" w:hAnsi="Arial" w:cs="Arial"/>
      <w:color w:val="auto"/>
      <w:sz w:val="16"/>
    </w:rPr>
  </w:style>
  <w:style w:type="character" w:customStyle="1" w:styleId="EmailStyle2601">
    <w:name w:val="EmailStyle2601"/>
    <w:rPr>
      <w:rFonts w:ascii="Century Gothic" w:eastAsia="Century Gothic" w:hAnsi="Century Gothic" w:cs="Century Gothic"/>
      <w:color w:val="auto"/>
      <w:sz w:val="20"/>
    </w:rPr>
  </w:style>
  <w:style w:type="character" w:customStyle="1" w:styleId="EmailStyle2611">
    <w:name w:val="EmailStyle2611"/>
    <w:rPr>
      <w:rFonts w:ascii="Arial" w:eastAsia="Arial" w:hAnsi="Arial" w:cs="Arial"/>
      <w:color w:val="auto"/>
      <w:sz w:val="16"/>
    </w:rPr>
  </w:style>
  <w:style w:type="character" w:customStyle="1" w:styleId="EmailStyle2621">
    <w:name w:val="EmailStyle2621"/>
    <w:rPr>
      <w:rFonts w:ascii="Century Gothic" w:eastAsia="Century Gothic" w:hAnsi="Century Gothic" w:cs="Century Gothic"/>
      <w:color w:val="auto"/>
      <w:sz w:val="20"/>
    </w:rPr>
  </w:style>
  <w:style w:type="character" w:customStyle="1" w:styleId="EmailStyle2631">
    <w:name w:val="EmailStyle2631"/>
    <w:rPr>
      <w:rFonts w:ascii="Arial" w:eastAsia="Arial" w:hAnsi="Arial" w:cs="Arial"/>
      <w:color w:val="auto"/>
      <w:sz w:val="16"/>
    </w:rPr>
  </w:style>
  <w:style w:type="character" w:customStyle="1" w:styleId="EmailStyle2641">
    <w:name w:val="EmailStyle2641"/>
    <w:rPr>
      <w:rFonts w:ascii="Century Gothic" w:eastAsia="Century Gothic" w:hAnsi="Century Gothic" w:cs="Century Gothic"/>
      <w:color w:val="auto"/>
      <w:sz w:val="20"/>
    </w:rPr>
  </w:style>
  <w:style w:type="character" w:customStyle="1" w:styleId="EmailStyle2651">
    <w:name w:val="EmailStyle2651"/>
    <w:rPr>
      <w:rFonts w:ascii="Arial" w:eastAsia="Arial" w:hAnsi="Arial" w:cs="Arial"/>
      <w:color w:val="auto"/>
      <w:sz w:val="16"/>
    </w:rPr>
  </w:style>
  <w:style w:type="character" w:customStyle="1" w:styleId="EmailStyle2661">
    <w:name w:val="EmailStyle2661"/>
    <w:rPr>
      <w:rFonts w:ascii="Century Gothic" w:eastAsia="Century Gothic" w:hAnsi="Century Gothic" w:cs="Century Gothic"/>
      <w:color w:val="auto"/>
      <w:sz w:val="20"/>
    </w:rPr>
  </w:style>
  <w:style w:type="character" w:customStyle="1" w:styleId="EmailStyle2671">
    <w:name w:val="EmailStyle2671"/>
    <w:rPr>
      <w:rFonts w:ascii="Arial" w:eastAsia="Arial" w:hAnsi="Arial" w:cs="Arial"/>
      <w:color w:val="auto"/>
      <w:sz w:val="16"/>
    </w:rPr>
  </w:style>
  <w:style w:type="character" w:customStyle="1" w:styleId="EmailStyle2681">
    <w:name w:val="EmailStyle2681"/>
    <w:rPr>
      <w:rFonts w:ascii="Century Gothic" w:eastAsia="Century Gothic" w:hAnsi="Century Gothic" w:cs="Century Gothic"/>
      <w:color w:val="auto"/>
      <w:sz w:val="20"/>
    </w:rPr>
  </w:style>
  <w:style w:type="character" w:customStyle="1" w:styleId="EmailStyle2691">
    <w:name w:val="EmailStyle2691"/>
    <w:rPr>
      <w:rFonts w:ascii="Arial" w:eastAsia="Arial" w:hAnsi="Arial" w:cs="Arial"/>
      <w:color w:val="auto"/>
      <w:sz w:val="16"/>
    </w:rPr>
  </w:style>
  <w:style w:type="character" w:customStyle="1" w:styleId="EmailStyle2701">
    <w:name w:val="EmailStyle2701"/>
    <w:rPr>
      <w:rFonts w:ascii="Century Gothic" w:eastAsia="Century Gothic" w:hAnsi="Century Gothic" w:cs="Century Gothic"/>
      <w:color w:val="auto"/>
      <w:sz w:val="20"/>
    </w:rPr>
  </w:style>
  <w:style w:type="character" w:customStyle="1" w:styleId="EmailStyle2711">
    <w:name w:val="EmailStyle2711"/>
    <w:rPr>
      <w:rFonts w:ascii="Arial" w:eastAsia="Arial" w:hAnsi="Arial" w:cs="Arial"/>
      <w:color w:val="auto"/>
      <w:sz w:val="16"/>
    </w:rPr>
  </w:style>
  <w:style w:type="character" w:customStyle="1" w:styleId="EmailStyle2721">
    <w:name w:val="EmailStyle2721"/>
    <w:rPr>
      <w:rFonts w:ascii="Century Gothic" w:eastAsia="Century Gothic" w:hAnsi="Century Gothic" w:cs="Century Gothic"/>
      <w:color w:val="auto"/>
      <w:sz w:val="20"/>
    </w:rPr>
  </w:style>
  <w:style w:type="character" w:customStyle="1" w:styleId="EmailStyle2731">
    <w:name w:val="EmailStyle2731"/>
    <w:rPr>
      <w:rFonts w:ascii="Arial" w:eastAsia="Arial" w:hAnsi="Arial" w:cs="Arial"/>
      <w:color w:val="auto"/>
      <w:sz w:val="16"/>
    </w:rPr>
  </w:style>
  <w:style w:type="character" w:customStyle="1" w:styleId="EmailStyle2741">
    <w:name w:val="EmailStyle2741"/>
    <w:rPr>
      <w:rFonts w:ascii="Century Gothic" w:eastAsia="Century Gothic" w:hAnsi="Century Gothic" w:cs="Century Gothic"/>
      <w:color w:val="auto"/>
      <w:sz w:val="20"/>
    </w:rPr>
  </w:style>
  <w:style w:type="character" w:customStyle="1" w:styleId="EmailStyle2751">
    <w:name w:val="EmailStyle2751"/>
    <w:rPr>
      <w:rFonts w:ascii="Arial" w:eastAsia="Arial" w:hAnsi="Arial" w:cs="Arial"/>
      <w:color w:val="auto"/>
      <w:sz w:val="16"/>
    </w:rPr>
  </w:style>
  <w:style w:type="character" w:customStyle="1" w:styleId="EmailStyle2761">
    <w:name w:val="EmailStyle2761"/>
    <w:rPr>
      <w:rFonts w:ascii="Century Gothic" w:eastAsia="Century Gothic" w:hAnsi="Century Gothic" w:cs="Century Gothic"/>
      <w:color w:val="auto"/>
      <w:sz w:val="20"/>
    </w:rPr>
  </w:style>
  <w:style w:type="character" w:customStyle="1" w:styleId="EmailStyle2771">
    <w:name w:val="EmailStyle2771"/>
    <w:rPr>
      <w:rFonts w:ascii="Arial" w:eastAsia="Arial" w:hAnsi="Arial" w:cs="Arial"/>
      <w:color w:val="auto"/>
      <w:sz w:val="16"/>
    </w:rPr>
  </w:style>
  <w:style w:type="character" w:customStyle="1" w:styleId="EmailStyle2781">
    <w:name w:val="EmailStyle2781"/>
    <w:rPr>
      <w:rFonts w:ascii="Century Gothic" w:eastAsia="Century Gothic" w:hAnsi="Century Gothic" w:cs="Century Gothic"/>
      <w:color w:val="auto"/>
      <w:sz w:val="20"/>
    </w:rPr>
  </w:style>
  <w:style w:type="character" w:customStyle="1" w:styleId="EmailStyle2791">
    <w:name w:val="EmailStyle2791"/>
    <w:rPr>
      <w:rFonts w:ascii="Arial" w:eastAsia="Arial" w:hAnsi="Arial" w:cs="Arial"/>
      <w:color w:val="auto"/>
      <w:sz w:val="16"/>
    </w:rPr>
  </w:style>
  <w:style w:type="character" w:customStyle="1" w:styleId="EmailStyle280">
    <w:name w:val="EmailStyle280"/>
    <w:rPr>
      <w:rFonts w:ascii="Century Gothic" w:eastAsia="Century Gothic" w:hAnsi="Century Gothic" w:cs="Century Gothic"/>
      <w:color w:val="auto"/>
      <w:sz w:val="20"/>
    </w:rPr>
  </w:style>
  <w:style w:type="character" w:customStyle="1" w:styleId="EmailStyle281">
    <w:name w:val="EmailStyle281"/>
    <w:rPr>
      <w:rFonts w:ascii="Arial" w:eastAsia="Arial" w:hAnsi="Arial" w:cs="Arial"/>
      <w:color w:val="auto"/>
      <w:sz w:val="16"/>
    </w:rPr>
  </w:style>
  <w:style w:type="character" w:customStyle="1" w:styleId="EmailStyle282">
    <w:name w:val="EmailStyle282"/>
    <w:rPr>
      <w:rFonts w:ascii="Century Gothic" w:eastAsia="Century Gothic" w:hAnsi="Century Gothic" w:cs="Century Gothic"/>
      <w:color w:val="auto"/>
      <w:sz w:val="20"/>
    </w:rPr>
  </w:style>
  <w:style w:type="character" w:customStyle="1" w:styleId="EmailStyle283">
    <w:name w:val="EmailStyle283"/>
    <w:rPr>
      <w:rFonts w:ascii="Arial" w:eastAsia="Arial" w:hAnsi="Arial" w:cs="Arial"/>
      <w:color w:val="auto"/>
      <w:sz w:val="16"/>
    </w:rPr>
  </w:style>
  <w:style w:type="character" w:customStyle="1" w:styleId="EmailStyle284">
    <w:name w:val="EmailStyle284"/>
    <w:rPr>
      <w:rFonts w:ascii="Century Gothic" w:eastAsia="Century Gothic" w:hAnsi="Century Gothic" w:cs="Century Gothic"/>
      <w:color w:val="auto"/>
      <w:sz w:val="20"/>
    </w:rPr>
  </w:style>
  <w:style w:type="character" w:customStyle="1" w:styleId="EmailStyle285">
    <w:name w:val="EmailStyle285"/>
    <w:rPr>
      <w:rFonts w:ascii="Arial" w:eastAsia="Arial" w:hAnsi="Arial" w:cs="Arial"/>
      <w:color w:val="auto"/>
      <w:sz w:val="16"/>
    </w:rPr>
  </w:style>
  <w:style w:type="character" w:customStyle="1" w:styleId="EmailStyle286">
    <w:name w:val="EmailStyle286"/>
    <w:rPr>
      <w:rFonts w:ascii="Century Gothic" w:eastAsia="Century Gothic" w:hAnsi="Century Gothic" w:cs="Century Gothic"/>
      <w:color w:val="auto"/>
      <w:sz w:val="20"/>
    </w:rPr>
  </w:style>
  <w:style w:type="character" w:customStyle="1" w:styleId="EmailStyle287">
    <w:name w:val="EmailStyle287"/>
    <w:rPr>
      <w:rFonts w:ascii="Arial" w:eastAsia="Arial" w:hAnsi="Arial" w:cs="Arial"/>
      <w:color w:val="auto"/>
      <w:sz w:val="16"/>
    </w:rPr>
  </w:style>
  <w:style w:type="character" w:customStyle="1" w:styleId="EmailStyle288">
    <w:name w:val="EmailStyle288"/>
    <w:rPr>
      <w:rFonts w:ascii="Century Gothic" w:eastAsia="Century Gothic" w:hAnsi="Century Gothic" w:cs="Century Gothic"/>
      <w:color w:val="auto"/>
      <w:sz w:val="20"/>
    </w:rPr>
  </w:style>
  <w:style w:type="character" w:customStyle="1" w:styleId="EmailStyle289">
    <w:name w:val="EmailStyle289"/>
    <w:rPr>
      <w:rFonts w:ascii="Arial" w:eastAsia="Arial" w:hAnsi="Arial" w:cs="Arial"/>
      <w:color w:val="auto"/>
      <w:sz w:val="16"/>
    </w:rPr>
  </w:style>
  <w:style w:type="character" w:customStyle="1" w:styleId="EmailStyle290">
    <w:name w:val="EmailStyle290"/>
    <w:rPr>
      <w:rFonts w:ascii="Century Gothic" w:eastAsia="Century Gothic" w:hAnsi="Century Gothic" w:cs="Century Gothic"/>
      <w:color w:val="auto"/>
      <w:sz w:val="20"/>
    </w:rPr>
  </w:style>
  <w:style w:type="character" w:customStyle="1" w:styleId="EmailStyle291">
    <w:name w:val="EmailStyle291"/>
    <w:rPr>
      <w:rFonts w:ascii="Arial" w:eastAsia="Arial" w:hAnsi="Arial" w:cs="Arial"/>
      <w:color w:val="auto"/>
      <w:sz w:val="16"/>
    </w:rPr>
  </w:style>
  <w:style w:type="character" w:customStyle="1" w:styleId="EmailStyle292">
    <w:name w:val="EmailStyle292"/>
    <w:rPr>
      <w:rFonts w:ascii="Century Gothic" w:eastAsia="Century Gothic" w:hAnsi="Century Gothic" w:cs="Century Gothic"/>
      <w:color w:val="auto"/>
      <w:sz w:val="20"/>
    </w:rPr>
  </w:style>
  <w:style w:type="character" w:customStyle="1" w:styleId="EmailStyle293">
    <w:name w:val="EmailStyle293"/>
    <w:rPr>
      <w:rFonts w:ascii="Arial" w:eastAsia="Arial" w:hAnsi="Arial" w:cs="Arial"/>
      <w:color w:val="auto"/>
      <w:sz w:val="16"/>
    </w:rPr>
  </w:style>
  <w:style w:type="character" w:customStyle="1" w:styleId="EmailStyle294">
    <w:name w:val="EmailStyle294"/>
    <w:rPr>
      <w:rFonts w:ascii="Century Gothic" w:eastAsia="Century Gothic" w:hAnsi="Century Gothic" w:cs="Century Gothic"/>
      <w:color w:val="auto"/>
      <w:sz w:val="20"/>
    </w:rPr>
  </w:style>
  <w:style w:type="character" w:customStyle="1" w:styleId="EmailStyle295">
    <w:name w:val="EmailStyle295"/>
    <w:rPr>
      <w:rFonts w:ascii="Arial" w:eastAsia="Arial" w:hAnsi="Arial" w:cs="Arial"/>
      <w:color w:val="auto"/>
      <w:sz w:val="16"/>
    </w:rPr>
  </w:style>
  <w:style w:type="character" w:customStyle="1" w:styleId="EmailStyle296">
    <w:name w:val="EmailStyle296"/>
    <w:rPr>
      <w:rFonts w:ascii="Century Gothic" w:eastAsia="Century Gothic" w:hAnsi="Century Gothic" w:cs="Century Gothic"/>
      <w:color w:val="auto"/>
      <w:sz w:val="20"/>
    </w:rPr>
  </w:style>
  <w:style w:type="character" w:customStyle="1" w:styleId="EmailStyle297">
    <w:name w:val="EmailStyle297"/>
    <w:rPr>
      <w:rFonts w:ascii="Arial" w:eastAsia="Arial" w:hAnsi="Arial" w:cs="Arial"/>
      <w:color w:val="auto"/>
      <w:sz w:val="16"/>
    </w:rPr>
  </w:style>
  <w:style w:type="character" w:customStyle="1" w:styleId="EmailStyle298">
    <w:name w:val="EmailStyle298"/>
    <w:rPr>
      <w:rFonts w:ascii="Century Gothic" w:eastAsia="Century Gothic" w:hAnsi="Century Gothic" w:cs="Century Gothic"/>
      <w:color w:val="auto"/>
      <w:sz w:val="20"/>
    </w:rPr>
  </w:style>
  <w:style w:type="character" w:customStyle="1" w:styleId="EmailStyle299">
    <w:name w:val="EmailStyle299"/>
    <w:rPr>
      <w:rFonts w:ascii="Arial" w:eastAsia="Arial" w:hAnsi="Arial" w:cs="Arial"/>
      <w:color w:val="auto"/>
      <w:sz w:val="16"/>
    </w:rPr>
  </w:style>
  <w:style w:type="character" w:customStyle="1" w:styleId="EmailStyle300">
    <w:name w:val="EmailStyle300"/>
    <w:rPr>
      <w:rFonts w:ascii="Century Gothic" w:eastAsia="Century Gothic" w:hAnsi="Century Gothic" w:cs="Century Gothic"/>
      <w:color w:val="auto"/>
      <w:sz w:val="20"/>
    </w:rPr>
  </w:style>
  <w:style w:type="character" w:customStyle="1" w:styleId="EmailStyle301">
    <w:name w:val="EmailStyle301"/>
    <w:rPr>
      <w:rFonts w:ascii="Arial" w:eastAsia="Arial" w:hAnsi="Arial" w:cs="Arial"/>
      <w:color w:val="auto"/>
      <w:sz w:val="16"/>
    </w:rPr>
  </w:style>
  <w:style w:type="character" w:customStyle="1" w:styleId="EmailStyle302">
    <w:name w:val="EmailStyle302"/>
    <w:rPr>
      <w:rFonts w:ascii="Century Gothic" w:eastAsia="Century Gothic" w:hAnsi="Century Gothic" w:cs="Century Gothic"/>
      <w:color w:val="auto"/>
      <w:sz w:val="20"/>
    </w:rPr>
  </w:style>
  <w:style w:type="character" w:customStyle="1" w:styleId="EmailStyle303">
    <w:name w:val="EmailStyle303"/>
    <w:rPr>
      <w:rFonts w:ascii="Arial" w:eastAsia="Arial" w:hAnsi="Arial" w:cs="Arial"/>
      <w:color w:val="auto"/>
      <w:sz w:val="16"/>
    </w:rPr>
  </w:style>
  <w:style w:type="character" w:customStyle="1" w:styleId="EmailStyle304">
    <w:name w:val="EmailStyle304"/>
    <w:rPr>
      <w:rFonts w:ascii="Century Gothic" w:eastAsia="Century Gothic" w:hAnsi="Century Gothic" w:cs="Century Gothic"/>
      <w:color w:val="auto"/>
      <w:sz w:val="20"/>
    </w:rPr>
  </w:style>
  <w:style w:type="character" w:customStyle="1" w:styleId="EmailStyle305">
    <w:name w:val="EmailStyle305"/>
    <w:rPr>
      <w:rFonts w:ascii="Arial" w:eastAsia="Arial" w:hAnsi="Arial" w:cs="Arial"/>
      <w:color w:val="auto"/>
      <w:sz w:val="16"/>
    </w:rPr>
  </w:style>
  <w:style w:type="character" w:customStyle="1" w:styleId="EmailStyle306">
    <w:name w:val="EmailStyle306"/>
    <w:rPr>
      <w:rFonts w:ascii="Century Gothic" w:eastAsia="Century Gothic" w:hAnsi="Century Gothic" w:cs="Century Gothic"/>
      <w:color w:val="auto"/>
      <w:sz w:val="20"/>
    </w:rPr>
  </w:style>
  <w:style w:type="character" w:customStyle="1" w:styleId="EmailStyle307">
    <w:name w:val="EmailStyle307"/>
    <w:rPr>
      <w:rFonts w:ascii="Arial" w:eastAsia="Arial" w:hAnsi="Arial" w:cs="Arial"/>
      <w:color w:val="auto"/>
      <w:sz w:val="16"/>
    </w:rPr>
  </w:style>
  <w:style w:type="character" w:customStyle="1" w:styleId="EmailStyle308">
    <w:name w:val="EmailStyle308"/>
    <w:rPr>
      <w:rFonts w:ascii="Century Gothic" w:eastAsia="Century Gothic" w:hAnsi="Century Gothic" w:cs="Century Gothic"/>
      <w:color w:val="auto"/>
      <w:sz w:val="20"/>
    </w:rPr>
  </w:style>
  <w:style w:type="character" w:customStyle="1" w:styleId="EmailStyle309">
    <w:name w:val="EmailStyle309"/>
    <w:rPr>
      <w:rFonts w:ascii="Arial" w:eastAsia="Arial" w:hAnsi="Arial" w:cs="Arial"/>
      <w:color w:val="auto"/>
      <w:sz w:val="16"/>
    </w:rPr>
  </w:style>
  <w:style w:type="character" w:customStyle="1" w:styleId="EmailStyle310">
    <w:name w:val="EmailStyle310"/>
    <w:rPr>
      <w:rFonts w:ascii="Century Gothic" w:eastAsia="Century Gothic" w:hAnsi="Century Gothic" w:cs="Century Gothic"/>
      <w:color w:val="auto"/>
      <w:sz w:val="20"/>
    </w:rPr>
  </w:style>
  <w:style w:type="character" w:customStyle="1" w:styleId="EmailStyle311">
    <w:name w:val="EmailStyle311"/>
    <w:rPr>
      <w:rFonts w:ascii="Arial" w:eastAsia="Arial" w:hAnsi="Arial" w:cs="Arial"/>
      <w:color w:val="auto"/>
      <w:sz w:val="16"/>
    </w:rPr>
  </w:style>
  <w:style w:type="character" w:customStyle="1" w:styleId="EmailStyle312">
    <w:name w:val="EmailStyle312"/>
    <w:rPr>
      <w:rFonts w:ascii="Century Gothic" w:eastAsia="Century Gothic" w:hAnsi="Century Gothic" w:cs="Century Gothic"/>
      <w:color w:val="auto"/>
      <w:sz w:val="20"/>
    </w:rPr>
  </w:style>
  <w:style w:type="character" w:customStyle="1" w:styleId="EmailStyle313">
    <w:name w:val="EmailStyle313"/>
    <w:rPr>
      <w:rFonts w:ascii="Arial" w:eastAsia="Arial" w:hAnsi="Arial" w:cs="Arial"/>
      <w:color w:val="auto"/>
      <w:sz w:val="16"/>
    </w:rPr>
  </w:style>
  <w:style w:type="character" w:customStyle="1" w:styleId="EmailStyle314">
    <w:name w:val="EmailStyle314"/>
    <w:rPr>
      <w:rFonts w:ascii="Century Gothic" w:eastAsia="Century Gothic" w:hAnsi="Century Gothic" w:cs="Century Gothic"/>
      <w:color w:val="auto"/>
      <w:sz w:val="20"/>
    </w:rPr>
  </w:style>
  <w:style w:type="character" w:customStyle="1" w:styleId="EmailStyle315">
    <w:name w:val="EmailStyle315"/>
    <w:rPr>
      <w:rFonts w:ascii="Arial" w:eastAsia="Arial" w:hAnsi="Arial" w:cs="Arial"/>
      <w:color w:val="auto"/>
      <w:sz w:val="16"/>
    </w:rPr>
  </w:style>
  <w:style w:type="character" w:customStyle="1" w:styleId="EmailStyle316">
    <w:name w:val="EmailStyle316"/>
    <w:rPr>
      <w:rFonts w:ascii="Century Gothic" w:eastAsia="Century Gothic" w:hAnsi="Century Gothic" w:cs="Century Gothic"/>
      <w:color w:val="auto"/>
      <w:sz w:val="20"/>
    </w:rPr>
  </w:style>
  <w:style w:type="character" w:customStyle="1" w:styleId="EmailStyle317">
    <w:name w:val="EmailStyle317"/>
    <w:rPr>
      <w:rFonts w:ascii="Arial" w:eastAsia="Arial" w:hAnsi="Arial" w:cs="Arial"/>
      <w:color w:val="auto"/>
      <w:sz w:val="16"/>
    </w:rPr>
  </w:style>
  <w:style w:type="character" w:customStyle="1" w:styleId="EmailStyle318">
    <w:name w:val="EmailStyle318"/>
    <w:rPr>
      <w:rFonts w:ascii="Century Gothic" w:eastAsia="Century Gothic" w:hAnsi="Century Gothic" w:cs="Century Gothic"/>
      <w:color w:val="auto"/>
      <w:sz w:val="20"/>
    </w:rPr>
  </w:style>
  <w:style w:type="character" w:customStyle="1" w:styleId="EmailStyle319">
    <w:name w:val="EmailStyle319"/>
    <w:rPr>
      <w:rFonts w:ascii="Arial" w:eastAsia="Arial" w:hAnsi="Arial" w:cs="Arial"/>
      <w:color w:val="auto"/>
      <w:sz w:val="16"/>
    </w:rPr>
  </w:style>
  <w:style w:type="character" w:customStyle="1" w:styleId="EmailStyle320">
    <w:name w:val="EmailStyle320"/>
    <w:rPr>
      <w:rFonts w:ascii="Century Gothic" w:eastAsia="Century Gothic" w:hAnsi="Century Gothic" w:cs="Century Gothic"/>
      <w:color w:val="auto"/>
      <w:sz w:val="20"/>
    </w:rPr>
  </w:style>
  <w:style w:type="character" w:customStyle="1" w:styleId="EmailStyle321">
    <w:name w:val="EmailStyle321"/>
    <w:rPr>
      <w:rFonts w:ascii="Arial" w:eastAsia="Arial" w:hAnsi="Arial" w:cs="Arial"/>
      <w:color w:val="auto"/>
      <w:sz w:val="16"/>
    </w:rPr>
  </w:style>
  <w:style w:type="character" w:customStyle="1" w:styleId="EmailStyle322">
    <w:name w:val="EmailStyle322"/>
    <w:rPr>
      <w:rFonts w:ascii="Century Gothic" w:eastAsia="Century Gothic" w:hAnsi="Century Gothic" w:cs="Century Gothic"/>
      <w:color w:val="auto"/>
      <w:sz w:val="20"/>
    </w:rPr>
  </w:style>
  <w:style w:type="character" w:customStyle="1" w:styleId="EmailStyle323">
    <w:name w:val="EmailStyle323"/>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suivivisit">
    <w:name w:val="FollowedHyperlink"/>
    <w:rPr>
      <w:color w:val="954F72"/>
      <w:u w:val="single"/>
    </w:rPr>
  </w:style>
  <w:style w:type="character" w:customStyle="1" w:styleId="TitreCar">
    <w:name w:val="Titre Car"/>
    <w:rPr>
      <w:rFonts w:ascii="Arial" w:eastAsia="Arial" w:hAnsi="Arial" w:cs="Arial"/>
      <w:sz w:val="22"/>
      <w:lang w:eastAsia="en-US"/>
    </w:rPr>
  </w:style>
  <w:style w:type="character" w:customStyle="1" w:styleId="Sous-titreCar">
    <w:name w:val="Sous-titre Car"/>
    <w:rPr>
      <w:rFonts w:ascii="Arial" w:eastAsia="Arial" w:hAnsi="Arial" w:cs="Arial"/>
      <w:sz w:val="22"/>
      <w:lang w:eastAsia="en-US"/>
    </w:rPr>
  </w:style>
  <w:style w:type="character" w:styleId="Emphaseple">
    <w:name w:val="Subtle Emphasis"/>
  </w:style>
  <w:style w:type="character" w:styleId="Emphaseintense">
    <w:name w:val="Intense Emphasis"/>
  </w:style>
  <w:style w:type="character" w:customStyle="1" w:styleId="CitationCar">
    <w:name w:val="Citation Car"/>
    <w:rPr>
      <w:rFonts w:ascii="Arial" w:eastAsia="Arial" w:hAnsi="Arial" w:cs="Arial"/>
      <w:sz w:val="22"/>
      <w:lang w:eastAsia="en-US"/>
    </w:rPr>
  </w:style>
  <w:style w:type="character" w:customStyle="1" w:styleId="CitationintenseCar">
    <w:name w:val="Citation intense Car"/>
    <w:rPr>
      <w:rFonts w:ascii="Arial" w:eastAsia="Arial" w:hAnsi="Arial" w:cs="Arial"/>
      <w:sz w:val="22"/>
      <w:lang w:eastAsia="en-US"/>
    </w:rPr>
  </w:style>
  <w:style w:type="character" w:styleId="Rfrenceple">
    <w:name w:val="Subtle Reference"/>
  </w:style>
  <w:style w:type="character" w:styleId="Rfrenceintense">
    <w:name w:val="Intense Reference"/>
  </w:style>
  <w:style w:type="character" w:styleId="Titredulivre">
    <w:name w:val="Book Title"/>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paragraph" w:customStyle="1" w:styleId="Footnote">
    <w:name w:val="Footnote"/>
    <w:basedOn w:val="Normal"/>
    <w:pPr>
      <w:widowControl/>
      <w:suppressLineNumbers/>
      <w:suppressAutoHyphens w:val="0"/>
      <w:ind w:left="339" w:hanging="339"/>
    </w:pPr>
    <w:rPr>
      <w:rFonts w:ascii="Times New Roman" w:eastAsia="Times New Roman" w:hAnsi="Times New Roman" w:cs="Times New Roman"/>
      <w:sz w:val="20"/>
    </w:rPr>
  </w:style>
  <w:style w:type="character" w:styleId="Appelnotedebasdep">
    <w:name w:val="footnote reference"/>
    <w:basedOn w:val="Policepardfaut"/>
    <w:rPr>
      <w:position w:val="0"/>
      <w:vertAlign w:val="superscript"/>
    </w:rPr>
  </w:style>
  <w:style w:type="numbering" w:customStyle="1" w:styleId="WWOutlineListStyle1">
    <w:name w:val="WW_OutlineListStyle_1"/>
    <w:basedOn w:val="Aucuneliste"/>
    <w:pPr>
      <w:numPr>
        <w:numId w:val="2"/>
      </w:numPr>
    </w:pPr>
  </w:style>
  <w:style w:type="numbering" w:customStyle="1" w:styleId="WWOutlineListStyle">
    <w:name w:val="WW_OutlineListStyle"/>
    <w:basedOn w:val="Aucuneliste"/>
    <w:pPr>
      <w:numPr>
        <w:numId w:val="3"/>
      </w:numPr>
    </w:pPr>
  </w:style>
  <w:style w:type="numbering" w:customStyle="1" w:styleId="LFO21">
    <w:name w:val="LFO21"/>
    <w:basedOn w:val="Aucuneliste"/>
    <w:pPr>
      <w:numPr>
        <w:numId w:val="4"/>
      </w:numPr>
    </w:pPr>
  </w:style>
  <w:style w:type="numbering" w:customStyle="1" w:styleId="WWOutlineListStyle11">
    <w:name w:val="WW_OutlineListStyle_11"/>
    <w:basedOn w:val="Aucuneliste"/>
    <w:pPr>
      <w:numPr>
        <w:numId w:val="5"/>
      </w:numPr>
    </w:pPr>
  </w:style>
  <w:style w:type="numbering" w:customStyle="1" w:styleId="WWOutlineListStyle7">
    <w:name w:val="WW_OutlineListStyle_7"/>
    <w:basedOn w:val="Aucuneliste"/>
    <w:pPr>
      <w:numPr>
        <w:numId w:val="6"/>
      </w:numPr>
    </w:pPr>
  </w:style>
  <w:style w:type="numbering" w:customStyle="1" w:styleId="Outline">
    <w:name w:val="Outline"/>
    <w:basedOn w:val="Aucuneliste"/>
    <w:pPr>
      <w:numPr>
        <w:numId w:val="7"/>
      </w:numPr>
    </w:pPr>
  </w:style>
  <w:style w:type="numbering" w:customStyle="1" w:styleId="List1">
    <w:name w:val="List 1"/>
    <w:basedOn w:val="Aucuneliste"/>
    <w:pPr>
      <w:numPr>
        <w:numId w:val="8"/>
      </w:numPr>
    </w:pPr>
  </w:style>
  <w:style w:type="numbering" w:customStyle="1" w:styleId="LFO1">
    <w:name w:val="LFO1"/>
    <w:basedOn w:val="Aucuneliste"/>
    <w:pPr>
      <w:numPr>
        <w:numId w:val="9"/>
      </w:numPr>
    </w:pPr>
  </w:style>
  <w:style w:type="numbering" w:customStyle="1" w:styleId="LFO2">
    <w:name w:val="LFO2"/>
    <w:basedOn w:val="Aucuneliste"/>
    <w:pPr>
      <w:numPr>
        <w:numId w:val="10"/>
      </w:numPr>
    </w:pPr>
  </w:style>
  <w:style w:type="numbering" w:customStyle="1" w:styleId="LFO3">
    <w:name w:val="LFO3"/>
    <w:basedOn w:val="Aucuneliste"/>
    <w:pPr>
      <w:numPr>
        <w:numId w:val="11"/>
      </w:numPr>
    </w:pPr>
  </w:style>
  <w:style w:type="numbering" w:customStyle="1" w:styleId="LFO5">
    <w:name w:val="LFO5"/>
    <w:basedOn w:val="Aucuneliste"/>
    <w:pPr>
      <w:numPr>
        <w:numId w:val="12"/>
      </w:numPr>
    </w:pPr>
  </w:style>
  <w:style w:type="numbering" w:customStyle="1" w:styleId="LFO6">
    <w:name w:val="LFO6"/>
    <w:basedOn w:val="Aucuneliste"/>
    <w:pPr>
      <w:numPr>
        <w:numId w:val="13"/>
      </w:numPr>
    </w:pPr>
  </w:style>
  <w:style w:type="numbering" w:customStyle="1" w:styleId="LFO7">
    <w:name w:val="LFO7"/>
    <w:basedOn w:val="Aucuneliste"/>
    <w:pPr>
      <w:numPr>
        <w:numId w:val="14"/>
      </w:numPr>
    </w:pPr>
  </w:style>
  <w:style w:type="numbering" w:customStyle="1" w:styleId="LFO8">
    <w:name w:val="LFO8"/>
    <w:basedOn w:val="Aucuneliste"/>
    <w:pPr>
      <w:numPr>
        <w:numId w:val="15"/>
      </w:numPr>
    </w:pPr>
  </w:style>
  <w:style w:type="numbering" w:customStyle="1" w:styleId="LFO9">
    <w:name w:val="LFO9"/>
    <w:basedOn w:val="Aucuneliste"/>
    <w:pPr>
      <w:numPr>
        <w:numId w:val="16"/>
      </w:numPr>
    </w:pPr>
  </w:style>
  <w:style w:type="numbering" w:customStyle="1" w:styleId="LFO10">
    <w:name w:val="LFO10"/>
    <w:basedOn w:val="Aucuneliste"/>
    <w:pPr>
      <w:numPr>
        <w:numId w:val="17"/>
      </w:numPr>
    </w:pPr>
  </w:style>
  <w:style w:type="numbering" w:customStyle="1" w:styleId="LFO22">
    <w:name w:val="LFO22"/>
    <w:basedOn w:val="Aucuneliste"/>
    <w:pPr>
      <w:numPr>
        <w:numId w:val="18"/>
      </w:numPr>
    </w:pPr>
  </w:style>
  <w:style w:type="numbering" w:customStyle="1" w:styleId="LFO23">
    <w:name w:val="LFO23"/>
    <w:basedOn w:val="Aucuneliste"/>
    <w:pPr>
      <w:numPr>
        <w:numId w:val="19"/>
      </w:numPr>
    </w:pPr>
  </w:style>
  <w:style w:type="numbering" w:customStyle="1" w:styleId="LFO24">
    <w:name w:val="LFO24"/>
    <w:basedOn w:val="Aucuneliste"/>
    <w:pPr>
      <w:numPr>
        <w:numId w:val="20"/>
      </w:numPr>
    </w:pPr>
  </w:style>
  <w:style w:type="numbering" w:customStyle="1" w:styleId="LFO25">
    <w:name w:val="LFO25"/>
    <w:basedOn w:val="Aucuneliste"/>
    <w:pPr>
      <w:numPr>
        <w:numId w:val="21"/>
      </w:numPr>
    </w:pPr>
  </w:style>
  <w:style w:type="numbering" w:customStyle="1" w:styleId="LFO26">
    <w:name w:val="LFO26"/>
    <w:basedOn w:val="Aucuneliste"/>
    <w:pPr>
      <w:numPr>
        <w:numId w:val="22"/>
      </w:numPr>
    </w:pPr>
  </w:style>
  <w:style w:type="numbering" w:customStyle="1" w:styleId="LFO33">
    <w:name w:val="LFO33"/>
    <w:basedOn w:val="Aucuneliste"/>
    <w:pPr>
      <w:numPr>
        <w:numId w:val="23"/>
      </w:numPr>
    </w:pPr>
  </w:style>
  <w:style w:type="numbering" w:customStyle="1" w:styleId="LFO35">
    <w:name w:val="LFO35"/>
    <w:basedOn w:val="Aucuneliste"/>
    <w:pPr>
      <w:numPr>
        <w:numId w:val="2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_Toc204263452" TargetMode="External"/><Relationship Id="rId18" Type="http://schemas.openxmlformats.org/officeDocument/2006/relationships/hyperlink" Target="#_Toc204263457" TargetMode="External"/><Relationship Id="rId26" Type="http://schemas.openxmlformats.org/officeDocument/2006/relationships/hyperlink" Target="#_Toc204263465" TargetMode="External"/><Relationship Id="rId39" Type="http://schemas.openxmlformats.org/officeDocument/2006/relationships/hyperlink" Target="#_Toc204263478" TargetMode="External"/><Relationship Id="rId21" Type="http://schemas.openxmlformats.org/officeDocument/2006/relationships/hyperlink" Target="#_Toc204263460" TargetMode="External"/><Relationship Id="rId34" Type="http://schemas.openxmlformats.org/officeDocument/2006/relationships/hyperlink" Target="#_Toc204263473" TargetMode="External"/><Relationship Id="rId42" Type="http://schemas.openxmlformats.org/officeDocument/2006/relationships/hyperlink" Target="#_Toc204263481" TargetMode="External"/><Relationship Id="rId47" Type="http://schemas.openxmlformats.org/officeDocument/2006/relationships/hyperlink" Target="#_Toc204263486" TargetMode="External"/><Relationship Id="rId50" Type="http://schemas.openxmlformats.org/officeDocument/2006/relationships/hyperlink" Target="#_Toc204263489" TargetMode="External"/><Relationship Id="rId55" Type="http://schemas.openxmlformats.org/officeDocument/2006/relationships/hyperlink" Target="#_Toc204263494" TargetMode="External"/><Relationship Id="rId63" Type="http://schemas.openxmlformats.org/officeDocument/2006/relationships/hyperlink" Target="#_Toc204263502" TargetMode="External"/><Relationship Id="rId68" Type="http://schemas.openxmlformats.org/officeDocument/2006/relationships/hyperlink" Target="#_Toc204263507" TargetMode="External"/><Relationship Id="rId76" Type="http://schemas.openxmlformats.org/officeDocument/2006/relationships/fontTable" Target="fontTable.xml"/><Relationship Id="rId7" Type="http://schemas.openxmlformats.org/officeDocument/2006/relationships/image" Target="media/image1.jpg"/><Relationship Id="rId71" Type="http://schemas.openxmlformats.org/officeDocument/2006/relationships/hyperlink" Target="https://www.afd.fr/sites/afd/files/2022-05-04-44-14/charte-relations-fournisseurs-groupe-afd.pdf" TargetMode="External"/><Relationship Id="rId2" Type="http://schemas.openxmlformats.org/officeDocument/2006/relationships/styles" Target="styles.xml"/><Relationship Id="rId16" Type="http://schemas.openxmlformats.org/officeDocument/2006/relationships/hyperlink" Target="#_Toc204263455" TargetMode="External"/><Relationship Id="rId29" Type="http://schemas.openxmlformats.org/officeDocument/2006/relationships/hyperlink" Target="#_Toc204263468" TargetMode="External"/><Relationship Id="rId11" Type="http://schemas.openxmlformats.org/officeDocument/2006/relationships/hyperlink" Target="#_Toc204263450" TargetMode="External"/><Relationship Id="rId24" Type="http://schemas.openxmlformats.org/officeDocument/2006/relationships/hyperlink" Target="#_Toc204263463" TargetMode="External"/><Relationship Id="rId32" Type="http://schemas.openxmlformats.org/officeDocument/2006/relationships/hyperlink" Target="#_Toc204263471" TargetMode="External"/><Relationship Id="rId37" Type="http://schemas.openxmlformats.org/officeDocument/2006/relationships/hyperlink" Target="#_Toc204263476" TargetMode="External"/><Relationship Id="rId40" Type="http://schemas.openxmlformats.org/officeDocument/2006/relationships/hyperlink" Target="#_Toc204263479" TargetMode="External"/><Relationship Id="rId45" Type="http://schemas.openxmlformats.org/officeDocument/2006/relationships/hyperlink" Target="#_Toc204263484" TargetMode="External"/><Relationship Id="rId53" Type="http://schemas.openxmlformats.org/officeDocument/2006/relationships/hyperlink" Target="#_Toc204263492" TargetMode="External"/><Relationship Id="rId58" Type="http://schemas.openxmlformats.org/officeDocument/2006/relationships/hyperlink" Target="#_Toc204263497" TargetMode="External"/><Relationship Id="rId66" Type="http://schemas.openxmlformats.org/officeDocument/2006/relationships/hyperlink" Target="#_Toc204263505" TargetMode="External"/><Relationship Id="rId7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_Toc204263454" TargetMode="External"/><Relationship Id="rId23" Type="http://schemas.openxmlformats.org/officeDocument/2006/relationships/hyperlink" Target="#_Toc204263462" TargetMode="External"/><Relationship Id="rId28" Type="http://schemas.openxmlformats.org/officeDocument/2006/relationships/hyperlink" Target="#_Toc204263467" TargetMode="External"/><Relationship Id="rId36" Type="http://schemas.openxmlformats.org/officeDocument/2006/relationships/hyperlink" Target="#_Toc204263475" TargetMode="External"/><Relationship Id="rId49" Type="http://schemas.openxmlformats.org/officeDocument/2006/relationships/hyperlink" Target="#_Toc204263488" TargetMode="External"/><Relationship Id="rId57" Type="http://schemas.openxmlformats.org/officeDocument/2006/relationships/hyperlink" Target="#_Toc204263496" TargetMode="External"/><Relationship Id="rId61" Type="http://schemas.openxmlformats.org/officeDocument/2006/relationships/hyperlink" Target="#_Toc204263500" TargetMode="External"/><Relationship Id="rId10" Type="http://schemas.openxmlformats.org/officeDocument/2006/relationships/hyperlink" Target="#_Toc204263449" TargetMode="External"/><Relationship Id="rId19" Type="http://schemas.openxmlformats.org/officeDocument/2006/relationships/hyperlink" Target="#_Toc204263458" TargetMode="External"/><Relationship Id="rId31" Type="http://schemas.openxmlformats.org/officeDocument/2006/relationships/hyperlink" Target="#_Toc204263470" TargetMode="External"/><Relationship Id="rId44" Type="http://schemas.openxmlformats.org/officeDocument/2006/relationships/hyperlink" Target="#_Toc204263483" TargetMode="External"/><Relationship Id="rId52" Type="http://schemas.openxmlformats.org/officeDocument/2006/relationships/hyperlink" Target="#_Toc204263491" TargetMode="External"/><Relationship Id="rId60" Type="http://schemas.openxmlformats.org/officeDocument/2006/relationships/hyperlink" Target="#_Toc204263499" TargetMode="External"/><Relationship Id="rId65" Type="http://schemas.openxmlformats.org/officeDocument/2006/relationships/hyperlink" Target="#_Toc204263504" TargetMode="External"/><Relationship Id="rId73" Type="http://schemas.openxmlformats.org/officeDocument/2006/relationships/hyperlink" Target="mailto:informatique.libertes@afd.fr" TargetMode="External"/><Relationship Id="rId4" Type="http://schemas.openxmlformats.org/officeDocument/2006/relationships/webSettings" Target="webSettings.xml"/><Relationship Id="rId9" Type="http://schemas.openxmlformats.org/officeDocument/2006/relationships/hyperlink" Target="#_Toc204263448" TargetMode="External"/><Relationship Id="rId14" Type="http://schemas.openxmlformats.org/officeDocument/2006/relationships/hyperlink" Target="#_Toc204263453" TargetMode="External"/><Relationship Id="rId22" Type="http://schemas.openxmlformats.org/officeDocument/2006/relationships/hyperlink" Target="#_Toc204263461" TargetMode="External"/><Relationship Id="rId27" Type="http://schemas.openxmlformats.org/officeDocument/2006/relationships/hyperlink" Target="#_Toc204263466" TargetMode="External"/><Relationship Id="rId30" Type="http://schemas.openxmlformats.org/officeDocument/2006/relationships/hyperlink" Target="#_Toc204263469" TargetMode="External"/><Relationship Id="rId35" Type="http://schemas.openxmlformats.org/officeDocument/2006/relationships/hyperlink" Target="#_Toc204263474" TargetMode="External"/><Relationship Id="rId43" Type="http://schemas.openxmlformats.org/officeDocument/2006/relationships/hyperlink" Target="#_Toc204263482" TargetMode="External"/><Relationship Id="rId48" Type="http://schemas.openxmlformats.org/officeDocument/2006/relationships/hyperlink" Target="#_Toc204263487" TargetMode="External"/><Relationship Id="rId56" Type="http://schemas.openxmlformats.org/officeDocument/2006/relationships/hyperlink" Target="#_Toc204263495" TargetMode="External"/><Relationship Id="rId64" Type="http://schemas.openxmlformats.org/officeDocument/2006/relationships/hyperlink" Target="#_Toc204263503" TargetMode="External"/><Relationship Id="rId69" Type="http://schemas.openxmlformats.org/officeDocument/2006/relationships/hyperlink" Target="#_Toc204263508" TargetMode="External"/><Relationship Id="rId77" Type="http://schemas.openxmlformats.org/officeDocument/2006/relationships/theme" Target="theme/theme1.xml"/><Relationship Id="rId8" Type="http://schemas.openxmlformats.org/officeDocument/2006/relationships/hyperlink" Target="#_Toc204263447" TargetMode="External"/><Relationship Id="rId51" Type="http://schemas.openxmlformats.org/officeDocument/2006/relationships/hyperlink" Target="#_Toc204263490" TargetMode="External"/><Relationship Id="rId72" Type="http://schemas.openxmlformats.org/officeDocument/2006/relationships/hyperlink" Target="mailto:#DPO_notification@afd.fr" TargetMode="External"/><Relationship Id="rId3" Type="http://schemas.openxmlformats.org/officeDocument/2006/relationships/settings" Target="settings.xml"/><Relationship Id="rId12" Type="http://schemas.openxmlformats.org/officeDocument/2006/relationships/hyperlink" Target="#_Toc204263451" TargetMode="External"/><Relationship Id="rId17" Type="http://schemas.openxmlformats.org/officeDocument/2006/relationships/hyperlink" Target="#_Toc204263456" TargetMode="External"/><Relationship Id="rId25" Type="http://schemas.openxmlformats.org/officeDocument/2006/relationships/hyperlink" Target="#_Toc204263464" TargetMode="External"/><Relationship Id="rId33" Type="http://schemas.openxmlformats.org/officeDocument/2006/relationships/hyperlink" Target="#_Toc204263472" TargetMode="External"/><Relationship Id="rId38" Type="http://schemas.openxmlformats.org/officeDocument/2006/relationships/hyperlink" Target="#_Toc204263477" TargetMode="External"/><Relationship Id="rId46" Type="http://schemas.openxmlformats.org/officeDocument/2006/relationships/hyperlink" Target="#_Toc204263485" TargetMode="External"/><Relationship Id="rId59" Type="http://schemas.openxmlformats.org/officeDocument/2006/relationships/hyperlink" Target="#_Toc204263498" TargetMode="External"/><Relationship Id="rId67" Type="http://schemas.openxmlformats.org/officeDocument/2006/relationships/hyperlink" Target="#_Toc204263506" TargetMode="External"/><Relationship Id="rId20" Type="http://schemas.openxmlformats.org/officeDocument/2006/relationships/hyperlink" Target="#_Toc204263459" TargetMode="External"/><Relationship Id="rId41" Type="http://schemas.openxmlformats.org/officeDocument/2006/relationships/hyperlink" Target="#_Toc204263480" TargetMode="External"/><Relationship Id="rId54" Type="http://schemas.openxmlformats.org/officeDocument/2006/relationships/hyperlink" Target="#_Toc204263493" TargetMode="External"/><Relationship Id="rId62" Type="http://schemas.openxmlformats.org/officeDocument/2006/relationships/hyperlink" Target="#_Toc204263501" TargetMode="External"/><Relationship Id="rId70" Type="http://schemas.openxmlformats.org/officeDocument/2006/relationships/hyperlink" Target="http://www.afd.fr/" TargetMode="External"/><Relationship Id="rId75"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47</Pages>
  <Words>16470</Words>
  <Characters>90586</Characters>
  <Application>Microsoft Office Word</Application>
  <DocSecurity>0</DocSecurity>
  <Lines>754</Lines>
  <Paragraphs>213</Paragraphs>
  <ScaleCrop>false</ScaleCrop>
  <HeadingPairs>
    <vt:vector size="2" baseType="variant">
      <vt:variant>
        <vt:lpstr>Titre</vt:lpstr>
      </vt:variant>
      <vt:variant>
        <vt:i4>1</vt:i4>
      </vt:variant>
    </vt:vector>
  </HeadingPairs>
  <TitlesOfParts>
    <vt:vector size="1" baseType="lpstr">
      <vt:lpstr>&gt;&gt;&gt; Debut du paragraphe </vt:lpstr>
    </vt:vector>
  </TitlesOfParts>
  <Company>AFD</Company>
  <LinksUpToDate>false</LinksUpToDate>
  <CharactersWithSpaces>106843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CEB</dc:creator>
  <dc:description/>
  <cp:lastModifiedBy>LIBERSART Augustin</cp:lastModifiedBy>
  <cp:revision>2</cp:revision>
  <dcterms:created xsi:type="dcterms:W3CDTF">2025-07-27T18:24:00Z</dcterms:created>
  <dcterms:modified xsi:type="dcterms:W3CDTF">2025-07-27T18:24:00Z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SIMOAD2</vt:lpwstr>
  </property>
  <property fmtid="{D5CDD505-2E9C-101B-9397-08002B2CF9AE}" pid="5" name="ElementContenant">
    <vt:lpwstr>ContratUnique_AFD</vt:lpwstr>
  </property>
  <property fmtid="{D5CDD505-2E9C-101B-9397-08002B2CF9AE}" pid="6" name="ElementPrecedent">
    <vt:lpwstr>SiProparco2</vt:lpwstr>
  </property>
  <property fmtid="{D5CDD505-2E9C-101B-9397-08002B2CF9AE}" pid="7" name="IdentifiantEdition">
    <vt:lpwstr>ContratUnique_AFD</vt:lpwstr>
  </property>
  <property fmtid="{D5CDD505-2E9C-101B-9397-08002B2CF9AE}" pid="8" name="NomSegment">
    <vt:lpwstr>SiAC44</vt:lpwstr>
  </property>
  <property fmtid="{D5CDD505-2E9C-101B-9397-08002B2CF9AE}" pid="9" name="NouveauElement">
    <vt:lpwstr>SIPASPROPARCO</vt:lpwstr>
  </property>
  <property fmtid="{D5CDD505-2E9C-101B-9397-08002B2CF9AE}" pid="10" name="ResultatCommande">
    <vt:lpwstr>Ok</vt:lpwstr>
  </property>
</Properties>
</file>